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198" w:rsidRPr="00CE5815" w:rsidRDefault="00786198" w:rsidP="00A04DC8">
      <w:pPr>
        <w:spacing w:line="276" w:lineRule="auto"/>
        <w:rPr>
          <w:rFonts w:cs="Calibri"/>
          <w:color w:val="000000"/>
          <w:sz w:val="20"/>
          <w:szCs w:val="20"/>
          <w:u w:val="single"/>
          <w:lang w:val="sr-Latn-RS"/>
        </w:rPr>
      </w:pPr>
      <w:r w:rsidRPr="00CE5815">
        <w:rPr>
          <w:rFonts w:cs="Calibri"/>
          <w:b/>
          <w:color w:val="000000"/>
          <w:sz w:val="20"/>
          <w:szCs w:val="20"/>
          <w:u w:val="single"/>
          <w:lang w:val="sr-Cyrl-CS"/>
        </w:rPr>
        <w:t>ПЛАН РАДА:</w:t>
      </w:r>
      <w:r w:rsidR="00081154" w:rsidRPr="00CE5815">
        <w:rPr>
          <w:rFonts w:cs="Calibri"/>
          <w:b/>
          <w:color w:val="000000"/>
          <w:sz w:val="20"/>
          <w:szCs w:val="20"/>
          <w:u w:val="single"/>
          <w:lang w:val="sr-Cyrl-CS"/>
        </w:rPr>
        <w:t xml:space="preserve"> </w:t>
      </w:r>
    </w:p>
    <w:p w:rsidR="00786198" w:rsidRPr="00B550AB" w:rsidRDefault="00786198" w:rsidP="00A04DC8">
      <w:pPr>
        <w:spacing w:line="276" w:lineRule="auto"/>
        <w:rPr>
          <w:rFonts w:cs="Calibri"/>
          <w:b/>
          <w:color w:val="000000"/>
          <w:sz w:val="20"/>
          <w:szCs w:val="20"/>
          <w:lang w:val="sr-Cyrl-RS"/>
        </w:rPr>
      </w:pPr>
      <w:r w:rsidRPr="00131786">
        <w:rPr>
          <w:rFonts w:cs="Calibri"/>
          <w:color w:val="000000"/>
          <w:sz w:val="20"/>
          <w:szCs w:val="20"/>
          <w:lang w:val="sr-Cyrl-CS"/>
        </w:rPr>
        <w:t>ЗА ДАН</w:t>
      </w:r>
      <w:r w:rsidRPr="00CE5815">
        <w:rPr>
          <w:rFonts w:cs="Calibri"/>
          <w:b/>
          <w:color w:val="000000"/>
          <w:sz w:val="20"/>
          <w:szCs w:val="20"/>
          <w:lang w:val="sr-Cyrl-RS"/>
        </w:rPr>
        <w:t>:</w:t>
      </w:r>
      <w:r w:rsidR="00B550AB">
        <w:rPr>
          <w:rFonts w:cs="Calibri"/>
          <w:b/>
          <w:color w:val="000000"/>
          <w:sz w:val="20"/>
          <w:szCs w:val="20"/>
          <w:lang w:val="sr-Cyrl-RS"/>
        </w:rPr>
        <w:t xml:space="preserve"> </w:t>
      </w:r>
      <w:r w:rsidR="004C47CD">
        <w:rPr>
          <w:rFonts w:cs="Calibri"/>
          <w:b/>
          <w:color w:val="000000"/>
          <w:sz w:val="20"/>
          <w:szCs w:val="20"/>
          <w:lang w:val="sr-Cyrl-RS"/>
        </w:rPr>
        <w:t>Понедељак</w:t>
      </w:r>
    </w:p>
    <w:p w:rsidR="0031405D" w:rsidRDefault="00786198" w:rsidP="00A04DC8">
      <w:pPr>
        <w:rPr>
          <w:rFonts w:cs="Calibri"/>
          <w:b/>
          <w:color w:val="000000"/>
          <w:sz w:val="20"/>
          <w:szCs w:val="20"/>
          <w:lang w:val="sr-Cyrl-CS"/>
        </w:rPr>
      </w:pPr>
      <w:r w:rsidRPr="00CE5815">
        <w:rPr>
          <w:rFonts w:cs="Calibri"/>
          <w:color w:val="000000"/>
          <w:sz w:val="20"/>
          <w:szCs w:val="20"/>
          <w:lang w:val="sr-Cyrl-CS"/>
        </w:rPr>
        <w:t>ДАТУМ</w:t>
      </w:r>
      <w:r w:rsidRPr="00CE5815">
        <w:rPr>
          <w:rFonts w:cs="Calibri"/>
          <w:color w:val="000000"/>
          <w:sz w:val="20"/>
          <w:szCs w:val="20"/>
          <w:lang w:val="sr-Latn-CS"/>
        </w:rPr>
        <w:t>:</w:t>
      </w:r>
      <w:r w:rsidR="00FE4A8F">
        <w:rPr>
          <w:rFonts w:cs="Calibri"/>
          <w:b/>
          <w:color w:val="000000"/>
          <w:sz w:val="20"/>
          <w:szCs w:val="20"/>
          <w:lang w:val="sr-Cyrl-RS"/>
        </w:rPr>
        <w:t xml:space="preserve"> </w:t>
      </w:r>
      <w:r w:rsidR="00A54993">
        <w:rPr>
          <w:rFonts w:cs="Calibri"/>
          <w:b/>
          <w:color w:val="000000"/>
          <w:sz w:val="20"/>
          <w:szCs w:val="20"/>
          <w:lang w:val="sr-Cyrl-RS"/>
        </w:rPr>
        <w:t>1</w:t>
      </w:r>
      <w:r w:rsidR="004C47CD">
        <w:rPr>
          <w:rFonts w:cs="Calibri"/>
          <w:b/>
          <w:color w:val="000000"/>
          <w:sz w:val="20"/>
          <w:szCs w:val="20"/>
          <w:lang w:val="sr-Latn-RS"/>
        </w:rPr>
        <w:t>5</w:t>
      </w:r>
      <w:r w:rsidR="00016272">
        <w:rPr>
          <w:rFonts w:cs="Calibri"/>
          <w:b/>
          <w:color w:val="000000"/>
          <w:sz w:val="20"/>
          <w:szCs w:val="20"/>
          <w:lang w:val="sr-Cyrl-RS"/>
        </w:rPr>
        <w:t>.</w:t>
      </w:r>
      <w:r w:rsidR="00300342">
        <w:rPr>
          <w:rFonts w:cs="Calibri"/>
          <w:b/>
          <w:color w:val="000000"/>
          <w:sz w:val="20"/>
          <w:szCs w:val="20"/>
          <w:lang w:val="sr-Cyrl-RS"/>
        </w:rPr>
        <w:t>0</w:t>
      </w:r>
      <w:r w:rsidR="00622FAD">
        <w:rPr>
          <w:rFonts w:cs="Calibri"/>
          <w:b/>
          <w:color w:val="000000"/>
          <w:sz w:val="20"/>
          <w:szCs w:val="20"/>
          <w:lang w:val="sr-Cyrl-RS"/>
        </w:rPr>
        <w:t>9</w:t>
      </w:r>
      <w:r w:rsidRPr="00CE5815">
        <w:rPr>
          <w:rFonts w:cs="Calibri"/>
          <w:b/>
          <w:color w:val="000000"/>
          <w:sz w:val="20"/>
          <w:szCs w:val="20"/>
          <w:lang w:val="sr-Cyrl-CS"/>
        </w:rPr>
        <w:t>.20</w:t>
      </w:r>
      <w:r w:rsidR="00332EA4">
        <w:rPr>
          <w:rFonts w:cs="Calibri"/>
          <w:b/>
          <w:color w:val="000000"/>
          <w:sz w:val="20"/>
          <w:szCs w:val="20"/>
          <w:lang w:val="sr-Cyrl-CS"/>
        </w:rPr>
        <w:t>25</w:t>
      </w:r>
      <w:r w:rsidRPr="00CE5815">
        <w:rPr>
          <w:rFonts w:cs="Calibri"/>
          <w:b/>
          <w:color w:val="000000"/>
          <w:sz w:val="20"/>
          <w:szCs w:val="20"/>
          <w:lang w:val="sr-Cyrl-CS"/>
        </w:rPr>
        <w:t>.</w:t>
      </w:r>
      <w:r w:rsidR="0000437C" w:rsidRPr="00CE5815">
        <w:rPr>
          <w:rFonts w:cs="Calibri"/>
          <w:b/>
          <w:color w:val="000000"/>
          <w:sz w:val="20"/>
          <w:szCs w:val="20"/>
          <w:lang w:val="sr-Cyrl-CS"/>
        </w:rPr>
        <w:t xml:space="preserve">     </w:t>
      </w:r>
    </w:p>
    <w:p w:rsidR="0029578F" w:rsidRDefault="0029578F" w:rsidP="0029578F">
      <w:pPr>
        <w:rPr>
          <w:rFonts w:cs="Calibri"/>
          <w:b/>
          <w:color w:val="000000"/>
          <w:sz w:val="20"/>
          <w:szCs w:val="20"/>
          <w:lang w:val="sr-Cyrl-CS"/>
        </w:rPr>
      </w:pPr>
    </w:p>
    <w:p w:rsidR="0029578F" w:rsidRPr="00815F91" w:rsidRDefault="0029578F" w:rsidP="0029578F">
      <w:pPr>
        <w:jc w:val="center"/>
        <w:rPr>
          <w:rFonts w:cs="Arial"/>
          <w:b/>
          <w:color w:val="000000"/>
          <w:sz w:val="20"/>
          <w:szCs w:val="20"/>
          <w:lang w:val="sr-Cyrl-CS"/>
        </w:rPr>
      </w:pPr>
      <w:r w:rsidRPr="00815F91">
        <w:rPr>
          <w:rFonts w:cs="Arial"/>
          <w:b/>
          <w:color w:val="000000"/>
          <w:sz w:val="20"/>
          <w:szCs w:val="20"/>
          <w:lang w:val="sr-Cyrl-CS"/>
        </w:rPr>
        <w:t>„ОДРЖАВАЊЕ“</w:t>
      </w:r>
    </w:p>
    <w:tbl>
      <w:tblPr>
        <w:tblW w:w="11123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1991"/>
        <w:gridCol w:w="4258"/>
        <w:gridCol w:w="4874"/>
      </w:tblGrid>
      <w:tr w:rsidR="004F29CE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CE" w:rsidRDefault="004F29CE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Јанковић Миливоје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D77FD6">
            <w:pPr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 w:rsidRPr="00721D2F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Петроварадин,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D77FD6">
              <w:rPr>
                <w:rFonts w:cs="Arial"/>
                <w:color w:val="000000"/>
                <w:sz w:val="18"/>
                <w:szCs w:val="18"/>
                <w:lang w:val="sr-Cyrl-RS"/>
              </w:rPr>
              <w:t>Транџаментска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D77FD6" w:rsidP="00561D72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Припрема коловоза за поправку асфалтом</w:t>
            </w:r>
          </w:p>
        </w:tc>
      </w:tr>
      <w:tr w:rsidR="00561D72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03" w:rsidRDefault="00E45CFD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Веселинов Бранко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C94867" w:rsidRDefault="00D77FD6" w:rsidP="00D42CA7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Футог, </w:t>
            </w:r>
            <w:r w:rsidRPr="004F29CE">
              <w:rPr>
                <w:rFonts w:cs="Arial"/>
                <w:color w:val="000000"/>
                <w:sz w:val="18"/>
                <w:szCs w:val="18"/>
                <w:lang w:val="sr-Cyrl-RS"/>
              </w:rPr>
              <w:t>Браће Бошњак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D77FD6" w:rsidP="00F57BEE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коловоза асфалтом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Живковић Иван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C94867" w:rsidRDefault="00D77FD6" w:rsidP="00D77FD6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Нови Сад</w:t>
            </w:r>
            <w:r w:rsidR="00721D2F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Футошки пут код бр.46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D77FD6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 xml:space="preserve">Поправка </w:t>
            </w:r>
            <w:r w:rsidR="00D77FD6">
              <w:rPr>
                <w:rFonts w:cs="Calibri"/>
                <w:sz w:val="18"/>
                <w:szCs w:val="18"/>
                <w:lang w:val="sr-Cyrl-RS"/>
              </w:rPr>
              <w:t>рекреативне површине</w:t>
            </w:r>
            <w:r>
              <w:rPr>
                <w:rFonts w:cs="Calibri"/>
                <w:sz w:val="18"/>
                <w:szCs w:val="18"/>
                <w:lang w:val="sr-Cyrl-RS"/>
              </w:rPr>
              <w:t xml:space="preserve"> асфалтом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Иванић Горан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Петроварадин,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Златарићева</w:t>
            </w:r>
          </w:p>
          <w:p w:rsidR="00721D2F" w:rsidRPr="006556F2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Петроварадин,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Златарићева код бр.18</w:t>
            </w:r>
            <w:r w:rsidR="005E18E2"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и бр.26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Припрема коловоза за поправку асфалтом</w:t>
            </w:r>
          </w:p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саобраћајне површине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Новаковић Младен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721D2F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Ангела Влатковића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коловоза асфалтом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Јовановић Душко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5E03D5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Сремска Каменица,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Војводе Путника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саобраћајне површине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Коњевић Срђан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AB0E70" w:rsidRDefault="007A3B06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Ангела Влатковића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9C5D39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Latn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Уређење банкина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E2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Арсић Данијела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CC2103" w:rsidRDefault="007A3B06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Петроварадин,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Златарићева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Уређење банкина</w:t>
            </w:r>
          </w:p>
        </w:tc>
      </w:tr>
      <w:tr w:rsidR="007A3B06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06" w:rsidRDefault="007A3B06" w:rsidP="007A3B06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Примовић Дејан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06" w:rsidRPr="00967EBF" w:rsidRDefault="007A3B06" w:rsidP="007A3B06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Руменачки пут (Ново гробље)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06" w:rsidRDefault="007A3B06" w:rsidP="007A3B06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саобраћајне површине туцаником</w:t>
            </w:r>
          </w:p>
        </w:tc>
      </w:tr>
    </w:tbl>
    <w:p w:rsidR="00AF128A" w:rsidRPr="00CA3449" w:rsidRDefault="00AF128A" w:rsidP="00AF128A">
      <w:pPr>
        <w:rPr>
          <w:rFonts w:cs="Arial"/>
          <w:b/>
          <w:color w:val="000000"/>
          <w:sz w:val="20"/>
          <w:szCs w:val="20"/>
          <w:lang w:val="sr-Latn-RS"/>
        </w:rPr>
      </w:pPr>
    </w:p>
    <w:p w:rsidR="00561D72" w:rsidRPr="00815F91" w:rsidRDefault="00561D72" w:rsidP="00561D72">
      <w:pPr>
        <w:tabs>
          <w:tab w:val="left" w:pos="4695"/>
        </w:tabs>
        <w:spacing w:line="276" w:lineRule="auto"/>
        <w:jc w:val="center"/>
        <w:rPr>
          <w:rFonts w:cs="Arial"/>
          <w:b/>
          <w:color w:val="000000"/>
          <w:sz w:val="20"/>
          <w:szCs w:val="20"/>
          <w:lang w:val="sr-Cyrl-CS"/>
        </w:rPr>
      </w:pPr>
      <w:r w:rsidRPr="00815F91">
        <w:rPr>
          <w:rFonts w:cs="Arial"/>
          <w:b/>
          <w:color w:val="000000"/>
          <w:sz w:val="20"/>
          <w:szCs w:val="20"/>
          <w:lang w:val="sr-Cyrl-CS"/>
        </w:rPr>
        <w:t>„ОДЕЉЕЊЕ СИГНАЛИЗАЦИЈЕ“</w:t>
      </w:r>
    </w:p>
    <w:tbl>
      <w:tblPr>
        <w:tblW w:w="11059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1987"/>
        <w:gridCol w:w="4252"/>
        <w:gridCol w:w="4820"/>
      </w:tblGrid>
      <w:tr w:rsidR="00561D72" w:rsidRPr="003977BD" w:rsidTr="00A54088">
        <w:trPr>
          <w:trHeight w:val="249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Хор. и верт.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color w:val="000000"/>
                <w:sz w:val="18"/>
                <w:szCs w:val="18"/>
                <w:lang w:val="sr-Cyrl-RS"/>
              </w:rPr>
              <w:t>Редовно одржавање вертикалне сигнализације</w:t>
            </w:r>
          </w:p>
        </w:tc>
      </w:tr>
      <w:tr w:rsidR="00561D72" w:rsidRPr="003977BD" w:rsidTr="00A54088">
        <w:trPr>
          <w:trHeight w:val="45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color w:val="000000"/>
                <w:sz w:val="18"/>
                <w:szCs w:val="18"/>
                <w:lang w:val="sr-Cyrl-RS"/>
              </w:rPr>
              <w:t>Поправка саобраћајне сигнализације по налогу инспекције</w:t>
            </w:r>
          </w:p>
        </w:tc>
      </w:tr>
      <w:tr w:rsidR="00D42CA7" w:rsidRPr="003977BD" w:rsidTr="00D42CA7">
        <w:trPr>
          <w:trHeight w:val="343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A7" w:rsidRPr="003977BD" w:rsidRDefault="00D42CA7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A7" w:rsidRPr="003977BD" w:rsidRDefault="00D42CA7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D42CA7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Нови Сад,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Ново Насеље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A7" w:rsidRPr="003977BD" w:rsidRDefault="00D42CA7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Обележавање и фарбање бус стајалишта</w:t>
            </w:r>
          </w:p>
        </w:tc>
      </w:tr>
      <w:tr w:rsidR="00D42CA7" w:rsidRPr="003977BD" w:rsidTr="00D42CA7">
        <w:trPr>
          <w:trHeight w:val="343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A7" w:rsidRPr="003977BD" w:rsidRDefault="00D42CA7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A7" w:rsidRDefault="00D42CA7" w:rsidP="00542BC7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542BC7">
              <w:rPr>
                <w:rFonts w:cs="Arial"/>
                <w:color w:val="000000"/>
                <w:sz w:val="18"/>
                <w:szCs w:val="18"/>
                <w:lang w:val="sr-Cyrl-RS"/>
              </w:rPr>
              <w:t>Ангела Влатковића</w:t>
            </w:r>
          </w:p>
          <w:p w:rsidR="00542BC7" w:rsidRPr="00D42CA7" w:rsidRDefault="00542BC7" w:rsidP="00542BC7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542BC7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Петроварадин,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Транџаментска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A7" w:rsidRDefault="00542BC7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Постављање привремене сигнализације</w:t>
            </w:r>
          </w:p>
        </w:tc>
      </w:tr>
      <w:tr w:rsidR="00542BC7" w:rsidRPr="003977BD" w:rsidTr="00D42CA7">
        <w:trPr>
          <w:trHeight w:val="343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C7" w:rsidRPr="003977BD" w:rsidRDefault="00542BC7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 w:rsidRPr="006657DF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ноћна смена </w:t>
            </w: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15/16</w:t>
            </w: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.09</w:t>
            </w:r>
            <w:r w:rsidRPr="006657DF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.2025.године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C7" w:rsidRPr="00542BC7" w:rsidRDefault="00542BC7" w:rsidP="00542BC7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Браће Рибникар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C7" w:rsidRDefault="00542BC7" w:rsidP="00A54088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Обележавање и фарбање попречних линија на коловозу</w:t>
            </w:r>
          </w:p>
        </w:tc>
      </w:tr>
      <w:tr w:rsidR="00561D72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Светлосна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color w:val="000000"/>
                <w:sz w:val="18"/>
                <w:szCs w:val="18"/>
                <w:lang w:val="sr-Cyrl-RS"/>
              </w:rPr>
              <w:t>Јутарњи обилазак семафора и текуће одржавање</w:t>
            </w:r>
          </w:p>
        </w:tc>
      </w:tr>
      <w:tr w:rsidR="00F35D37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37" w:rsidRPr="003977BD" w:rsidRDefault="00F35D37" w:rsidP="00F35D37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37" w:rsidRPr="009A7EE8" w:rsidRDefault="00F35D37" w:rsidP="006035E2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Latn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6035E2">
              <w:rPr>
                <w:rFonts w:cs="Arial"/>
                <w:color w:val="000000"/>
                <w:sz w:val="18"/>
                <w:szCs w:val="18"/>
                <w:lang w:val="sr-Cyrl-RS"/>
              </w:rPr>
              <w:t>Индустријска - Партизанска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37" w:rsidRPr="00310B65" w:rsidRDefault="00721D2F" w:rsidP="006035E2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Замена </w:t>
            </w:r>
            <w:r w:rsidR="006035E2">
              <w:rPr>
                <w:rFonts w:cs="Arial"/>
                <w:color w:val="000000"/>
                <w:sz w:val="18"/>
                <w:szCs w:val="18"/>
                <w:lang w:val="sr-Cyrl-RS"/>
              </w:rPr>
              <w:t>ИО плоче</w:t>
            </w:r>
          </w:p>
        </w:tc>
      </w:tr>
      <w:tr w:rsidR="00EB47A6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3977BD" w:rsidRDefault="00EB47A6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9A7EE8" w:rsidRDefault="006035E2" w:rsidP="006035E2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Latn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Каћ</w:t>
            </w:r>
            <w:r w:rsidR="00EB47A6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Светосавска – Војина Палексића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310B65" w:rsidRDefault="00721D2F" w:rsidP="006035E2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Замена </w:t>
            </w:r>
            <w:r w:rsidR="006035E2">
              <w:rPr>
                <w:rFonts w:cs="Arial"/>
                <w:color w:val="000000"/>
                <w:sz w:val="18"/>
                <w:szCs w:val="18"/>
                <w:lang w:val="sr-Cyrl-RS"/>
              </w:rPr>
              <w:t>ИО плоче и уписивање конфигурације</w:t>
            </w:r>
          </w:p>
        </w:tc>
      </w:tr>
      <w:tr w:rsidR="00EB47A6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3977BD" w:rsidRDefault="00EB47A6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EB47A6" w:rsidRDefault="00EB47A6" w:rsidP="006035E2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0E4BA3">
              <w:rPr>
                <w:rFonts w:cs="Arial"/>
                <w:color w:val="000000"/>
                <w:sz w:val="18"/>
                <w:szCs w:val="18"/>
                <w:lang w:val="sr-Cyrl-RS"/>
              </w:rPr>
              <w:t>Приморска</w:t>
            </w:r>
            <w:r w:rsidR="00435E18"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Default="006035E2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Обилазак покретних семафора</w:t>
            </w:r>
            <w:r w:rsidR="000E4BA3"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на градилишту</w:t>
            </w:r>
          </w:p>
        </w:tc>
      </w:tr>
    </w:tbl>
    <w:p w:rsidR="00405436" w:rsidRPr="00493C35" w:rsidRDefault="00405436" w:rsidP="00A04DC8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</w:p>
    <w:p w:rsidR="00273D47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CS"/>
        </w:rPr>
      </w:pPr>
    </w:p>
    <w:p w:rsidR="00273D47" w:rsidRPr="003977BD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  <w:r>
        <w:rPr>
          <w:rFonts w:cs="Arial"/>
          <w:b/>
          <w:sz w:val="18"/>
          <w:szCs w:val="18"/>
          <w:lang w:val="sr-Cyrl-CS"/>
        </w:rPr>
        <w:t xml:space="preserve">               </w:t>
      </w:r>
      <w:r w:rsidRPr="003977BD">
        <w:rPr>
          <w:rFonts w:cs="Arial"/>
          <w:b/>
          <w:sz w:val="18"/>
          <w:szCs w:val="18"/>
          <w:lang w:val="sr-Cyrl-CS"/>
        </w:rPr>
        <w:t xml:space="preserve">Податке обрадила                                                                                                  </w:t>
      </w:r>
      <w:r w:rsidRPr="003977BD">
        <w:rPr>
          <w:rFonts w:cs="Arial"/>
          <w:b/>
          <w:sz w:val="18"/>
          <w:szCs w:val="18"/>
          <w:lang w:val="sr-Latn-CS"/>
        </w:rPr>
        <w:t xml:space="preserve">  </w:t>
      </w:r>
      <w:r w:rsidRPr="003977BD">
        <w:rPr>
          <w:rFonts w:cs="Arial"/>
          <w:b/>
          <w:sz w:val="18"/>
          <w:szCs w:val="18"/>
          <w:lang w:val="sr-Cyrl-RS"/>
        </w:rPr>
        <w:t xml:space="preserve">       </w:t>
      </w:r>
      <w:r w:rsidRPr="003977BD">
        <w:rPr>
          <w:rFonts w:cs="Arial"/>
          <w:b/>
          <w:sz w:val="18"/>
          <w:szCs w:val="18"/>
          <w:lang w:val="sr-Cyrl-CS"/>
        </w:rPr>
        <w:t>Руководилац службе грађевинске оперативе</w:t>
      </w:r>
    </w:p>
    <w:p w:rsidR="00273D47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  <w:r>
        <w:rPr>
          <w:rFonts w:cs="Arial"/>
          <w:b/>
          <w:sz w:val="18"/>
          <w:szCs w:val="18"/>
          <w:lang w:val="sr-Cyrl-RS"/>
        </w:rPr>
        <w:t xml:space="preserve">                   </w:t>
      </w:r>
      <w:r w:rsidRPr="003977BD">
        <w:rPr>
          <w:rFonts w:cs="Arial"/>
          <w:b/>
          <w:sz w:val="18"/>
          <w:szCs w:val="18"/>
          <w:lang w:val="sr-Cyrl-RS"/>
        </w:rPr>
        <w:t>Наташа Стајић                                                                                                                                                 Дијана Мићић</w:t>
      </w:r>
      <w:r>
        <w:rPr>
          <w:rFonts w:cs="Arial"/>
          <w:b/>
          <w:sz w:val="18"/>
          <w:szCs w:val="18"/>
          <w:lang w:val="sr-Cyrl-RS"/>
        </w:rPr>
        <w:t xml:space="preserve">                                                   </w:t>
      </w:r>
    </w:p>
    <w:p w:rsidR="00273D47" w:rsidRPr="003977BD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  <w:r w:rsidRPr="003977BD">
        <w:rPr>
          <w:rFonts w:cs="Arial"/>
          <w:b/>
          <w:sz w:val="18"/>
          <w:szCs w:val="18"/>
          <w:lang w:val="sr-Cyrl-RS"/>
        </w:rPr>
        <w:t xml:space="preserve">шеф одељења </w:t>
      </w:r>
      <w:r w:rsidRPr="003977BD">
        <w:rPr>
          <w:rFonts w:cs="Arial"/>
          <w:b/>
          <w:sz w:val="18"/>
          <w:szCs w:val="18"/>
          <w:lang w:val="sr-Latn-RS"/>
        </w:rPr>
        <w:t>II</w:t>
      </w:r>
      <w:r w:rsidRPr="003977BD">
        <w:rPr>
          <w:rFonts w:cs="Arial"/>
          <w:b/>
          <w:sz w:val="18"/>
          <w:szCs w:val="18"/>
          <w:lang w:val="sr-Cyrl-RS"/>
        </w:rPr>
        <w:t xml:space="preserve"> одржавања и градње                                                                               </w:t>
      </w:r>
      <w:r>
        <w:rPr>
          <w:rFonts w:cs="Arial"/>
          <w:b/>
          <w:sz w:val="18"/>
          <w:szCs w:val="18"/>
          <w:lang w:val="sr-Cyrl-RS"/>
        </w:rPr>
        <w:t xml:space="preserve">                              </w:t>
      </w:r>
      <w:r w:rsidRPr="003977BD">
        <w:rPr>
          <w:rFonts w:cs="Arial"/>
          <w:b/>
          <w:sz w:val="18"/>
          <w:szCs w:val="18"/>
          <w:lang w:val="sr-Cyrl-RS"/>
        </w:rPr>
        <w:t xml:space="preserve">    </w:t>
      </w:r>
      <w:r>
        <w:rPr>
          <w:rFonts w:cs="Arial"/>
          <w:b/>
          <w:sz w:val="18"/>
          <w:szCs w:val="18"/>
          <w:lang w:val="sr-Cyrl-RS"/>
        </w:rPr>
        <w:t xml:space="preserve">    </w:t>
      </w:r>
      <w:r w:rsidRPr="003977BD">
        <w:rPr>
          <w:rFonts w:cs="Arial"/>
          <w:b/>
          <w:sz w:val="18"/>
          <w:szCs w:val="18"/>
          <w:lang w:val="sr-Cyrl-RS"/>
        </w:rPr>
        <w:t>маст. инж. грађ.</w:t>
      </w:r>
    </w:p>
    <w:p w:rsidR="00273D47" w:rsidRDefault="00273D47" w:rsidP="00273D47">
      <w:pPr>
        <w:tabs>
          <w:tab w:val="left" w:pos="3581"/>
        </w:tabs>
        <w:spacing w:line="276" w:lineRule="auto"/>
        <w:ind w:left="-284"/>
        <w:rPr>
          <w:rFonts w:cs="Arial"/>
          <w:sz w:val="18"/>
          <w:szCs w:val="18"/>
          <w:lang w:val="sr-Latn-RS"/>
        </w:rPr>
      </w:pPr>
      <w:r>
        <w:rPr>
          <w:rFonts w:cs="Arial"/>
          <w:b/>
          <w:sz w:val="18"/>
          <w:szCs w:val="18"/>
          <w:lang w:val="sr-Cyrl-RS"/>
        </w:rPr>
        <w:t xml:space="preserve">               </w:t>
      </w:r>
      <w:r w:rsidRPr="003977BD">
        <w:rPr>
          <w:rFonts w:cs="Arial"/>
          <w:b/>
          <w:sz w:val="18"/>
          <w:szCs w:val="18"/>
          <w:lang w:val="sr-Cyrl-RS"/>
        </w:rPr>
        <w:t xml:space="preserve">за сарадњу са медијима                                                                                                                                 </w:t>
      </w:r>
    </w:p>
    <w:p w:rsidR="00273D47" w:rsidRPr="00ED7FDE" w:rsidRDefault="00273D47" w:rsidP="00273D47">
      <w:pPr>
        <w:rPr>
          <w:rFonts w:cs="Arial"/>
          <w:sz w:val="18"/>
          <w:szCs w:val="18"/>
          <w:lang w:val="sr-Latn-RS"/>
        </w:rPr>
      </w:pPr>
    </w:p>
    <w:p w:rsidR="004F29CE" w:rsidRPr="004A1B45" w:rsidRDefault="004F29CE" w:rsidP="00ED7FDE">
      <w:pPr>
        <w:rPr>
          <w:rFonts w:cs="Arial"/>
          <w:sz w:val="18"/>
          <w:szCs w:val="18"/>
          <w:lang w:val="sr-Cyrl-RS"/>
        </w:rPr>
      </w:pPr>
    </w:p>
    <w:p w:rsidR="004F29CE" w:rsidRDefault="004F29CE" w:rsidP="004F29CE">
      <w:pPr>
        <w:rPr>
          <w:rFonts w:ascii="Times New Roman" w:hAnsi="Times New Roman"/>
          <w:lang w:val="sr-Cyrl-RS"/>
        </w:rPr>
      </w:pPr>
      <w:bookmarkStart w:id="0" w:name="_GoBack"/>
      <w:bookmarkEnd w:id="0"/>
    </w:p>
    <w:p w:rsidR="00ED7FDE" w:rsidRPr="004F29CE" w:rsidRDefault="00ED7FDE" w:rsidP="004F29CE">
      <w:pPr>
        <w:rPr>
          <w:rFonts w:cs="Arial"/>
          <w:sz w:val="18"/>
          <w:szCs w:val="18"/>
          <w:lang w:val="sr-Latn-RS"/>
        </w:rPr>
      </w:pPr>
    </w:p>
    <w:sectPr w:rsidR="00ED7FDE" w:rsidRPr="004F29CE" w:rsidSect="00AB62DD">
      <w:headerReference w:type="default" r:id="rId8"/>
      <w:footerReference w:type="even" r:id="rId9"/>
      <w:footerReference w:type="default" r:id="rId10"/>
      <w:headerReference w:type="first" r:id="rId11"/>
      <w:pgSz w:w="11909" w:h="16834" w:code="9"/>
      <w:pgMar w:top="442" w:right="427" w:bottom="851" w:left="709" w:header="436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CE2" w:rsidRDefault="00D67CE2" w:rsidP="00612BF5">
      <w:r>
        <w:separator/>
      </w:r>
    </w:p>
  </w:endnote>
  <w:endnote w:type="continuationSeparator" w:id="0">
    <w:p w:rsidR="00D67CE2" w:rsidRDefault="00D67CE2" w:rsidP="0061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B4D" w:rsidRDefault="00CC3B4D" w:rsidP="00CC3B4D">
    <w:pPr>
      <w:pStyle w:val="Footer"/>
      <w:rPr>
        <w:rFonts w:ascii="Arial" w:hAnsi="Arial" w:cs="Arial"/>
        <w:noProof/>
        <w:sz w:val="20"/>
        <w:lang w:val="sr-Latn-RS"/>
      </w:rPr>
    </w:pPr>
    <w:r>
      <w:rPr>
        <w:rFonts w:ascii="Arial" w:hAnsi="Arial" w:cs="Arial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0CF3D9A" wp14:editId="697B1D9A">
              <wp:simplePos x="0" y="0"/>
              <wp:positionH relativeFrom="column">
                <wp:posOffset>41910</wp:posOffset>
              </wp:positionH>
              <wp:positionV relativeFrom="paragraph">
                <wp:posOffset>69215</wp:posOffset>
              </wp:positionV>
              <wp:extent cx="5867400" cy="0"/>
              <wp:effectExtent l="22860" t="21590" r="24765" b="26035"/>
              <wp:wrapNone/>
              <wp:docPr id="3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974706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4B0F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3.3pt;margin-top:5.45pt;width:462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" strokecolor="#f79646" strokeweight="3pt">
              <v:shadow color="#974706" opacity=".5" offset="1pt"/>
            </v:shape>
          </w:pict>
        </mc:Fallback>
      </mc:AlternateContent>
    </w:r>
  </w:p>
  <w:p w:rsidR="00CC3B4D" w:rsidRPr="007B631C" w:rsidRDefault="00CC3B4D" w:rsidP="00CC3B4D">
    <w:pPr>
      <w:pStyle w:val="Footer"/>
      <w:jc w:val="center"/>
      <w:rPr>
        <w:rFonts w:ascii="Arial" w:hAnsi="Arial" w:cs="Arial"/>
        <w:b/>
        <w:noProof/>
        <w:sz w:val="20"/>
        <w:lang w:val="sr-Cyrl-RS"/>
      </w:rPr>
    </w:pPr>
    <w:r w:rsidRPr="007B631C">
      <w:rPr>
        <w:rFonts w:ascii="Arial" w:hAnsi="Arial" w:cs="Arial"/>
        <w:b/>
        <w:noProof/>
        <w:sz w:val="20"/>
        <w:lang w:val="sr-Cyrl-RS"/>
      </w:rPr>
      <w:t>Јавно комунално предузеће „Пут“ Нови Сад , улица Руменачка 150/А, 21000 Нови Сад</w:t>
    </w:r>
  </w:p>
  <w:p w:rsidR="00CC3B4D" w:rsidRDefault="00CC3B4D" w:rsidP="00CC3B4D">
    <w:pPr>
      <w:pStyle w:val="Footer"/>
      <w:jc w:val="center"/>
    </w:pPr>
    <w:r>
      <w:rPr>
        <w:rFonts w:ascii="Arial" w:hAnsi="Arial" w:cs="Arial"/>
        <w:b/>
        <w:noProof/>
        <w:sz w:val="20"/>
        <w:lang w:val="sr-Cyrl-RS"/>
      </w:rPr>
      <w:t>т</w:t>
    </w:r>
    <w:r w:rsidRPr="007B631C">
      <w:rPr>
        <w:rFonts w:ascii="Arial" w:hAnsi="Arial" w:cs="Arial"/>
        <w:b/>
        <w:noProof/>
        <w:sz w:val="20"/>
        <w:lang w:val="sr-Cyrl-RS"/>
      </w:rPr>
      <w:t xml:space="preserve">ел.021/512-302, факс:021/518-600, </w:t>
    </w:r>
    <w:r w:rsidRPr="007B631C">
      <w:rPr>
        <w:rFonts w:ascii="Arial" w:hAnsi="Arial" w:cs="Arial"/>
        <w:b/>
        <w:noProof/>
        <w:sz w:val="20"/>
        <w:lang w:val="sr-Latn-RS"/>
      </w:rPr>
      <w:t>e-mail: office@jkpput.rs, web: www.jkpput.rs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543" w:rsidRDefault="00D83A95">
    <w:pPr>
      <w:pStyle w:val="Footer"/>
      <w:rPr>
        <w:rFonts w:ascii="Arial" w:hAnsi="Arial" w:cs="Arial"/>
        <w:noProof/>
        <w:sz w:val="20"/>
        <w:lang w:val="sr-Latn-RS"/>
      </w:rPr>
    </w:pPr>
    <w:r>
      <w:rPr>
        <w:rFonts w:ascii="Arial" w:hAnsi="Arial" w:cs="Arial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41910</wp:posOffset>
              </wp:positionH>
              <wp:positionV relativeFrom="paragraph">
                <wp:posOffset>69215</wp:posOffset>
              </wp:positionV>
              <wp:extent cx="5867400" cy="0"/>
              <wp:effectExtent l="22860" t="21590" r="24765" b="26035"/>
              <wp:wrapNone/>
              <wp:docPr id="2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974706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359D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3.3pt;margin-top:5.45pt;width:462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" strokecolor="#f79646" strokeweight="3pt">
              <v:shadow color="#974706" opacity=".5" offset="1pt"/>
            </v:shape>
          </w:pict>
        </mc:Fallback>
      </mc:AlternateContent>
    </w:r>
  </w:p>
  <w:p w:rsidR="00A7245B" w:rsidRPr="007B631C" w:rsidRDefault="00A7245B" w:rsidP="00A7245B">
    <w:pPr>
      <w:pStyle w:val="Footer"/>
      <w:jc w:val="center"/>
      <w:rPr>
        <w:rFonts w:ascii="Arial" w:hAnsi="Arial" w:cs="Arial"/>
        <w:b/>
        <w:noProof/>
        <w:sz w:val="20"/>
        <w:lang w:val="sr-Cyrl-RS"/>
      </w:rPr>
    </w:pPr>
    <w:r w:rsidRPr="007B631C">
      <w:rPr>
        <w:rFonts w:ascii="Arial" w:hAnsi="Arial" w:cs="Arial"/>
        <w:b/>
        <w:noProof/>
        <w:sz w:val="20"/>
        <w:lang w:val="sr-Cyrl-RS"/>
      </w:rPr>
      <w:t>Јавно комунално предузеће „Пут“ Нови Сад , улица Руменачка 150/А, 21000 Нови Сад</w:t>
    </w:r>
  </w:p>
  <w:p w:rsidR="00612BF5" w:rsidRDefault="00A7245B" w:rsidP="00A7245B">
    <w:pPr>
      <w:pStyle w:val="Footer"/>
      <w:jc w:val="center"/>
    </w:pPr>
    <w:r>
      <w:rPr>
        <w:rFonts w:ascii="Arial" w:hAnsi="Arial" w:cs="Arial"/>
        <w:b/>
        <w:noProof/>
        <w:sz w:val="20"/>
        <w:lang w:val="sr-Cyrl-RS"/>
      </w:rPr>
      <w:t>т</w:t>
    </w:r>
    <w:r w:rsidRPr="007B631C">
      <w:rPr>
        <w:rFonts w:ascii="Arial" w:hAnsi="Arial" w:cs="Arial"/>
        <w:b/>
        <w:noProof/>
        <w:sz w:val="20"/>
        <w:lang w:val="sr-Cyrl-RS"/>
      </w:rPr>
      <w:t xml:space="preserve">ел.021/512-302, факс:021/518-600, </w:t>
    </w:r>
    <w:r w:rsidRPr="007B631C">
      <w:rPr>
        <w:rFonts w:ascii="Arial" w:hAnsi="Arial" w:cs="Arial"/>
        <w:b/>
        <w:noProof/>
        <w:sz w:val="20"/>
        <w:lang w:val="sr-Latn-RS"/>
      </w:rPr>
      <w:t>e-mail: office@jkpput.rs, web: www.jkpput.rs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CE2" w:rsidRDefault="00D67CE2" w:rsidP="00612BF5">
      <w:r>
        <w:separator/>
      </w:r>
    </w:p>
  </w:footnote>
  <w:footnote w:type="continuationSeparator" w:id="0">
    <w:p w:rsidR="00D67CE2" w:rsidRDefault="00D67CE2" w:rsidP="00612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713" w:type="dxa"/>
      <w:jc w:val="center"/>
      <w:tblBorders>
        <w:top w:val="none" w:sz="0" w:space="0" w:color="auto"/>
        <w:left w:val="none" w:sz="0" w:space="0" w:color="auto"/>
        <w:bottom w:val="single" w:sz="24" w:space="0" w:color="ED7D31" w:themeColor="accent2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76"/>
      <w:gridCol w:w="6429"/>
      <w:gridCol w:w="2208"/>
    </w:tblGrid>
    <w:tr w:rsidR="00A7245B" w:rsidTr="00441CAF">
      <w:trPr>
        <w:jc w:val="center"/>
      </w:trPr>
      <w:tc>
        <w:tcPr>
          <w:tcW w:w="2076" w:type="dxa"/>
        </w:tcPr>
        <w:p w:rsidR="00A7245B" w:rsidRDefault="00A7245B" w:rsidP="00A7245B">
          <w:r>
            <w:rPr>
              <w:noProof/>
            </w:rPr>
            <w:drawing>
              <wp:inline distT="0" distB="0" distL="0" distR="0" wp14:anchorId="232803D1" wp14:editId="51272850">
                <wp:extent cx="1181100" cy="1181100"/>
                <wp:effectExtent l="0" t="0" r="0" b="0"/>
                <wp:docPr id="40" name="Picture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qqq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1217" cy="11812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29" w:type="dxa"/>
        </w:tcPr>
        <w:p w:rsidR="00A7245B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>ЈАВНО КОМУНАЛНО ПРЕДУЗЕЋЕ „Пут“ Нови Сад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>21000 Нови Сад, Руменачка 150/а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Пиб:</w:t>
          </w: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100187770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Матични број:</w:t>
          </w: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08171963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Шифра делатности:</w:t>
          </w: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4211</w:t>
          </w:r>
        </w:p>
        <w:p w:rsidR="00A7245B" w:rsidRPr="00ED4650" w:rsidRDefault="00A7245B" w:rsidP="00A7245B">
          <w:pPr>
            <w:rPr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Текући рачун:</w:t>
          </w:r>
          <w:r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</w:t>
          </w:r>
          <w:r>
            <w:rPr>
              <w:rFonts w:ascii="Arial" w:hAnsi="Arial" w:cs="Arial"/>
              <w:sz w:val="20"/>
              <w:szCs w:val="20"/>
              <w:lang w:val="sr-Cyrl-RS"/>
            </w:rPr>
            <w:t>АЛТА</w:t>
          </w:r>
          <w:r w:rsidRPr="00F72ABF">
            <w:rPr>
              <w:rFonts w:ascii="Arial" w:hAnsi="Arial" w:cs="Arial"/>
              <w:sz w:val="20"/>
              <w:szCs w:val="20"/>
              <w:lang w:val="sr-Cyrl-RS"/>
            </w:rPr>
            <w:t xml:space="preserve"> БАНКА а.д. Београд </w:t>
          </w:r>
          <w:r>
            <w:rPr>
              <w:rFonts w:ascii="Arial" w:hAnsi="Arial" w:cs="Arial"/>
              <w:sz w:val="20"/>
              <w:szCs w:val="20"/>
              <w:lang w:val="sr-Cyrl-RS"/>
            </w:rPr>
            <w:t>190-0000000145450-40</w:t>
          </w:r>
        </w:p>
      </w:tc>
      <w:tc>
        <w:tcPr>
          <w:tcW w:w="2208" w:type="dxa"/>
        </w:tcPr>
        <w:p w:rsidR="00A7245B" w:rsidRDefault="00A7245B" w:rsidP="00A7245B">
          <w:r>
            <w:t xml:space="preserve">        </w:t>
          </w:r>
          <w:r>
            <w:rPr>
              <w:noProof/>
            </w:rPr>
            <w:drawing>
              <wp:inline distT="0" distB="0" distL="0" distR="0" wp14:anchorId="66427886" wp14:editId="1F16A95D">
                <wp:extent cx="752049" cy="800100"/>
                <wp:effectExtent l="0" t="0" r="0" b="0"/>
                <wp:docPr id="41" name="Picture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ertifika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6060" cy="9107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A65E7" w:rsidRDefault="002A65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8B" w:rsidRDefault="00D67CE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518628" o:spid="_x0000_s2052" type="#_x0000_t75" style="position:absolute;margin-left:0;margin-top:0;width:269.5pt;height:209.5pt;z-index:-251657728;mso-position-horizontal:center;mso-position-horizontal-relative:margin;mso-position-vertical:center;mso-position-vertical-relative:margin" o:allowincell="f">
          <v:imagedata r:id="rId1" o:title="CENTAR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92E7A"/>
    <w:multiLevelType w:val="hybridMultilevel"/>
    <w:tmpl w:val="104A50C8"/>
    <w:lvl w:ilvl="0" w:tplc="0C7894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0796C"/>
    <w:multiLevelType w:val="hybridMultilevel"/>
    <w:tmpl w:val="4F7A903C"/>
    <w:lvl w:ilvl="0" w:tplc="E320E71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D0B1F"/>
    <w:multiLevelType w:val="hybridMultilevel"/>
    <w:tmpl w:val="1CF6627A"/>
    <w:lvl w:ilvl="0" w:tplc="7D2A56A6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C042FA"/>
    <w:multiLevelType w:val="hybridMultilevel"/>
    <w:tmpl w:val="6D860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F4199"/>
    <w:multiLevelType w:val="hybridMultilevel"/>
    <w:tmpl w:val="2C10C022"/>
    <w:lvl w:ilvl="0" w:tplc="B6AA27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4434D"/>
    <w:multiLevelType w:val="hybridMultilevel"/>
    <w:tmpl w:val="48AC5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948A0"/>
    <w:multiLevelType w:val="hybridMultilevel"/>
    <w:tmpl w:val="1F9E3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C32FC9"/>
    <w:multiLevelType w:val="hybridMultilevel"/>
    <w:tmpl w:val="3F586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5639C"/>
    <w:multiLevelType w:val="hybridMultilevel"/>
    <w:tmpl w:val="59047DF4"/>
    <w:lvl w:ilvl="0" w:tplc="E634DF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610E60"/>
    <w:multiLevelType w:val="hybridMultilevel"/>
    <w:tmpl w:val="4B18570A"/>
    <w:lvl w:ilvl="0" w:tplc="EBFE28AA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11C344B"/>
    <w:multiLevelType w:val="hybridMultilevel"/>
    <w:tmpl w:val="2668B1B0"/>
    <w:lvl w:ilvl="0" w:tplc="779E58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5F7929"/>
    <w:multiLevelType w:val="hybridMultilevel"/>
    <w:tmpl w:val="61BE5508"/>
    <w:lvl w:ilvl="0" w:tplc="36E0BF8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025AC7"/>
    <w:multiLevelType w:val="hybridMultilevel"/>
    <w:tmpl w:val="7216457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C775F40"/>
    <w:multiLevelType w:val="hybridMultilevel"/>
    <w:tmpl w:val="BA5037E2"/>
    <w:lvl w:ilvl="0" w:tplc="F30CCB9C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926A2"/>
    <w:multiLevelType w:val="hybridMultilevel"/>
    <w:tmpl w:val="FD5E96D0"/>
    <w:lvl w:ilvl="0" w:tplc="E27AEC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0A1AD8"/>
    <w:multiLevelType w:val="hybridMultilevel"/>
    <w:tmpl w:val="B3D2ED0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10"/>
  </w:num>
  <w:num w:numId="8">
    <w:abstractNumId w:val="2"/>
  </w:num>
  <w:num w:numId="9">
    <w:abstractNumId w:val="9"/>
  </w:num>
  <w:num w:numId="10">
    <w:abstractNumId w:val="12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0"/>
  </w:num>
  <w:num w:numId="16">
    <w:abstractNumId w:val="0"/>
  </w:num>
  <w:num w:numId="17">
    <w:abstractNumId w:val="0"/>
  </w:num>
  <w:num w:numId="18">
    <w:abstractNumId w:val="13"/>
  </w:num>
  <w:num w:numId="19">
    <w:abstractNumId w:val="4"/>
  </w:num>
  <w:num w:numId="20">
    <w:abstractNumId w:val="11"/>
  </w:num>
  <w:num w:numId="21">
    <w:abstractNumId w:val="1"/>
  </w:num>
  <w:num w:numId="22">
    <w:abstractNumId w:val="14"/>
  </w:num>
  <w:num w:numId="23">
    <w:abstractNumId w:val="0"/>
  </w:num>
  <w:num w:numId="24">
    <w:abstractNumId w:val="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evenAndOddHeaders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98"/>
    <w:rsid w:val="00000CDB"/>
    <w:rsid w:val="00001045"/>
    <w:rsid w:val="0000166E"/>
    <w:rsid w:val="00001AF0"/>
    <w:rsid w:val="00002A20"/>
    <w:rsid w:val="00003141"/>
    <w:rsid w:val="0000320C"/>
    <w:rsid w:val="00003D6E"/>
    <w:rsid w:val="00003F1B"/>
    <w:rsid w:val="0000437C"/>
    <w:rsid w:val="00004985"/>
    <w:rsid w:val="000049E7"/>
    <w:rsid w:val="00004AC2"/>
    <w:rsid w:val="00005435"/>
    <w:rsid w:val="0000611F"/>
    <w:rsid w:val="00006272"/>
    <w:rsid w:val="00007992"/>
    <w:rsid w:val="00010204"/>
    <w:rsid w:val="0001029D"/>
    <w:rsid w:val="00010E37"/>
    <w:rsid w:val="00011533"/>
    <w:rsid w:val="00011C29"/>
    <w:rsid w:val="00011E8F"/>
    <w:rsid w:val="00012A81"/>
    <w:rsid w:val="00014357"/>
    <w:rsid w:val="00015159"/>
    <w:rsid w:val="00015559"/>
    <w:rsid w:val="00015941"/>
    <w:rsid w:val="00015B93"/>
    <w:rsid w:val="00016250"/>
    <w:rsid w:val="00016272"/>
    <w:rsid w:val="00016434"/>
    <w:rsid w:val="000168D2"/>
    <w:rsid w:val="000172F8"/>
    <w:rsid w:val="00017382"/>
    <w:rsid w:val="00017459"/>
    <w:rsid w:val="00017C99"/>
    <w:rsid w:val="00020886"/>
    <w:rsid w:val="00021488"/>
    <w:rsid w:val="000214B0"/>
    <w:rsid w:val="00021E97"/>
    <w:rsid w:val="0002279E"/>
    <w:rsid w:val="000228E7"/>
    <w:rsid w:val="00023180"/>
    <w:rsid w:val="00023999"/>
    <w:rsid w:val="00024AAF"/>
    <w:rsid w:val="00024BB5"/>
    <w:rsid w:val="00024C1C"/>
    <w:rsid w:val="00024E56"/>
    <w:rsid w:val="00024EBE"/>
    <w:rsid w:val="00025253"/>
    <w:rsid w:val="00026248"/>
    <w:rsid w:val="00026AE0"/>
    <w:rsid w:val="00027E6D"/>
    <w:rsid w:val="00027F10"/>
    <w:rsid w:val="000305CD"/>
    <w:rsid w:val="00030660"/>
    <w:rsid w:val="00030AF5"/>
    <w:rsid w:val="00030F51"/>
    <w:rsid w:val="00031818"/>
    <w:rsid w:val="0003193E"/>
    <w:rsid w:val="000319EA"/>
    <w:rsid w:val="00033002"/>
    <w:rsid w:val="0003338C"/>
    <w:rsid w:val="00033864"/>
    <w:rsid w:val="00033A17"/>
    <w:rsid w:val="00033DEB"/>
    <w:rsid w:val="00033F80"/>
    <w:rsid w:val="00033FD2"/>
    <w:rsid w:val="00034AF3"/>
    <w:rsid w:val="00036032"/>
    <w:rsid w:val="0003633A"/>
    <w:rsid w:val="000364B9"/>
    <w:rsid w:val="00037488"/>
    <w:rsid w:val="000374A6"/>
    <w:rsid w:val="000374DA"/>
    <w:rsid w:val="000376F4"/>
    <w:rsid w:val="00037783"/>
    <w:rsid w:val="0004112A"/>
    <w:rsid w:val="000418D2"/>
    <w:rsid w:val="00041AAC"/>
    <w:rsid w:val="00042894"/>
    <w:rsid w:val="00042FBC"/>
    <w:rsid w:val="000436C1"/>
    <w:rsid w:val="00043E01"/>
    <w:rsid w:val="0004589A"/>
    <w:rsid w:val="00045932"/>
    <w:rsid w:val="00045E44"/>
    <w:rsid w:val="000460FA"/>
    <w:rsid w:val="0004690D"/>
    <w:rsid w:val="00046B98"/>
    <w:rsid w:val="00047202"/>
    <w:rsid w:val="00047310"/>
    <w:rsid w:val="00047796"/>
    <w:rsid w:val="0004785E"/>
    <w:rsid w:val="00047A4D"/>
    <w:rsid w:val="00047B22"/>
    <w:rsid w:val="00047FFD"/>
    <w:rsid w:val="00050738"/>
    <w:rsid w:val="00051222"/>
    <w:rsid w:val="000518BA"/>
    <w:rsid w:val="00053627"/>
    <w:rsid w:val="00053849"/>
    <w:rsid w:val="0005408C"/>
    <w:rsid w:val="00054F02"/>
    <w:rsid w:val="0005630F"/>
    <w:rsid w:val="00056770"/>
    <w:rsid w:val="00056859"/>
    <w:rsid w:val="00057004"/>
    <w:rsid w:val="00057F1F"/>
    <w:rsid w:val="00060635"/>
    <w:rsid w:val="00060DF7"/>
    <w:rsid w:val="00061A7F"/>
    <w:rsid w:val="0006273E"/>
    <w:rsid w:val="0006316B"/>
    <w:rsid w:val="0006327D"/>
    <w:rsid w:val="000634CA"/>
    <w:rsid w:val="000636D4"/>
    <w:rsid w:val="00063FB0"/>
    <w:rsid w:val="00063FCC"/>
    <w:rsid w:val="00064580"/>
    <w:rsid w:val="00064752"/>
    <w:rsid w:val="000658F0"/>
    <w:rsid w:val="00066184"/>
    <w:rsid w:val="00070D1E"/>
    <w:rsid w:val="000713C9"/>
    <w:rsid w:val="00071EA5"/>
    <w:rsid w:val="00072475"/>
    <w:rsid w:val="000724E3"/>
    <w:rsid w:val="00072E26"/>
    <w:rsid w:val="00073131"/>
    <w:rsid w:val="00073677"/>
    <w:rsid w:val="000739A6"/>
    <w:rsid w:val="00073A1B"/>
    <w:rsid w:val="00074874"/>
    <w:rsid w:val="00074942"/>
    <w:rsid w:val="00074FF9"/>
    <w:rsid w:val="00075B69"/>
    <w:rsid w:val="00075C06"/>
    <w:rsid w:val="00076CC0"/>
    <w:rsid w:val="00076FBB"/>
    <w:rsid w:val="00077227"/>
    <w:rsid w:val="000778E0"/>
    <w:rsid w:val="00077DC9"/>
    <w:rsid w:val="00080603"/>
    <w:rsid w:val="0008096A"/>
    <w:rsid w:val="00080D30"/>
    <w:rsid w:val="00080E5C"/>
    <w:rsid w:val="00081154"/>
    <w:rsid w:val="000823C3"/>
    <w:rsid w:val="0008259F"/>
    <w:rsid w:val="000826AA"/>
    <w:rsid w:val="00082A54"/>
    <w:rsid w:val="00082AA1"/>
    <w:rsid w:val="000838CC"/>
    <w:rsid w:val="00084042"/>
    <w:rsid w:val="00084206"/>
    <w:rsid w:val="00084228"/>
    <w:rsid w:val="00084301"/>
    <w:rsid w:val="0008485C"/>
    <w:rsid w:val="00084CC3"/>
    <w:rsid w:val="00085003"/>
    <w:rsid w:val="00085072"/>
    <w:rsid w:val="0008525D"/>
    <w:rsid w:val="00085FA8"/>
    <w:rsid w:val="000860E9"/>
    <w:rsid w:val="00086969"/>
    <w:rsid w:val="0009000D"/>
    <w:rsid w:val="000907ED"/>
    <w:rsid w:val="00091410"/>
    <w:rsid w:val="00091BC7"/>
    <w:rsid w:val="00091DD6"/>
    <w:rsid w:val="00092358"/>
    <w:rsid w:val="000938F6"/>
    <w:rsid w:val="00093AF9"/>
    <w:rsid w:val="00094025"/>
    <w:rsid w:val="0009503E"/>
    <w:rsid w:val="00095132"/>
    <w:rsid w:val="00095229"/>
    <w:rsid w:val="00095538"/>
    <w:rsid w:val="00095C7A"/>
    <w:rsid w:val="00096174"/>
    <w:rsid w:val="0009629A"/>
    <w:rsid w:val="00097019"/>
    <w:rsid w:val="000978E1"/>
    <w:rsid w:val="000A0FE6"/>
    <w:rsid w:val="000A1945"/>
    <w:rsid w:val="000A1D99"/>
    <w:rsid w:val="000A1DC7"/>
    <w:rsid w:val="000A1EB4"/>
    <w:rsid w:val="000A3B09"/>
    <w:rsid w:val="000A3C7B"/>
    <w:rsid w:val="000A3D0E"/>
    <w:rsid w:val="000A50A6"/>
    <w:rsid w:val="000A546F"/>
    <w:rsid w:val="000A5A6C"/>
    <w:rsid w:val="000A5DEC"/>
    <w:rsid w:val="000A5F7E"/>
    <w:rsid w:val="000A6416"/>
    <w:rsid w:val="000A6621"/>
    <w:rsid w:val="000A708C"/>
    <w:rsid w:val="000A7147"/>
    <w:rsid w:val="000A7AD2"/>
    <w:rsid w:val="000A7CA1"/>
    <w:rsid w:val="000B00B4"/>
    <w:rsid w:val="000B0181"/>
    <w:rsid w:val="000B04D9"/>
    <w:rsid w:val="000B084C"/>
    <w:rsid w:val="000B0E2F"/>
    <w:rsid w:val="000B11D5"/>
    <w:rsid w:val="000B206A"/>
    <w:rsid w:val="000B25FA"/>
    <w:rsid w:val="000B2F48"/>
    <w:rsid w:val="000B4841"/>
    <w:rsid w:val="000B484A"/>
    <w:rsid w:val="000B6231"/>
    <w:rsid w:val="000B7511"/>
    <w:rsid w:val="000B7C9B"/>
    <w:rsid w:val="000C0347"/>
    <w:rsid w:val="000C0969"/>
    <w:rsid w:val="000C0B2F"/>
    <w:rsid w:val="000C23B6"/>
    <w:rsid w:val="000C2F7F"/>
    <w:rsid w:val="000C33BD"/>
    <w:rsid w:val="000C4CFD"/>
    <w:rsid w:val="000C4E54"/>
    <w:rsid w:val="000C576A"/>
    <w:rsid w:val="000C5E44"/>
    <w:rsid w:val="000C611B"/>
    <w:rsid w:val="000C6D5C"/>
    <w:rsid w:val="000C6E19"/>
    <w:rsid w:val="000C731E"/>
    <w:rsid w:val="000C79A1"/>
    <w:rsid w:val="000C7AA3"/>
    <w:rsid w:val="000D08B4"/>
    <w:rsid w:val="000D09D7"/>
    <w:rsid w:val="000D148F"/>
    <w:rsid w:val="000D2AF8"/>
    <w:rsid w:val="000D2C70"/>
    <w:rsid w:val="000D327F"/>
    <w:rsid w:val="000D3B1A"/>
    <w:rsid w:val="000D46FD"/>
    <w:rsid w:val="000D4A70"/>
    <w:rsid w:val="000D51B4"/>
    <w:rsid w:val="000D6536"/>
    <w:rsid w:val="000D6A41"/>
    <w:rsid w:val="000D6E29"/>
    <w:rsid w:val="000D7417"/>
    <w:rsid w:val="000E076C"/>
    <w:rsid w:val="000E0CDE"/>
    <w:rsid w:val="000E3344"/>
    <w:rsid w:val="000E398D"/>
    <w:rsid w:val="000E39A5"/>
    <w:rsid w:val="000E4AED"/>
    <w:rsid w:val="000E4B43"/>
    <w:rsid w:val="000E4BA3"/>
    <w:rsid w:val="000E52C4"/>
    <w:rsid w:val="000E5C97"/>
    <w:rsid w:val="000E6688"/>
    <w:rsid w:val="000E6914"/>
    <w:rsid w:val="000E6AD1"/>
    <w:rsid w:val="000E78A0"/>
    <w:rsid w:val="000F134A"/>
    <w:rsid w:val="000F2324"/>
    <w:rsid w:val="000F2F75"/>
    <w:rsid w:val="000F3D8A"/>
    <w:rsid w:val="000F3FE9"/>
    <w:rsid w:val="000F4427"/>
    <w:rsid w:val="000F475B"/>
    <w:rsid w:val="000F49A1"/>
    <w:rsid w:val="000F52D2"/>
    <w:rsid w:val="000F53CB"/>
    <w:rsid w:val="000F556E"/>
    <w:rsid w:val="000F5973"/>
    <w:rsid w:val="000F5ACE"/>
    <w:rsid w:val="000F6263"/>
    <w:rsid w:val="000F69F7"/>
    <w:rsid w:val="000F71CA"/>
    <w:rsid w:val="000F7368"/>
    <w:rsid w:val="000F769E"/>
    <w:rsid w:val="000F76BA"/>
    <w:rsid w:val="000F7E7B"/>
    <w:rsid w:val="00100E70"/>
    <w:rsid w:val="00101621"/>
    <w:rsid w:val="00101BE9"/>
    <w:rsid w:val="0010213E"/>
    <w:rsid w:val="001021D4"/>
    <w:rsid w:val="001025DD"/>
    <w:rsid w:val="00102706"/>
    <w:rsid w:val="0010422C"/>
    <w:rsid w:val="001042FD"/>
    <w:rsid w:val="001046BD"/>
    <w:rsid w:val="00105D1E"/>
    <w:rsid w:val="0010623E"/>
    <w:rsid w:val="001072FC"/>
    <w:rsid w:val="00107529"/>
    <w:rsid w:val="00107595"/>
    <w:rsid w:val="001075B4"/>
    <w:rsid w:val="00107CFF"/>
    <w:rsid w:val="00110F50"/>
    <w:rsid w:val="00111380"/>
    <w:rsid w:val="00111DA9"/>
    <w:rsid w:val="00111E4B"/>
    <w:rsid w:val="001121FD"/>
    <w:rsid w:val="00112FC5"/>
    <w:rsid w:val="0011300E"/>
    <w:rsid w:val="001132D1"/>
    <w:rsid w:val="0011422D"/>
    <w:rsid w:val="0011441A"/>
    <w:rsid w:val="0011441E"/>
    <w:rsid w:val="00114A86"/>
    <w:rsid w:val="00114B82"/>
    <w:rsid w:val="00114EC0"/>
    <w:rsid w:val="001152B0"/>
    <w:rsid w:val="00115949"/>
    <w:rsid w:val="001163E2"/>
    <w:rsid w:val="0011669F"/>
    <w:rsid w:val="00116FCB"/>
    <w:rsid w:val="001170BB"/>
    <w:rsid w:val="0011759C"/>
    <w:rsid w:val="001175F0"/>
    <w:rsid w:val="001179EE"/>
    <w:rsid w:val="00117A5D"/>
    <w:rsid w:val="00117DE4"/>
    <w:rsid w:val="00120772"/>
    <w:rsid w:val="001207DB"/>
    <w:rsid w:val="00121B43"/>
    <w:rsid w:val="00122523"/>
    <w:rsid w:val="00122F58"/>
    <w:rsid w:val="00122FD0"/>
    <w:rsid w:val="00123572"/>
    <w:rsid w:val="001236CD"/>
    <w:rsid w:val="0012374B"/>
    <w:rsid w:val="00123899"/>
    <w:rsid w:val="00124046"/>
    <w:rsid w:val="001243F2"/>
    <w:rsid w:val="001246A9"/>
    <w:rsid w:val="00124AD4"/>
    <w:rsid w:val="001254E8"/>
    <w:rsid w:val="001265D7"/>
    <w:rsid w:val="0012679A"/>
    <w:rsid w:val="00127403"/>
    <w:rsid w:val="0012797F"/>
    <w:rsid w:val="00127E54"/>
    <w:rsid w:val="00130081"/>
    <w:rsid w:val="001306E4"/>
    <w:rsid w:val="001311A9"/>
    <w:rsid w:val="00131786"/>
    <w:rsid w:val="00131B8E"/>
    <w:rsid w:val="00131D90"/>
    <w:rsid w:val="00131EA5"/>
    <w:rsid w:val="0013323C"/>
    <w:rsid w:val="00133317"/>
    <w:rsid w:val="001336CC"/>
    <w:rsid w:val="00133C73"/>
    <w:rsid w:val="00133CAF"/>
    <w:rsid w:val="00133CF6"/>
    <w:rsid w:val="00134210"/>
    <w:rsid w:val="00134921"/>
    <w:rsid w:val="00134BE6"/>
    <w:rsid w:val="00134E8F"/>
    <w:rsid w:val="0013540E"/>
    <w:rsid w:val="00135936"/>
    <w:rsid w:val="001364A1"/>
    <w:rsid w:val="001368DB"/>
    <w:rsid w:val="00136A9F"/>
    <w:rsid w:val="0013708F"/>
    <w:rsid w:val="00137888"/>
    <w:rsid w:val="00141034"/>
    <w:rsid w:val="00141244"/>
    <w:rsid w:val="00141CA5"/>
    <w:rsid w:val="00141EE2"/>
    <w:rsid w:val="00141FA6"/>
    <w:rsid w:val="0014235D"/>
    <w:rsid w:val="001425BC"/>
    <w:rsid w:val="001426BE"/>
    <w:rsid w:val="00142C3F"/>
    <w:rsid w:val="00142F6E"/>
    <w:rsid w:val="00142FD1"/>
    <w:rsid w:val="00143353"/>
    <w:rsid w:val="00143792"/>
    <w:rsid w:val="00143C91"/>
    <w:rsid w:val="00143ECC"/>
    <w:rsid w:val="001440D4"/>
    <w:rsid w:val="00144E32"/>
    <w:rsid w:val="00145320"/>
    <w:rsid w:val="001469A2"/>
    <w:rsid w:val="00146EC9"/>
    <w:rsid w:val="001472F9"/>
    <w:rsid w:val="00147336"/>
    <w:rsid w:val="00147685"/>
    <w:rsid w:val="001477D6"/>
    <w:rsid w:val="00147CD4"/>
    <w:rsid w:val="00150171"/>
    <w:rsid w:val="0015157E"/>
    <w:rsid w:val="00151E83"/>
    <w:rsid w:val="00152518"/>
    <w:rsid w:val="00152755"/>
    <w:rsid w:val="00153237"/>
    <w:rsid w:val="001535D2"/>
    <w:rsid w:val="00154629"/>
    <w:rsid w:val="00154E24"/>
    <w:rsid w:val="00155403"/>
    <w:rsid w:val="00155644"/>
    <w:rsid w:val="00155CC2"/>
    <w:rsid w:val="00155EFD"/>
    <w:rsid w:val="00156224"/>
    <w:rsid w:val="001565BD"/>
    <w:rsid w:val="00156AE8"/>
    <w:rsid w:val="0015707B"/>
    <w:rsid w:val="001572E1"/>
    <w:rsid w:val="00157305"/>
    <w:rsid w:val="00157367"/>
    <w:rsid w:val="00157666"/>
    <w:rsid w:val="00157E78"/>
    <w:rsid w:val="00157EFF"/>
    <w:rsid w:val="001601F1"/>
    <w:rsid w:val="001604EA"/>
    <w:rsid w:val="001608EB"/>
    <w:rsid w:val="00162E76"/>
    <w:rsid w:val="0016382C"/>
    <w:rsid w:val="001638B6"/>
    <w:rsid w:val="00163BA8"/>
    <w:rsid w:val="00163E45"/>
    <w:rsid w:val="00164235"/>
    <w:rsid w:val="00164959"/>
    <w:rsid w:val="001651C6"/>
    <w:rsid w:val="001654CA"/>
    <w:rsid w:val="00165C7A"/>
    <w:rsid w:val="00166E19"/>
    <w:rsid w:val="001670B8"/>
    <w:rsid w:val="00167267"/>
    <w:rsid w:val="00167376"/>
    <w:rsid w:val="00167D97"/>
    <w:rsid w:val="00167DF2"/>
    <w:rsid w:val="001704B5"/>
    <w:rsid w:val="00172422"/>
    <w:rsid w:val="00172C7C"/>
    <w:rsid w:val="00173B1C"/>
    <w:rsid w:val="00173DD0"/>
    <w:rsid w:val="001742B5"/>
    <w:rsid w:val="00174B15"/>
    <w:rsid w:val="00175032"/>
    <w:rsid w:val="001751BB"/>
    <w:rsid w:val="00175818"/>
    <w:rsid w:val="00175D9D"/>
    <w:rsid w:val="00177059"/>
    <w:rsid w:val="00177706"/>
    <w:rsid w:val="00180206"/>
    <w:rsid w:val="00180208"/>
    <w:rsid w:val="001804D2"/>
    <w:rsid w:val="00180905"/>
    <w:rsid w:val="00180DD2"/>
    <w:rsid w:val="00181ABA"/>
    <w:rsid w:val="001821D6"/>
    <w:rsid w:val="00183A21"/>
    <w:rsid w:val="00183DAD"/>
    <w:rsid w:val="00184EDF"/>
    <w:rsid w:val="00185418"/>
    <w:rsid w:val="0018560C"/>
    <w:rsid w:val="00185B94"/>
    <w:rsid w:val="00186953"/>
    <w:rsid w:val="0018754B"/>
    <w:rsid w:val="00187647"/>
    <w:rsid w:val="001878BD"/>
    <w:rsid w:val="001878DF"/>
    <w:rsid w:val="00187C35"/>
    <w:rsid w:val="0019130C"/>
    <w:rsid w:val="00191808"/>
    <w:rsid w:val="00191B0F"/>
    <w:rsid w:val="0019263E"/>
    <w:rsid w:val="001933C7"/>
    <w:rsid w:val="0019356C"/>
    <w:rsid w:val="00194832"/>
    <w:rsid w:val="00194AE4"/>
    <w:rsid w:val="00194D37"/>
    <w:rsid w:val="00195192"/>
    <w:rsid w:val="001954E8"/>
    <w:rsid w:val="0019553E"/>
    <w:rsid w:val="001956DC"/>
    <w:rsid w:val="00196873"/>
    <w:rsid w:val="001970A5"/>
    <w:rsid w:val="00197441"/>
    <w:rsid w:val="00197E91"/>
    <w:rsid w:val="00197FBD"/>
    <w:rsid w:val="001A0709"/>
    <w:rsid w:val="001A0D08"/>
    <w:rsid w:val="001A13D6"/>
    <w:rsid w:val="001A332E"/>
    <w:rsid w:val="001A33C5"/>
    <w:rsid w:val="001A3FCB"/>
    <w:rsid w:val="001A47CC"/>
    <w:rsid w:val="001A55A4"/>
    <w:rsid w:val="001A5A83"/>
    <w:rsid w:val="001A611F"/>
    <w:rsid w:val="001A6C8B"/>
    <w:rsid w:val="001A713F"/>
    <w:rsid w:val="001A763D"/>
    <w:rsid w:val="001A77D5"/>
    <w:rsid w:val="001A7B03"/>
    <w:rsid w:val="001A7DB1"/>
    <w:rsid w:val="001B01F2"/>
    <w:rsid w:val="001B05A6"/>
    <w:rsid w:val="001B0732"/>
    <w:rsid w:val="001B10AD"/>
    <w:rsid w:val="001B1359"/>
    <w:rsid w:val="001B1561"/>
    <w:rsid w:val="001B21E0"/>
    <w:rsid w:val="001B22F2"/>
    <w:rsid w:val="001B2357"/>
    <w:rsid w:val="001B27B0"/>
    <w:rsid w:val="001B2BF5"/>
    <w:rsid w:val="001B2DB8"/>
    <w:rsid w:val="001B378C"/>
    <w:rsid w:val="001B3C5B"/>
    <w:rsid w:val="001B497A"/>
    <w:rsid w:val="001B4CD4"/>
    <w:rsid w:val="001B51B0"/>
    <w:rsid w:val="001B52D1"/>
    <w:rsid w:val="001B5666"/>
    <w:rsid w:val="001B59B7"/>
    <w:rsid w:val="001B5CE6"/>
    <w:rsid w:val="001B6413"/>
    <w:rsid w:val="001B69F5"/>
    <w:rsid w:val="001B7B4A"/>
    <w:rsid w:val="001C0011"/>
    <w:rsid w:val="001C063D"/>
    <w:rsid w:val="001C06B8"/>
    <w:rsid w:val="001C1A2A"/>
    <w:rsid w:val="001C1B92"/>
    <w:rsid w:val="001C1DB7"/>
    <w:rsid w:val="001C22F5"/>
    <w:rsid w:val="001C24F7"/>
    <w:rsid w:val="001C2B8A"/>
    <w:rsid w:val="001C34E5"/>
    <w:rsid w:val="001C3ADD"/>
    <w:rsid w:val="001C3E1E"/>
    <w:rsid w:val="001C44D2"/>
    <w:rsid w:val="001C4F89"/>
    <w:rsid w:val="001C5ED6"/>
    <w:rsid w:val="001C696F"/>
    <w:rsid w:val="001C6D35"/>
    <w:rsid w:val="001C7CD0"/>
    <w:rsid w:val="001C7DA3"/>
    <w:rsid w:val="001D0396"/>
    <w:rsid w:val="001D03F0"/>
    <w:rsid w:val="001D0643"/>
    <w:rsid w:val="001D26BD"/>
    <w:rsid w:val="001D29A5"/>
    <w:rsid w:val="001D2FC3"/>
    <w:rsid w:val="001D32E9"/>
    <w:rsid w:val="001D41D2"/>
    <w:rsid w:val="001D5186"/>
    <w:rsid w:val="001D54E8"/>
    <w:rsid w:val="001D564C"/>
    <w:rsid w:val="001D5B26"/>
    <w:rsid w:val="001D5D23"/>
    <w:rsid w:val="001E227E"/>
    <w:rsid w:val="001E23B0"/>
    <w:rsid w:val="001E250B"/>
    <w:rsid w:val="001E2C5A"/>
    <w:rsid w:val="001E2CCF"/>
    <w:rsid w:val="001E3504"/>
    <w:rsid w:val="001E35B0"/>
    <w:rsid w:val="001E37AC"/>
    <w:rsid w:val="001E37E8"/>
    <w:rsid w:val="001E3B8E"/>
    <w:rsid w:val="001E4EF4"/>
    <w:rsid w:val="001E5610"/>
    <w:rsid w:val="001E5709"/>
    <w:rsid w:val="001E67DD"/>
    <w:rsid w:val="001E73A9"/>
    <w:rsid w:val="001E7608"/>
    <w:rsid w:val="001E7BB5"/>
    <w:rsid w:val="001F05AF"/>
    <w:rsid w:val="001F0D16"/>
    <w:rsid w:val="001F0FA3"/>
    <w:rsid w:val="001F28C5"/>
    <w:rsid w:val="001F2B81"/>
    <w:rsid w:val="001F2BF0"/>
    <w:rsid w:val="001F3057"/>
    <w:rsid w:val="001F389D"/>
    <w:rsid w:val="001F481F"/>
    <w:rsid w:val="001F4F3C"/>
    <w:rsid w:val="001F5291"/>
    <w:rsid w:val="001F543D"/>
    <w:rsid w:val="001F55CF"/>
    <w:rsid w:val="001F5932"/>
    <w:rsid w:val="001F595F"/>
    <w:rsid w:val="001F5DDD"/>
    <w:rsid w:val="001F5FD9"/>
    <w:rsid w:val="001F6056"/>
    <w:rsid w:val="001F64EF"/>
    <w:rsid w:val="001F705A"/>
    <w:rsid w:val="001F765B"/>
    <w:rsid w:val="001F7B8D"/>
    <w:rsid w:val="0020024A"/>
    <w:rsid w:val="002011B5"/>
    <w:rsid w:val="002012D2"/>
    <w:rsid w:val="002015D6"/>
    <w:rsid w:val="00201A2E"/>
    <w:rsid w:val="002029F1"/>
    <w:rsid w:val="0020350D"/>
    <w:rsid w:val="00203965"/>
    <w:rsid w:val="00204521"/>
    <w:rsid w:val="00204547"/>
    <w:rsid w:val="00204DEA"/>
    <w:rsid w:val="002053B9"/>
    <w:rsid w:val="00205BC0"/>
    <w:rsid w:val="0020626A"/>
    <w:rsid w:val="002063B7"/>
    <w:rsid w:val="00206842"/>
    <w:rsid w:val="00206FB6"/>
    <w:rsid w:val="0020772E"/>
    <w:rsid w:val="0020794E"/>
    <w:rsid w:val="00207EE1"/>
    <w:rsid w:val="002102AA"/>
    <w:rsid w:val="00210E9C"/>
    <w:rsid w:val="00211417"/>
    <w:rsid w:val="002119EB"/>
    <w:rsid w:val="00211E4C"/>
    <w:rsid w:val="002120A5"/>
    <w:rsid w:val="00212F6E"/>
    <w:rsid w:val="00213C7F"/>
    <w:rsid w:val="00213D63"/>
    <w:rsid w:val="002143A6"/>
    <w:rsid w:val="002145EC"/>
    <w:rsid w:val="00215B3B"/>
    <w:rsid w:val="00216E60"/>
    <w:rsid w:val="00216FF8"/>
    <w:rsid w:val="00220AE4"/>
    <w:rsid w:val="002212DF"/>
    <w:rsid w:val="00221544"/>
    <w:rsid w:val="00221794"/>
    <w:rsid w:val="002224CE"/>
    <w:rsid w:val="002229CE"/>
    <w:rsid w:val="0022350A"/>
    <w:rsid w:val="00223A1F"/>
    <w:rsid w:val="0022486A"/>
    <w:rsid w:val="00224870"/>
    <w:rsid w:val="00224F55"/>
    <w:rsid w:val="00224F65"/>
    <w:rsid w:val="0022503D"/>
    <w:rsid w:val="00226369"/>
    <w:rsid w:val="00226CB0"/>
    <w:rsid w:val="00226F6B"/>
    <w:rsid w:val="00226FE9"/>
    <w:rsid w:val="0023070A"/>
    <w:rsid w:val="00230B74"/>
    <w:rsid w:val="00231D2E"/>
    <w:rsid w:val="00231E79"/>
    <w:rsid w:val="002327ED"/>
    <w:rsid w:val="00232A8E"/>
    <w:rsid w:val="00233057"/>
    <w:rsid w:val="00233A10"/>
    <w:rsid w:val="00233EC4"/>
    <w:rsid w:val="00233EC7"/>
    <w:rsid w:val="002349A3"/>
    <w:rsid w:val="00234AF7"/>
    <w:rsid w:val="002350BA"/>
    <w:rsid w:val="00235D35"/>
    <w:rsid w:val="00235EEF"/>
    <w:rsid w:val="002364E0"/>
    <w:rsid w:val="00237D6C"/>
    <w:rsid w:val="002405D5"/>
    <w:rsid w:val="00240B88"/>
    <w:rsid w:val="00241229"/>
    <w:rsid w:val="00241316"/>
    <w:rsid w:val="00241CB4"/>
    <w:rsid w:val="00242C7C"/>
    <w:rsid w:val="00242F4C"/>
    <w:rsid w:val="00243CD8"/>
    <w:rsid w:val="00246077"/>
    <w:rsid w:val="00247866"/>
    <w:rsid w:val="00247AA4"/>
    <w:rsid w:val="00247B2D"/>
    <w:rsid w:val="002507B1"/>
    <w:rsid w:val="00250E9B"/>
    <w:rsid w:val="00251B01"/>
    <w:rsid w:val="0025240D"/>
    <w:rsid w:val="00252449"/>
    <w:rsid w:val="0025334E"/>
    <w:rsid w:val="0025462E"/>
    <w:rsid w:val="00254766"/>
    <w:rsid w:val="002548A6"/>
    <w:rsid w:val="00254AA9"/>
    <w:rsid w:val="00254EED"/>
    <w:rsid w:val="00254F9F"/>
    <w:rsid w:val="00255234"/>
    <w:rsid w:val="00255787"/>
    <w:rsid w:val="002569B7"/>
    <w:rsid w:val="00257625"/>
    <w:rsid w:val="0025784D"/>
    <w:rsid w:val="00260D85"/>
    <w:rsid w:val="00260DC0"/>
    <w:rsid w:val="0026179B"/>
    <w:rsid w:val="00262E5F"/>
    <w:rsid w:val="0026347F"/>
    <w:rsid w:val="0026396D"/>
    <w:rsid w:val="00263BCC"/>
    <w:rsid w:val="00264094"/>
    <w:rsid w:val="0026411E"/>
    <w:rsid w:val="00264333"/>
    <w:rsid w:val="00264718"/>
    <w:rsid w:val="00264A1C"/>
    <w:rsid w:val="00264A62"/>
    <w:rsid w:val="002653BD"/>
    <w:rsid w:val="0026558E"/>
    <w:rsid w:val="00265654"/>
    <w:rsid w:val="00265D99"/>
    <w:rsid w:val="0026651F"/>
    <w:rsid w:val="00266647"/>
    <w:rsid w:val="0026693C"/>
    <w:rsid w:val="00266AF8"/>
    <w:rsid w:val="00266F08"/>
    <w:rsid w:val="002671AA"/>
    <w:rsid w:val="00267755"/>
    <w:rsid w:val="002677EE"/>
    <w:rsid w:val="00270498"/>
    <w:rsid w:val="00271889"/>
    <w:rsid w:val="00271C68"/>
    <w:rsid w:val="00271EB1"/>
    <w:rsid w:val="002721DB"/>
    <w:rsid w:val="002728A2"/>
    <w:rsid w:val="00272CF5"/>
    <w:rsid w:val="00273906"/>
    <w:rsid w:val="00273D47"/>
    <w:rsid w:val="0027426C"/>
    <w:rsid w:val="002751AA"/>
    <w:rsid w:val="00275807"/>
    <w:rsid w:val="00276152"/>
    <w:rsid w:val="002762B0"/>
    <w:rsid w:val="0027641C"/>
    <w:rsid w:val="00276490"/>
    <w:rsid w:val="0027659A"/>
    <w:rsid w:val="00277653"/>
    <w:rsid w:val="002776F0"/>
    <w:rsid w:val="002802E7"/>
    <w:rsid w:val="002803D7"/>
    <w:rsid w:val="00280890"/>
    <w:rsid w:val="002810A9"/>
    <w:rsid w:val="00281214"/>
    <w:rsid w:val="00281621"/>
    <w:rsid w:val="0028183D"/>
    <w:rsid w:val="00281C96"/>
    <w:rsid w:val="002823D4"/>
    <w:rsid w:val="00283210"/>
    <w:rsid w:val="002835A1"/>
    <w:rsid w:val="00283753"/>
    <w:rsid w:val="00283D78"/>
    <w:rsid w:val="0028401F"/>
    <w:rsid w:val="002846FA"/>
    <w:rsid w:val="0028480C"/>
    <w:rsid w:val="00284AE3"/>
    <w:rsid w:val="00284C85"/>
    <w:rsid w:val="0028518A"/>
    <w:rsid w:val="002852CA"/>
    <w:rsid w:val="0028604D"/>
    <w:rsid w:val="0028652E"/>
    <w:rsid w:val="00286623"/>
    <w:rsid w:val="00286CEA"/>
    <w:rsid w:val="00287FE7"/>
    <w:rsid w:val="00290804"/>
    <w:rsid w:val="00290C0D"/>
    <w:rsid w:val="002920E8"/>
    <w:rsid w:val="00293FE7"/>
    <w:rsid w:val="0029402A"/>
    <w:rsid w:val="002940A3"/>
    <w:rsid w:val="00294891"/>
    <w:rsid w:val="0029578F"/>
    <w:rsid w:val="00295B94"/>
    <w:rsid w:val="00296490"/>
    <w:rsid w:val="00296696"/>
    <w:rsid w:val="00296A5C"/>
    <w:rsid w:val="00297B37"/>
    <w:rsid w:val="00297F27"/>
    <w:rsid w:val="002A06BA"/>
    <w:rsid w:val="002A075B"/>
    <w:rsid w:val="002A0891"/>
    <w:rsid w:val="002A0E9F"/>
    <w:rsid w:val="002A107D"/>
    <w:rsid w:val="002A1495"/>
    <w:rsid w:val="002A1D7E"/>
    <w:rsid w:val="002A1FC2"/>
    <w:rsid w:val="002A207A"/>
    <w:rsid w:val="002A2789"/>
    <w:rsid w:val="002A2A63"/>
    <w:rsid w:val="002A304B"/>
    <w:rsid w:val="002A3854"/>
    <w:rsid w:val="002A3898"/>
    <w:rsid w:val="002A3AF4"/>
    <w:rsid w:val="002A4574"/>
    <w:rsid w:val="002A4832"/>
    <w:rsid w:val="002A51B7"/>
    <w:rsid w:val="002A5605"/>
    <w:rsid w:val="002A5B48"/>
    <w:rsid w:val="002A5D9D"/>
    <w:rsid w:val="002A6092"/>
    <w:rsid w:val="002A65E7"/>
    <w:rsid w:val="002A65FC"/>
    <w:rsid w:val="002A685E"/>
    <w:rsid w:val="002A6862"/>
    <w:rsid w:val="002A6C50"/>
    <w:rsid w:val="002A7AF8"/>
    <w:rsid w:val="002A7E78"/>
    <w:rsid w:val="002B0820"/>
    <w:rsid w:val="002B17B4"/>
    <w:rsid w:val="002B274A"/>
    <w:rsid w:val="002B2E87"/>
    <w:rsid w:val="002B40EC"/>
    <w:rsid w:val="002B4BE3"/>
    <w:rsid w:val="002B4BF9"/>
    <w:rsid w:val="002B4CAF"/>
    <w:rsid w:val="002B52C9"/>
    <w:rsid w:val="002B59ED"/>
    <w:rsid w:val="002B68D0"/>
    <w:rsid w:val="002B6BA2"/>
    <w:rsid w:val="002C0304"/>
    <w:rsid w:val="002C048C"/>
    <w:rsid w:val="002C05DB"/>
    <w:rsid w:val="002C1907"/>
    <w:rsid w:val="002C2037"/>
    <w:rsid w:val="002C2BCF"/>
    <w:rsid w:val="002C3BA7"/>
    <w:rsid w:val="002C475C"/>
    <w:rsid w:val="002C49A0"/>
    <w:rsid w:val="002C4C98"/>
    <w:rsid w:val="002C4F81"/>
    <w:rsid w:val="002C62D7"/>
    <w:rsid w:val="002C7556"/>
    <w:rsid w:val="002D00B8"/>
    <w:rsid w:val="002D025F"/>
    <w:rsid w:val="002D080D"/>
    <w:rsid w:val="002D151F"/>
    <w:rsid w:val="002D152F"/>
    <w:rsid w:val="002D17D3"/>
    <w:rsid w:val="002D1B47"/>
    <w:rsid w:val="002D1EBD"/>
    <w:rsid w:val="002D26A4"/>
    <w:rsid w:val="002D27DA"/>
    <w:rsid w:val="002D3306"/>
    <w:rsid w:val="002D3C7D"/>
    <w:rsid w:val="002D3D82"/>
    <w:rsid w:val="002D5519"/>
    <w:rsid w:val="002D6086"/>
    <w:rsid w:val="002D70CB"/>
    <w:rsid w:val="002D73C0"/>
    <w:rsid w:val="002D7C02"/>
    <w:rsid w:val="002D7C36"/>
    <w:rsid w:val="002E0078"/>
    <w:rsid w:val="002E08F6"/>
    <w:rsid w:val="002E0AEB"/>
    <w:rsid w:val="002E1270"/>
    <w:rsid w:val="002E2380"/>
    <w:rsid w:val="002E2C4D"/>
    <w:rsid w:val="002E47E3"/>
    <w:rsid w:val="002E4BDE"/>
    <w:rsid w:val="002E5104"/>
    <w:rsid w:val="002E51F1"/>
    <w:rsid w:val="002E68F3"/>
    <w:rsid w:val="002E758F"/>
    <w:rsid w:val="002F0D94"/>
    <w:rsid w:val="002F10FD"/>
    <w:rsid w:val="002F2059"/>
    <w:rsid w:val="002F2550"/>
    <w:rsid w:val="002F258B"/>
    <w:rsid w:val="002F29CA"/>
    <w:rsid w:val="002F3B6E"/>
    <w:rsid w:val="002F41B0"/>
    <w:rsid w:val="002F65F7"/>
    <w:rsid w:val="002F7B20"/>
    <w:rsid w:val="002F7CA1"/>
    <w:rsid w:val="00300342"/>
    <w:rsid w:val="00301280"/>
    <w:rsid w:val="0030263F"/>
    <w:rsid w:val="003032D3"/>
    <w:rsid w:val="00303314"/>
    <w:rsid w:val="003036B2"/>
    <w:rsid w:val="00303C34"/>
    <w:rsid w:val="00303DA2"/>
    <w:rsid w:val="00303F89"/>
    <w:rsid w:val="00304393"/>
    <w:rsid w:val="00304C60"/>
    <w:rsid w:val="00305EC3"/>
    <w:rsid w:val="00306138"/>
    <w:rsid w:val="00306C43"/>
    <w:rsid w:val="003076AC"/>
    <w:rsid w:val="0030791F"/>
    <w:rsid w:val="00307B2B"/>
    <w:rsid w:val="003101C2"/>
    <w:rsid w:val="00310655"/>
    <w:rsid w:val="00310970"/>
    <w:rsid w:val="00310B65"/>
    <w:rsid w:val="00311931"/>
    <w:rsid w:val="00311C58"/>
    <w:rsid w:val="00311EF6"/>
    <w:rsid w:val="00312419"/>
    <w:rsid w:val="00312CBF"/>
    <w:rsid w:val="00312F33"/>
    <w:rsid w:val="00313228"/>
    <w:rsid w:val="0031405D"/>
    <w:rsid w:val="0031439B"/>
    <w:rsid w:val="00314BCB"/>
    <w:rsid w:val="00315910"/>
    <w:rsid w:val="00316A80"/>
    <w:rsid w:val="003171A9"/>
    <w:rsid w:val="003174A4"/>
    <w:rsid w:val="00320FDA"/>
    <w:rsid w:val="00321485"/>
    <w:rsid w:val="00321B8C"/>
    <w:rsid w:val="00322A25"/>
    <w:rsid w:val="00322ADA"/>
    <w:rsid w:val="00322D6B"/>
    <w:rsid w:val="00322E52"/>
    <w:rsid w:val="00324AD2"/>
    <w:rsid w:val="003257E0"/>
    <w:rsid w:val="00326218"/>
    <w:rsid w:val="00326525"/>
    <w:rsid w:val="00326C4B"/>
    <w:rsid w:val="0032780C"/>
    <w:rsid w:val="003300A0"/>
    <w:rsid w:val="003303D0"/>
    <w:rsid w:val="00331927"/>
    <w:rsid w:val="00331952"/>
    <w:rsid w:val="00331A34"/>
    <w:rsid w:val="00331C1F"/>
    <w:rsid w:val="00331DB2"/>
    <w:rsid w:val="0033264A"/>
    <w:rsid w:val="00332AB8"/>
    <w:rsid w:val="00332B8D"/>
    <w:rsid w:val="00332BA2"/>
    <w:rsid w:val="00332EA4"/>
    <w:rsid w:val="00332ECA"/>
    <w:rsid w:val="00333413"/>
    <w:rsid w:val="00333782"/>
    <w:rsid w:val="00333F23"/>
    <w:rsid w:val="00334008"/>
    <w:rsid w:val="00334113"/>
    <w:rsid w:val="003342B4"/>
    <w:rsid w:val="00334787"/>
    <w:rsid w:val="00334E12"/>
    <w:rsid w:val="00334EB2"/>
    <w:rsid w:val="003355BA"/>
    <w:rsid w:val="00335869"/>
    <w:rsid w:val="00335CF4"/>
    <w:rsid w:val="00335F87"/>
    <w:rsid w:val="003362C4"/>
    <w:rsid w:val="003366AF"/>
    <w:rsid w:val="00337943"/>
    <w:rsid w:val="003405B4"/>
    <w:rsid w:val="003409AE"/>
    <w:rsid w:val="00340B85"/>
    <w:rsid w:val="0034101D"/>
    <w:rsid w:val="00341080"/>
    <w:rsid w:val="0034186C"/>
    <w:rsid w:val="00341C5E"/>
    <w:rsid w:val="00341E26"/>
    <w:rsid w:val="003428F0"/>
    <w:rsid w:val="003447F7"/>
    <w:rsid w:val="00344C21"/>
    <w:rsid w:val="003452F0"/>
    <w:rsid w:val="0034659F"/>
    <w:rsid w:val="003466B3"/>
    <w:rsid w:val="00346C43"/>
    <w:rsid w:val="00350097"/>
    <w:rsid w:val="003517FD"/>
    <w:rsid w:val="003518E8"/>
    <w:rsid w:val="00351D21"/>
    <w:rsid w:val="00352058"/>
    <w:rsid w:val="0035291D"/>
    <w:rsid w:val="0035417F"/>
    <w:rsid w:val="0035432C"/>
    <w:rsid w:val="003551E1"/>
    <w:rsid w:val="00355CA9"/>
    <w:rsid w:val="00356DBF"/>
    <w:rsid w:val="00357962"/>
    <w:rsid w:val="0036072F"/>
    <w:rsid w:val="00360CA3"/>
    <w:rsid w:val="00361A56"/>
    <w:rsid w:val="00361A7F"/>
    <w:rsid w:val="00361C4C"/>
    <w:rsid w:val="00361D3E"/>
    <w:rsid w:val="00361F72"/>
    <w:rsid w:val="00362A98"/>
    <w:rsid w:val="0036342B"/>
    <w:rsid w:val="0036352A"/>
    <w:rsid w:val="0036374F"/>
    <w:rsid w:val="003639F0"/>
    <w:rsid w:val="00363B67"/>
    <w:rsid w:val="00363D3C"/>
    <w:rsid w:val="00364FED"/>
    <w:rsid w:val="003652D9"/>
    <w:rsid w:val="00366CBA"/>
    <w:rsid w:val="003671D7"/>
    <w:rsid w:val="0036773F"/>
    <w:rsid w:val="003677A3"/>
    <w:rsid w:val="0036791A"/>
    <w:rsid w:val="003710A2"/>
    <w:rsid w:val="003718C5"/>
    <w:rsid w:val="00371C1F"/>
    <w:rsid w:val="00371E95"/>
    <w:rsid w:val="00371EAA"/>
    <w:rsid w:val="003722F0"/>
    <w:rsid w:val="003725CB"/>
    <w:rsid w:val="00372600"/>
    <w:rsid w:val="00372960"/>
    <w:rsid w:val="00372ACB"/>
    <w:rsid w:val="003739D7"/>
    <w:rsid w:val="00374476"/>
    <w:rsid w:val="0037470F"/>
    <w:rsid w:val="003748B6"/>
    <w:rsid w:val="00374B59"/>
    <w:rsid w:val="003756B1"/>
    <w:rsid w:val="00375AA7"/>
    <w:rsid w:val="00375AC7"/>
    <w:rsid w:val="00375B14"/>
    <w:rsid w:val="00376090"/>
    <w:rsid w:val="003760CE"/>
    <w:rsid w:val="00376580"/>
    <w:rsid w:val="0037704B"/>
    <w:rsid w:val="00377A1B"/>
    <w:rsid w:val="00380376"/>
    <w:rsid w:val="00380899"/>
    <w:rsid w:val="00380AFC"/>
    <w:rsid w:val="00380D71"/>
    <w:rsid w:val="00381447"/>
    <w:rsid w:val="00381CF3"/>
    <w:rsid w:val="00381D08"/>
    <w:rsid w:val="00382F67"/>
    <w:rsid w:val="00383DE8"/>
    <w:rsid w:val="00384704"/>
    <w:rsid w:val="00386FB9"/>
    <w:rsid w:val="00387531"/>
    <w:rsid w:val="003876F8"/>
    <w:rsid w:val="003904F5"/>
    <w:rsid w:val="0039060A"/>
    <w:rsid w:val="0039065E"/>
    <w:rsid w:val="003906C6"/>
    <w:rsid w:val="00390A55"/>
    <w:rsid w:val="00390D18"/>
    <w:rsid w:val="0039118B"/>
    <w:rsid w:val="00392398"/>
    <w:rsid w:val="003923D3"/>
    <w:rsid w:val="003924D9"/>
    <w:rsid w:val="003935F6"/>
    <w:rsid w:val="00394965"/>
    <w:rsid w:val="00395797"/>
    <w:rsid w:val="003957ED"/>
    <w:rsid w:val="00395DC3"/>
    <w:rsid w:val="00396706"/>
    <w:rsid w:val="003977BD"/>
    <w:rsid w:val="00397BAC"/>
    <w:rsid w:val="003A199C"/>
    <w:rsid w:val="003A2B10"/>
    <w:rsid w:val="003A2DA6"/>
    <w:rsid w:val="003A2E0C"/>
    <w:rsid w:val="003A4451"/>
    <w:rsid w:val="003A538B"/>
    <w:rsid w:val="003A5F8B"/>
    <w:rsid w:val="003A78D1"/>
    <w:rsid w:val="003A790D"/>
    <w:rsid w:val="003B04D3"/>
    <w:rsid w:val="003B0B21"/>
    <w:rsid w:val="003B0DBC"/>
    <w:rsid w:val="003B1139"/>
    <w:rsid w:val="003B1404"/>
    <w:rsid w:val="003B178E"/>
    <w:rsid w:val="003B1EAC"/>
    <w:rsid w:val="003B2BCA"/>
    <w:rsid w:val="003B3BD4"/>
    <w:rsid w:val="003B4182"/>
    <w:rsid w:val="003B473A"/>
    <w:rsid w:val="003B491F"/>
    <w:rsid w:val="003B5AE4"/>
    <w:rsid w:val="003B5D25"/>
    <w:rsid w:val="003B60D7"/>
    <w:rsid w:val="003B67B9"/>
    <w:rsid w:val="003B684F"/>
    <w:rsid w:val="003B7B02"/>
    <w:rsid w:val="003B7B3E"/>
    <w:rsid w:val="003B7BA8"/>
    <w:rsid w:val="003B7E2F"/>
    <w:rsid w:val="003C0A4B"/>
    <w:rsid w:val="003C117C"/>
    <w:rsid w:val="003C1A06"/>
    <w:rsid w:val="003C1EFE"/>
    <w:rsid w:val="003C205C"/>
    <w:rsid w:val="003C2625"/>
    <w:rsid w:val="003C2AD7"/>
    <w:rsid w:val="003C3337"/>
    <w:rsid w:val="003C35EC"/>
    <w:rsid w:val="003C4144"/>
    <w:rsid w:val="003C4AED"/>
    <w:rsid w:val="003C538A"/>
    <w:rsid w:val="003C5993"/>
    <w:rsid w:val="003C5E14"/>
    <w:rsid w:val="003C5E58"/>
    <w:rsid w:val="003C6E33"/>
    <w:rsid w:val="003C6E62"/>
    <w:rsid w:val="003C6EED"/>
    <w:rsid w:val="003C7210"/>
    <w:rsid w:val="003C77F3"/>
    <w:rsid w:val="003C7934"/>
    <w:rsid w:val="003D0A03"/>
    <w:rsid w:val="003D100E"/>
    <w:rsid w:val="003D14AD"/>
    <w:rsid w:val="003D1F75"/>
    <w:rsid w:val="003D2B1D"/>
    <w:rsid w:val="003D2D57"/>
    <w:rsid w:val="003D312C"/>
    <w:rsid w:val="003D3275"/>
    <w:rsid w:val="003D35BE"/>
    <w:rsid w:val="003D35C0"/>
    <w:rsid w:val="003D37C5"/>
    <w:rsid w:val="003D45AD"/>
    <w:rsid w:val="003D4926"/>
    <w:rsid w:val="003D4BB6"/>
    <w:rsid w:val="003D4C3D"/>
    <w:rsid w:val="003D536B"/>
    <w:rsid w:val="003D5571"/>
    <w:rsid w:val="003D5B50"/>
    <w:rsid w:val="003D5EA0"/>
    <w:rsid w:val="003D60E9"/>
    <w:rsid w:val="003D6F93"/>
    <w:rsid w:val="003D72E0"/>
    <w:rsid w:val="003D7AB8"/>
    <w:rsid w:val="003E0298"/>
    <w:rsid w:val="003E0889"/>
    <w:rsid w:val="003E1255"/>
    <w:rsid w:val="003E1B5F"/>
    <w:rsid w:val="003E33B4"/>
    <w:rsid w:val="003E397D"/>
    <w:rsid w:val="003E482C"/>
    <w:rsid w:val="003E4837"/>
    <w:rsid w:val="003E5D8B"/>
    <w:rsid w:val="003E75A7"/>
    <w:rsid w:val="003E777D"/>
    <w:rsid w:val="003E7796"/>
    <w:rsid w:val="003E7D01"/>
    <w:rsid w:val="003F0122"/>
    <w:rsid w:val="003F0B63"/>
    <w:rsid w:val="003F1069"/>
    <w:rsid w:val="003F13AD"/>
    <w:rsid w:val="003F3382"/>
    <w:rsid w:val="003F3899"/>
    <w:rsid w:val="003F38F8"/>
    <w:rsid w:val="003F40DF"/>
    <w:rsid w:val="003F460D"/>
    <w:rsid w:val="003F4BCD"/>
    <w:rsid w:val="003F4EA4"/>
    <w:rsid w:val="003F4EB6"/>
    <w:rsid w:val="003F578C"/>
    <w:rsid w:val="003F5AED"/>
    <w:rsid w:val="003F6176"/>
    <w:rsid w:val="003F61C3"/>
    <w:rsid w:val="003F69F2"/>
    <w:rsid w:val="003F6AB1"/>
    <w:rsid w:val="003F7323"/>
    <w:rsid w:val="003F738E"/>
    <w:rsid w:val="003F77E5"/>
    <w:rsid w:val="00400B05"/>
    <w:rsid w:val="00400D4A"/>
    <w:rsid w:val="0040171C"/>
    <w:rsid w:val="004019E7"/>
    <w:rsid w:val="00401D72"/>
    <w:rsid w:val="00401F9E"/>
    <w:rsid w:val="004022B6"/>
    <w:rsid w:val="0040239D"/>
    <w:rsid w:val="00403874"/>
    <w:rsid w:val="0040497F"/>
    <w:rsid w:val="00404FD4"/>
    <w:rsid w:val="00405436"/>
    <w:rsid w:val="004054C8"/>
    <w:rsid w:val="0040626C"/>
    <w:rsid w:val="0040628F"/>
    <w:rsid w:val="00406BFA"/>
    <w:rsid w:val="00407239"/>
    <w:rsid w:val="0041045B"/>
    <w:rsid w:val="00410AA0"/>
    <w:rsid w:val="00411750"/>
    <w:rsid w:val="00412209"/>
    <w:rsid w:val="00412343"/>
    <w:rsid w:val="00412C93"/>
    <w:rsid w:val="00412C9B"/>
    <w:rsid w:val="0041329D"/>
    <w:rsid w:val="00413338"/>
    <w:rsid w:val="004139BB"/>
    <w:rsid w:val="00413A82"/>
    <w:rsid w:val="004141ED"/>
    <w:rsid w:val="00416178"/>
    <w:rsid w:val="00416A98"/>
    <w:rsid w:val="00417744"/>
    <w:rsid w:val="004201EE"/>
    <w:rsid w:val="00420864"/>
    <w:rsid w:val="00420D4D"/>
    <w:rsid w:val="00421404"/>
    <w:rsid w:val="00421650"/>
    <w:rsid w:val="004218B2"/>
    <w:rsid w:val="00422327"/>
    <w:rsid w:val="00423915"/>
    <w:rsid w:val="00423B52"/>
    <w:rsid w:val="00423C5A"/>
    <w:rsid w:val="00423E91"/>
    <w:rsid w:val="00423F29"/>
    <w:rsid w:val="00423F5F"/>
    <w:rsid w:val="004249AA"/>
    <w:rsid w:val="00424AAF"/>
    <w:rsid w:val="004252B3"/>
    <w:rsid w:val="00425B06"/>
    <w:rsid w:val="00425C95"/>
    <w:rsid w:val="004269F3"/>
    <w:rsid w:val="0042721C"/>
    <w:rsid w:val="004279DE"/>
    <w:rsid w:val="00430ABD"/>
    <w:rsid w:val="00431655"/>
    <w:rsid w:val="00431BAE"/>
    <w:rsid w:val="00431F34"/>
    <w:rsid w:val="00432902"/>
    <w:rsid w:val="00432B2A"/>
    <w:rsid w:val="00432C80"/>
    <w:rsid w:val="00432E6D"/>
    <w:rsid w:val="00433310"/>
    <w:rsid w:val="0043356D"/>
    <w:rsid w:val="0043420B"/>
    <w:rsid w:val="004344E9"/>
    <w:rsid w:val="004347C4"/>
    <w:rsid w:val="00434864"/>
    <w:rsid w:val="00435020"/>
    <w:rsid w:val="004353DF"/>
    <w:rsid w:val="00435E18"/>
    <w:rsid w:val="004369D4"/>
    <w:rsid w:val="0043736F"/>
    <w:rsid w:val="004376FB"/>
    <w:rsid w:val="00437813"/>
    <w:rsid w:val="0044003F"/>
    <w:rsid w:val="0044024B"/>
    <w:rsid w:val="0044038F"/>
    <w:rsid w:val="00440EC3"/>
    <w:rsid w:val="00440F22"/>
    <w:rsid w:val="00441306"/>
    <w:rsid w:val="004414AA"/>
    <w:rsid w:val="0044178E"/>
    <w:rsid w:val="00441B4E"/>
    <w:rsid w:val="00441CAF"/>
    <w:rsid w:val="004424FC"/>
    <w:rsid w:val="0044387E"/>
    <w:rsid w:val="004440D7"/>
    <w:rsid w:val="00444257"/>
    <w:rsid w:val="004443FC"/>
    <w:rsid w:val="00444F1C"/>
    <w:rsid w:val="004452B1"/>
    <w:rsid w:val="004455A1"/>
    <w:rsid w:val="00445990"/>
    <w:rsid w:val="00446393"/>
    <w:rsid w:val="00450051"/>
    <w:rsid w:val="0045128B"/>
    <w:rsid w:val="004517FB"/>
    <w:rsid w:val="00451CDC"/>
    <w:rsid w:val="00451D76"/>
    <w:rsid w:val="00452392"/>
    <w:rsid w:val="004525FF"/>
    <w:rsid w:val="00454E31"/>
    <w:rsid w:val="00455E70"/>
    <w:rsid w:val="00456BC8"/>
    <w:rsid w:val="0046187C"/>
    <w:rsid w:val="0046235D"/>
    <w:rsid w:val="00462C21"/>
    <w:rsid w:val="004631A6"/>
    <w:rsid w:val="00463B43"/>
    <w:rsid w:val="00463E74"/>
    <w:rsid w:val="00463EA2"/>
    <w:rsid w:val="00463ECE"/>
    <w:rsid w:val="00463F0A"/>
    <w:rsid w:val="0046418A"/>
    <w:rsid w:val="00464CBB"/>
    <w:rsid w:val="00464DD0"/>
    <w:rsid w:val="004653E0"/>
    <w:rsid w:val="004658AB"/>
    <w:rsid w:val="004661C7"/>
    <w:rsid w:val="0046640E"/>
    <w:rsid w:val="0046697F"/>
    <w:rsid w:val="004673BA"/>
    <w:rsid w:val="00467520"/>
    <w:rsid w:val="00467841"/>
    <w:rsid w:val="00467A62"/>
    <w:rsid w:val="00467B0A"/>
    <w:rsid w:val="00470A76"/>
    <w:rsid w:val="00470E4D"/>
    <w:rsid w:val="00470FDF"/>
    <w:rsid w:val="00472CAB"/>
    <w:rsid w:val="00473086"/>
    <w:rsid w:val="00473202"/>
    <w:rsid w:val="0047342C"/>
    <w:rsid w:val="00473642"/>
    <w:rsid w:val="00473698"/>
    <w:rsid w:val="004738C3"/>
    <w:rsid w:val="00473C55"/>
    <w:rsid w:val="00474148"/>
    <w:rsid w:val="00474177"/>
    <w:rsid w:val="0047452F"/>
    <w:rsid w:val="0047469C"/>
    <w:rsid w:val="00475553"/>
    <w:rsid w:val="00475834"/>
    <w:rsid w:val="00477879"/>
    <w:rsid w:val="00477D2D"/>
    <w:rsid w:val="004800D7"/>
    <w:rsid w:val="00480AB3"/>
    <w:rsid w:val="00481221"/>
    <w:rsid w:val="00481F82"/>
    <w:rsid w:val="00482224"/>
    <w:rsid w:val="00482FE3"/>
    <w:rsid w:val="004839B3"/>
    <w:rsid w:val="0048467C"/>
    <w:rsid w:val="004846F8"/>
    <w:rsid w:val="00484B8E"/>
    <w:rsid w:val="00485F15"/>
    <w:rsid w:val="00485F43"/>
    <w:rsid w:val="00486C82"/>
    <w:rsid w:val="0048796A"/>
    <w:rsid w:val="004901A1"/>
    <w:rsid w:val="00490C8D"/>
    <w:rsid w:val="004912DD"/>
    <w:rsid w:val="00491936"/>
    <w:rsid w:val="00491B80"/>
    <w:rsid w:val="004923D2"/>
    <w:rsid w:val="004929F8"/>
    <w:rsid w:val="00493C35"/>
    <w:rsid w:val="00493FD6"/>
    <w:rsid w:val="00494058"/>
    <w:rsid w:val="0049467D"/>
    <w:rsid w:val="00494CEE"/>
    <w:rsid w:val="0049564F"/>
    <w:rsid w:val="00495A3A"/>
    <w:rsid w:val="00495C42"/>
    <w:rsid w:val="0049650A"/>
    <w:rsid w:val="00496C37"/>
    <w:rsid w:val="00497048"/>
    <w:rsid w:val="00497719"/>
    <w:rsid w:val="004A0805"/>
    <w:rsid w:val="004A0D22"/>
    <w:rsid w:val="004A103A"/>
    <w:rsid w:val="004A11C1"/>
    <w:rsid w:val="004A11E1"/>
    <w:rsid w:val="004A1219"/>
    <w:rsid w:val="004A12D1"/>
    <w:rsid w:val="004A1589"/>
    <w:rsid w:val="004A1B45"/>
    <w:rsid w:val="004A1C86"/>
    <w:rsid w:val="004A2801"/>
    <w:rsid w:val="004A35AA"/>
    <w:rsid w:val="004A3AE6"/>
    <w:rsid w:val="004A3B36"/>
    <w:rsid w:val="004A5EBD"/>
    <w:rsid w:val="004A6FCE"/>
    <w:rsid w:val="004A7608"/>
    <w:rsid w:val="004A7871"/>
    <w:rsid w:val="004A79A3"/>
    <w:rsid w:val="004A7B59"/>
    <w:rsid w:val="004B0217"/>
    <w:rsid w:val="004B0CC6"/>
    <w:rsid w:val="004B145D"/>
    <w:rsid w:val="004B1554"/>
    <w:rsid w:val="004B27A1"/>
    <w:rsid w:val="004B294B"/>
    <w:rsid w:val="004B2C42"/>
    <w:rsid w:val="004B39B8"/>
    <w:rsid w:val="004B3B1E"/>
    <w:rsid w:val="004B4CE1"/>
    <w:rsid w:val="004B5C40"/>
    <w:rsid w:val="004B634F"/>
    <w:rsid w:val="004B65AF"/>
    <w:rsid w:val="004B759B"/>
    <w:rsid w:val="004B7667"/>
    <w:rsid w:val="004C0B45"/>
    <w:rsid w:val="004C0E3D"/>
    <w:rsid w:val="004C0E58"/>
    <w:rsid w:val="004C0FB8"/>
    <w:rsid w:val="004C12D1"/>
    <w:rsid w:val="004C2A02"/>
    <w:rsid w:val="004C3AE0"/>
    <w:rsid w:val="004C43CA"/>
    <w:rsid w:val="004C47B5"/>
    <w:rsid w:val="004C47CD"/>
    <w:rsid w:val="004C4A50"/>
    <w:rsid w:val="004C4E02"/>
    <w:rsid w:val="004C4E6C"/>
    <w:rsid w:val="004C5371"/>
    <w:rsid w:val="004C57F2"/>
    <w:rsid w:val="004C5958"/>
    <w:rsid w:val="004C6438"/>
    <w:rsid w:val="004C692D"/>
    <w:rsid w:val="004C69F9"/>
    <w:rsid w:val="004C7160"/>
    <w:rsid w:val="004C7F96"/>
    <w:rsid w:val="004D012B"/>
    <w:rsid w:val="004D041A"/>
    <w:rsid w:val="004D2759"/>
    <w:rsid w:val="004D289D"/>
    <w:rsid w:val="004D2F1F"/>
    <w:rsid w:val="004D3267"/>
    <w:rsid w:val="004D3BF8"/>
    <w:rsid w:val="004D3F07"/>
    <w:rsid w:val="004D3FB4"/>
    <w:rsid w:val="004D5DEF"/>
    <w:rsid w:val="004D61E3"/>
    <w:rsid w:val="004D623F"/>
    <w:rsid w:val="004D65C9"/>
    <w:rsid w:val="004D6739"/>
    <w:rsid w:val="004D68C2"/>
    <w:rsid w:val="004D70D8"/>
    <w:rsid w:val="004D7D82"/>
    <w:rsid w:val="004E01F5"/>
    <w:rsid w:val="004E09A9"/>
    <w:rsid w:val="004E0F97"/>
    <w:rsid w:val="004E1184"/>
    <w:rsid w:val="004E2176"/>
    <w:rsid w:val="004E2495"/>
    <w:rsid w:val="004E2663"/>
    <w:rsid w:val="004E2DB6"/>
    <w:rsid w:val="004E314E"/>
    <w:rsid w:val="004E3C5E"/>
    <w:rsid w:val="004E47E9"/>
    <w:rsid w:val="004E5204"/>
    <w:rsid w:val="004E56CA"/>
    <w:rsid w:val="004E59FD"/>
    <w:rsid w:val="004E5A76"/>
    <w:rsid w:val="004E5C4E"/>
    <w:rsid w:val="004E6185"/>
    <w:rsid w:val="004E61E5"/>
    <w:rsid w:val="004E65B2"/>
    <w:rsid w:val="004E6C3B"/>
    <w:rsid w:val="004E7396"/>
    <w:rsid w:val="004E75B8"/>
    <w:rsid w:val="004E7633"/>
    <w:rsid w:val="004E7D63"/>
    <w:rsid w:val="004E7E49"/>
    <w:rsid w:val="004F054E"/>
    <w:rsid w:val="004F058E"/>
    <w:rsid w:val="004F0E6F"/>
    <w:rsid w:val="004F0FA3"/>
    <w:rsid w:val="004F17B5"/>
    <w:rsid w:val="004F1A4B"/>
    <w:rsid w:val="004F1EC3"/>
    <w:rsid w:val="004F29CE"/>
    <w:rsid w:val="004F2D4B"/>
    <w:rsid w:val="004F3F5F"/>
    <w:rsid w:val="004F422F"/>
    <w:rsid w:val="004F51F3"/>
    <w:rsid w:val="004F5A49"/>
    <w:rsid w:val="004F754C"/>
    <w:rsid w:val="00500266"/>
    <w:rsid w:val="00500854"/>
    <w:rsid w:val="005016A7"/>
    <w:rsid w:val="00501CCE"/>
    <w:rsid w:val="00502683"/>
    <w:rsid w:val="00503DBA"/>
    <w:rsid w:val="00505D85"/>
    <w:rsid w:val="005064BD"/>
    <w:rsid w:val="00506D7F"/>
    <w:rsid w:val="00506FF9"/>
    <w:rsid w:val="005076C6"/>
    <w:rsid w:val="00507863"/>
    <w:rsid w:val="00510561"/>
    <w:rsid w:val="00510967"/>
    <w:rsid w:val="00511489"/>
    <w:rsid w:val="00511824"/>
    <w:rsid w:val="0051188F"/>
    <w:rsid w:val="00512291"/>
    <w:rsid w:val="005132C8"/>
    <w:rsid w:val="00513499"/>
    <w:rsid w:val="00513C22"/>
    <w:rsid w:val="00513E97"/>
    <w:rsid w:val="005140BC"/>
    <w:rsid w:val="005143C9"/>
    <w:rsid w:val="00514AA4"/>
    <w:rsid w:val="0051509E"/>
    <w:rsid w:val="0051529D"/>
    <w:rsid w:val="00517DA3"/>
    <w:rsid w:val="00520C9A"/>
    <w:rsid w:val="00520ED6"/>
    <w:rsid w:val="00520FB1"/>
    <w:rsid w:val="00521004"/>
    <w:rsid w:val="00521296"/>
    <w:rsid w:val="00521719"/>
    <w:rsid w:val="005220D9"/>
    <w:rsid w:val="00523190"/>
    <w:rsid w:val="00523B1A"/>
    <w:rsid w:val="0052409F"/>
    <w:rsid w:val="0052410F"/>
    <w:rsid w:val="005247F0"/>
    <w:rsid w:val="0052504D"/>
    <w:rsid w:val="00525B29"/>
    <w:rsid w:val="00525F7B"/>
    <w:rsid w:val="00526CF3"/>
    <w:rsid w:val="00527061"/>
    <w:rsid w:val="00527260"/>
    <w:rsid w:val="00527A51"/>
    <w:rsid w:val="00530433"/>
    <w:rsid w:val="00531006"/>
    <w:rsid w:val="00531710"/>
    <w:rsid w:val="00531A25"/>
    <w:rsid w:val="00532713"/>
    <w:rsid w:val="00532D9E"/>
    <w:rsid w:val="00533FA1"/>
    <w:rsid w:val="00534FAC"/>
    <w:rsid w:val="005351DD"/>
    <w:rsid w:val="00535831"/>
    <w:rsid w:val="005367A1"/>
    <w:rsid w:val="00536D15"/>
    <w:rsid w:val="00536E38"/>
    <w:rsid w:val="00537705"/>
    <w:rsid w:val="00537C5E"/>
    <w:rsid w:val="00540779"/>
    <w:rsid w:val="005414F9"/>
    <w:rsid w:val="005421BE"/>
    <w:rsid w:val="00542BC7"/>
    <w:rsid w:val="005430A7"/>
    <w:rsid w:val="00543510"/>
    <w:rsid w:val="00544215"/>
    <w:rsid w:val="005447DD"/>
    <w:rsid w:val="00544CEF"/>
    <w:rsid w:val="00545123"/>
    <w:rsid w:val="005459A1"/>
    <w:rsid w:val="00545ADE"/>
    <w:rsid w:val="00546416"/>
    <w:rsid w:val="005468A9"/>
    <w:rsid w:val="00547A8B"/>
    <w:rsid w:val="0055076E"/>
    <w:rsid w:val="0055079A"/>
    <w:rsid w:val="005511B5"/>
    <w:rsid w:val="00552098"/>
    <w:rsid w:val="005523AF"/>
    <w:rsid w:val="005527F5"/>
    <w:rsid w:val="00552E4A"/>
    <w:rsid w:val="00552F0B"/>
    <w:rsid w:val="005537AB"/>
    <w:rsid w:val="00553991"/>
    <w:rsid w:val="0055444F"/>
    <w:rsid w:val="0055477D"/>
    <w:rsid w:val="005548E9"/>
    <w:rsid w:val="00554D63"/>
    <w:rsid w:val="00555137"/>
    <w:rsid w:val="00555147"/>
    <w:rsid w:val="00555698"/>
    <w:rsid w:val="00556509"/>
    <w:rsid w:val="005576C3"/>
    <w:rsid w:val="005601CF"/>
    <w:rsid w:val="005606F2"/>
    <w:rsid w:val="0056130E"/>
    <w:rsid w:val="005613CE"/>
    <w:rsid w:val="005619F4"/>
    <w:rsid w:val="00561D72"/>
    <w:rsid w:val="00562186"/>
    <w:rsid w:val="00562607"/>
    <w:rsid w:val="00562621"/>
    <w:rsid w:val="0056264A"/>
    <w:rsid w:val="00562D36"/>
    <w:rsid w:val="00563238"/>
    <w:rsid w:val="00564250"/>
    <w:rsid w:val="005645A0"/>
    <w:rsid w:val="00566161"/>
    <w:rsid w:val="005661A9"/>
    <w:rsid w:val="00566EA4"/>
    <w:rsid w:val="00566F36"/>
    <w:rsid w:val="005706D6"/>
    <w:rsid w:val="00571723"/>
    <w:rsid w:val="00571D90"/>
    <w:rsid w:val="00572B17"/>
    <w:rsid w:val="00572FF6"/>
    <w:rsid w:val="00573272"/>
    <w:rsid w:val="005740EB"/>
    <w:rsid w:val="00574795"/>
    <w:rsid w:val="00574A27"/>
    <w:rsid w:val="005755E9"/>
    <w:rsid w:val="005762F0"/>
    <w:rsid w:val="00576CAD"/>
    <w:rsid w:val="00576DB3"/>
    <w:rsid w:val="00577119"/>
    <w:rsid w:val="005771DC"/>
    <w:rsid w:val="00577682"/>
    <w:rsid w:val="00577E9B"/>
    <w:rsid w:val="00577F59"/>
    <w:rsid w:val="00577FF7"/>
    <w:rsid w:val="005800CD"/>
    <w:rsid w:val="005800D2"/>
    <w:rsid w:val="005809A9"/>
    <w:rsid w:val="00580B64"/>
    <w:rsid w:val="00580EB1"/>
    <w:rsid w:val="0058173C"/>
    <w:rsid w:val="00581838"/>
    <w:rsid w:val="00583483"/>
    <w:rsid w:val="0058392A"/>
    <w:rsid w:val="00583BA8"/>
    <w:rsid w:val="00583FD4"/>
    <w:rsid w:val="00584781"/>
    <w:rsid w:val="005848C1"/>
    <w:rsid w:val="00584C92"/>
    <w:rsid w:val="005854EE"/>
    <w:rsid w:val="00585B06"/>
    <w:rsid w:val="00585BD0"/>
    <w:rsid w:val="005867D3"/>
    <w:rsid w:val="00586A5C"/>
    <w:rsid w:val="00586BB3"/>
    <w:rsid w:val="0058750D"/>
    <w:rsid w:val="00587D2C"/>
    <w:rsid w:val="00587DFA"/>
    <w:rsid w:val="00591527"/>
    <w:rsid w:val="005917EA"/>
    <w:rsid w:val="00591A71"/>
    <w:rsid w:val="00591C98"/>
    <w:rsid w:val="0059208B"/>
    <w:rsid w:val="0059231E"/>
    <w:rsid w:val="005923ED"/>
    <w:rsid w:val="005931D9"/>
    <w:rsid w:val="00593293"/>
    <w:rsid w:val="00593EAE"/>
    <w:rsid w:val="005944EE"/>
    <w:rsid w:val="005948A5"/>
    <w:rsid w:val="00596624"/>
    <w:rsid w:val="00597239"/>
    <w:rsid w:val="005A067A"/>
    <w:rsid w:val="005A125B"/>
    <w:rsid w:val="005A1F27"/>
    <w:rsid w:val="005A288C"/>
    <w:rsid w:val="005A2C6E"/>
    <w:rsid w:val="005A33CF"/>
    <w:rsid w:val="005A4231"/>
    <w:rsid w:val="005A4680"/>
    <w:rsid w:val="005A4D4B"/>
    <w:rsid w:val="005A4EE4"/>
    <w:rsid w:val="005A60D7"/>
    <w:rsid w:val="005A6F58"/>
    <w:rsid w:val="005A7221"/>
    <w:rsid w:val="005A7A84"/>
    <w:rsid w:val="005A7E0A"/>
    <w:rsid w:val="005B028E"/>
    <w:rsid w:val="005B0827"/>
    <w:rsid w:val="005B0F32"/>
    <w:rsid w:val="005B1B7C"/>
    <w:rsid w:val="005B213A"/>
    <w:rsid w:val="005B36AC"/>
    <w:rsid w:val="005B3864"/>
    <w:rsid w:val="005B45C5"/>
    <w:rsid w:val="005B5BF8"/>
    <w:rsid w:val="005B5E4D"/>
    <w:rsid w:val="005B5EA2"/>
    <w:rsid w:val="005B6253"/>
    <w:rsid w:val="005B68D6"/>
    <w:rsid w:val="005B6E8A"/>
    <w:rsid w:val="005B7239"/>
    <w:rsid w:val="005B72EF"/>
    <w:rsid w:val="005B7568"/>
    <w:rsid w:val="005B7658"/>
    <w:rsid w:val="005B767C"/>
    <w:rsid w:val="005B7CF4"/>
    <w:rsid w:val="005C176C"/>
    <w:rsid w:val="005C1797"/>
    <w:rsid w:val="005C224D"/>
    <w:rsid w:val="005C28DE"/>
    <w:rsid w:val="005C2FD4"/>
    <w:rsid w:val="005C33E0"/>
    <w:rsid w:val="005C36D3"/>
    <w:rsid w:val="005C36F3"/>
    <w:rsid w:val="005C4DB0"/>
    <w:rsid w:val="005C520F"/>
    <w:rsid w:val="005C536F"/>
    <w:rsid w:val="005C5C16"/>
    <w:rsid w:val="005C611E"/>
    <w:rsid w:val="005C760F"/>
    <w:rsid w:val="005C7EDD"/>
    <w:rsid w:val="005D0186"/>
    <w:rsid w:val="005D036C"/>
    <w:rsid w:val="005D1887"/>
    <w:rsid w:val="005D1AE3"/>
    <w:rsid w:val="005D2BCD"/>
    <w:rsid w:val="005D369C"/>
    <w:rsid w:val="005D3AFB"/>
    <w:rsid w:val="005D45B0"/>
    <w:rsid w:val="005D548B"/>
    <w:rsid w:val="005D606C"/>
    <w:rsid w:val="005D66A5"/>
    <w:rsid w:val="005D681E"/>
    <w:rsid w:val="005D682F"/>
    <w:rsid w:val="005D6EF7"/>
    <w:rsid w:val="005D758D"/>
    <w:rsid w:val="005D767E"/>
    <w:rsid w:val="005D7A11"/>
    <w:rsid w:val="005D7C04"/>
    <w:rsid w:val="005E035F"/>
    <w:rsid w:val="005E03D5"/>
    <w:rsid w:val="005E0455"/>
    <w:rsid w:val="005E05BE"/>
    <w:rsid w:val="005E0C33"/>
    <w:rsid w:val="005E0CB4"/>
    <w:rsid w:val="005E18E2"/>
    <w:rsid w:val="005E1C27"/>
    <w:rsid w:val="005E1E60"/>
    <w:rsid w:val="005E1EAB"/>
    <w:rsid w:val="005E1F63"/>
    <w:rsid w:val="005E2704"/>
    <w:rsid w:val="005E2D4D"/>
    <w:rsid w:val="005E2FF3"/>
    <w:rsid w:val="005E37A9"/>
    <w:rsid w:val="005E3F8F"/>
    <w:rsid w:val="005E4478"/>
    <w:rsid w:val="005E46CC"/>
    <w:rsid w:val="005E4874"/>
    <w:rsid w:val="005E49E6"/>
    <w:rsid w:val="005E5E14"/>
    <w:rsid w:val="005E63F1"/>
    <w:rsid w:val="005E7369"/>
    <w:rsid w:val="005E78A9"/>
    <w:rsid w:val="005E79EA"/>
    <w:rsid w:val="005E7BD1"/>
    <w:rsid w:val="005E7F2F"/>
    <w:rsid w:val="005E7F91"/>
    <w:rsid w:val="005F01B6"/>
    <w:rsid w:val="005F0A5C"/>
    <w:rsid w:val="005F0D17"/>
    <w:rsid w:val="005F0DB8"/>
    <w:rsid w:val="005F1DB6"/>
    <w:rsid w:val="005F2D76"/>
    <w:rsid w:val="005F32AB"/>
    <w:rsid w:val="005F3A03"/>
    <w:rsid w:val="005F3E85"/>
    <w:rsid w:val="005F3F4B"/>
    <w:rsid w:val="005F4DAE"/>
    <w:rsid w:val="005F5077"/>
    <w:rsid w:val="005F5125"/>
    <w:rsid w:val="005F53E7"/>
    <w:rsid w:val="005F5DF1"/>
    <w:rsid w:val="005F6B41"/>
    <w:rsid w:val="005F6DDD"/>
    <w:rsid w:val="005F70EC"/>
    <w:rsid w:val="005F719A"/>
    <w:rsid w:val="005F71B8"/>
    <w:rsid w:val="005F78AF"/>
    <w:rsid w:val="00600748"/>
    <w:rsid w:val="00600A50"/>
    <w:rsid w:val="00600E3E"/>
    <w:rsid w:val="00601450"/>
    <w:rsid w:val="00601AFC"/>
    <w:rsid w:val="00601C40"/>
    <w:rsid w:val="00602662"/>
    <w:rsid w:val="00602953"/>
    <w:rsid w:val="006035E2"/>
    <w:rsid w:val="00603B8D"/>
    <w:rsid w:val="00604452"/>
    <w:rsid w:val="00604FEB"/>
    <w:rsid w:val="00605636"/>
    <w:rsid w:val="00606428"/>
    <w:rsid w:val="006066A3"/>
    <w:rsid w:val="00606D41"/>
    <w:rsid w:val="00606F0C"/>
    <w:rsid w:val="006071AF"/>
    <w:rsid w:val="00607360"/>
    <w:rsid w:val="00607511"/>
    <w:rsid w:val="006075FD"/>
    <w:rsid w:val="00607A9B"/>
    <w:rsid w:val="00607F9E"/>
    <w:rsid w:val="006101C6"/>
    <w:rsid w:val="006102E1"/>
    <w:rsid w:val="00610BBD"/>
    <w:rsid w:val="00611DBD"/>
    <w:rsid w:val="006124F8"/>
    <w:rsid w:val="00612665"/>
    <w:rsid w:val="00612BF5"/>
    <w:rsid w:val="00613E81"/>
    <w:rsid w:val="00614D89"/>
    <w:rsid w:val="00615157"/>
    <w:rsid w:val="00615EB3"/>
    <w:rsid w:val="00615FC7"/>
    <w:rsid w:val="00616176"/>
    <w:rsid w:val="006161AE"/>
    <w:rsid w:val="00616F3F"/>
    <w:rsid w:val="00617120"/>
    <w:rsid w:val="0061720F"/>
    <w:rsid w:val="00617C72"/>
    <w:rsid w:val="0062070A"/>
    <w:rsid w:val="00620C3C"/>
    <w:rsid w:val="00620D81"/>
    <w:rsid w:val="00621A89"/>
    <w:rsid w:val="00621BA8"/>
    <w:rsid w:val="00621F66"/>
    <w:rsid w:val="006222EC"/>
    <w:rsid w:val="00622FAD"/>
    <w:rsid w:val="0062317E"/>
    <w:rsid w:val="006236B9"/>
    <w:rsid w:val="00623970"/>
    <w:rsid w:val="006246BD"/>
    <w:rsid w:val="0062499B"/>
    <w:rsid w:val="00624D9D"/>
    <w:rsid w:val="00625450"/>
    <w:rsid w:val="00626290"/>
    <w:rsid w:val="0062675A"/>
    <w:rsid w:val="00626E95"/>
    <w:rsid w:val="0062728B"/>
    <w:rsid w:val="00627742"/>
    <w:rsid w:val="0063001D"/>
    <w:rsid w:val="0063148A"/>
    <w:rsid w:val="00631A6F"/>
    <w:rsid w:val="00631C76"/>
    <w:rsid w:val="006322E0"/>
    <w:rsid w:val="0063249B"/>
    <w:rsid w:val="00632D8E"/>
    <w:rsid w:val="006330D7"/>
    <w:rsid w:val="006338A1"/>
    <w:rsid w:val="006338A9"/>
    <w:rsid w:val="00633B85"/>
    <w:rsid w:val="0063425F"/>
    <w:rsid w:val="00634667"/>
    <w:rsid w:val="006348BE"/>
    <w:rsid w:val="006355C7"/>
    <w:rsid w:val="00635A94"/>
    <w:rsid w:val="006363DA"/>
    <w:rsid w:val="00636464"/>
    <w:rsid w:val="00636D26"/>
    <w:rsid w:val="00636E47"/>
    <w:rsid w:val="006370DE"/>
    <w:rsid w:val="00637B7E"/>
    <w:rsid w:val="00637F31"/>
    <w:rsid w:val="0064025C"/>
    <w:rsid w:val="00640865"/>
    <w:rsid w:val="00641A2D"/>
    <w:rsid w:val="006422F1"/>
    <w:rsid w:val="00642662"/>
    <w:rsid w:val="00642960"/>
    <w:rsid w:val="006429FD"/>
    <w:rsid w:val="006433E0"/>
    <w:rsid w:val="006435A5"/>
    <w:rsid w:val="0064513E"/>
    <w:rsid w:val="00645794"/>
    <w:rsid w:val="00645B90"/>
    <w:rsid w:val="00645C4D"/>
    <w:rsid w:val="00645F58"/>
    <w:rsid w:val="00646692"/>
    <w:rsid w:val="006505ED"/>
    <w:rsid w:val="00650E01"/>
    <w:rsid w:val="006513BA"/>
    <w:rsid w:val="006515D8"/>
    <w:rsid w:val="00651610"/>
    <w:rsid w:val="0065163E"/>
    <w:rsid w:val="00651847"/>
    <w:rsid w:val="006518B5"/>
    <w:rsid w:val="00651B62"/>
    <w:rsid w:val="006528E6"/>
    <w:rsid w:val="00653470"/>
    <w:rsid w:val="00653685"/>
    <w:rsid w:val="00653749"/>
    <w:rsid w:val="00653752"/>
    <w:rsid w:val="00654104"/>
    <w:rsid w:val="0065471D"/>
    <w:rsid w:val="006556F2"/>
    <w:rsid w:val="00655BFA"/>
    <w:rsid w:val="0065608F"/>
    <w:rsid w:val="006562F9"/>
    <w:rsid w:val="00656600"/>
    <w:rsid w:val="006568D9"/>
    <w:rsid w:val="00656C3B"/>
    <w:rsid w:val="006575E6"/>
    <w:rsid w:val="0065768B"/>
    <w:rsid w:val="00657DD6"/>
    <w:rsid w:val="00657EED"/>
    <w:rsid w:val="006600BA"/>
    <w:rsid w:val="006616E5"/>
    <w:rsid w:val="00661A9E"/>
    <w:rsid w:val="006635AD"/>
    <w:rsid w:val="006638AD"/>
    <w:rsid w:val="006641D4"/>
    <w:rsid w:val="006642F0"/>
    <w:rsid w:val="0066438C"/>
    <w:rsid w:val="006643C6"/>
    <w:rsid w:val="00664525"/>
    <w:rsid w:val="006645AB"/>
    <w:rsid w:val="00664CB2"/>
    <w:rsid w:val="00664EC9"/>
    <w:rsid w:val="006650CC"/>
    <w:rsid w:val="006657DF"/>
    <w:rsid w:val="0066591A"/>
    <w:rsid w:val="00666B1A"/>
    <w:rsid w:val="00666B29"/>
    <w:rsid w:val="00666CFB"/>
    <w:rsid w:val="006670C3"/>
    <w:rsid w:val="00667F85"/>
    <w:rsid w:val="0067021C"/>
    <w:rsid w:val="006707DC"/>
    <w:rsid w:val="0067123A"/>
    <w:rsid w:val="006715A7"/>
    <w:rsid w:val="0067277D"/>
    <w:rsid w:val="00672D46"/>
    <w:rsid w:val="006741EA"/>
    <w:rsid w:val="0067445F"/>
    <w:rsid w:val="006745E1"/>
    <w:rsid w:val="0067484E"/>
    <w:rsid w:val="00674A1F"/>
    <w:rsid w:val="00674D4B"/>
    <w:rsid w:val="00674F1A"/>
    <w:rsid w:val="00675331"/>
    <w:rsid w:val="00675450"/>
    <w:rsid w:val="006758ED"/>
    <w:rsid w:val="00676323"/>
    <w:rsid w:val="006772A2"/>
    <w:rsid w:val="006800D6"/>
    <w:rsid w:val="0068084A"/>
    <w:rsid w:val="00681158"/>
    <w:rsid w:val="00682FD6"/>
    <w:rsid w:val="0068355A"/>
    <w:rsid w:val="00683C98"/>
    <w:rsid w:val="0068495A"/>
    <w:rsid w:val="006853F9"/>
    <w:rsid w:val="00685543"/>
    <w:rsid w:val="00687042"/>
    <w:rsid w:val="006872A1"/>
    <w:rsid w:val="006873F2"/>
    <w:rsid w:val="006909FF"/>
    <w:rsid w:val="00691084"/>
    <w:rsid w:val="00691452"/>
    <w:rsid w:val="00691464"/>
    <w:rsid w:val="006918EB"/>
    <w:rsid w:val="0069195C"/>
    <w:rsid w:val="00691C16"/>
    <w:rsid w:val="006929AA"/>
    <w:rsid w:val="00692DD7"/>
    <w:rsid w:val="0069322F"/>
    <w:rsid w:val="0069395E"/>
    <w:rsid w:val="006939C2"/>
    <w:rsid w:val="00693F2A"/>
    <w:rsid w:val="0069473D"/>
    <w:rsid w:val="0069487E"/>
    <w:rsid w:val="00694E53"/>
    <w:rsid w:val="006954B5"/>
    <w:rsid w:val="006957DB"/>
    <w:rsid w:val="0069670F"/>
    <w:rsid w:val="00696834"/>
    <w:rsid w:val="00696951"/>
    <w:rsid w:val="00696DD7"/>
    <w:rsid w:val="006976BB"/>
    <w:rsid w:val="006A1406"/>
    <w:rsid w:val="006A250A"/>
    <w:rsid w:val="006A3BBA"/>
    <w:rsid w:val="006A4486"/>
    <w:rsid w:val="006A4D59"/>
    <w:rsid w:val="006A5639"/>
    <w:rsid w:val="006B0021"/>
    <w:rsid w:val="006B02F3"/>
    <w:rsid w:val="006B0501"/>
    <w:rsid w:val="006B0F42"/>
    <w:rsid w:val="006B1141"/>
    <w:rsid w:val="006B1213"/>
    <w:rsid w:val="006B2051"/>
    <w:rsid w:val="006B21F9"/>
    <w:rsid w:val="006B2ACE"/>
    <w:rsid w:val="006B2EEC"/>
    <w:rsid w:val="006B43DE"/>
    <w:rsid w:val="006B45D2"/>
    <w:rsid w:val="006B47B1"/>
    <w:rsid w:val="006B5B4B"/>
    <w:rsid w:val="006B5F66"/>
    <w:rsid w:val="006B7386"/>
    <w:rsid w:val="006B7780"/>
    <w:rsid w:val="006B7A98"/>
    <w:rsid w:val="006C10A6"/>
    <w:rsid w:val="006C17FF"/>
    <w:rsid w:val="006C2BC8"/>
    <w:rsid w:val="006C2FEA"/>
    <w:rsid w:val="006C3377"/>
    <w:rsid w:val="006C340B"/>
    <w:rsid w:val="006C37BE"/>
    <w:rsid w:val="006C3C87"/>
    <w:rsid w:val="006C3F92"/>
    <w:rsid w:val="006C3FCB"/>
    <w:rsid w:val="006C4064"/>
    <w:rsid w:val="006C471D"/>
    <w:rsid w:val="006C493F"/>
    <w:rsid w:val="006C4DEE"/>
    <w:rsid w:val="006C5E5F"/>
    <w:rsid w:val="006C61C3"/>
    <w:rsid w:val="006C661C"/>
    <w:rsid w:val="006C66AC"/>
    <w:rsid w:val="006C66F4"/>
    <w:rsid w:val="006C671C"/>
    <w:rsid w:val="006C67F8"/>
    <w:rsid w:val="006C6853"/>
    <w:rsid w:val="006C689D"/>
    <w:rsid w:val="006C7779"/>
    <w:rsid w:val="006D0B31"/>
    <w:rsid w:val="006D18F1"/>
    <w:rsid w:val="006D1A98"/>
    <w:rsid w:val="006D24A2"/>
    <w:rsid w:val="006D2611"/>
    <w:rsid w:val="006D3230"/>
    <w:rsid w:val="006D4013"/>
    <w:rsid w:val="006D5F40"/>
    <w:rsid w:val="006D772F"/>
    <w:rsid w:val="006E0063"/>
    <w:rsid w:val="006E0EE6"/>
    <w:rsid w:val="006E1136"/>
    <w:rsid w:val="006E119E"/>
    <w:rsid w:val="006E11E6"/>
    <w:rsid w:val="006E1560"/>
    <w:rsid w:val="006E16F4"/>
    <w:rsid w:val="006E1E6A"/>
    <w:rsid w:val="006E1EF2"/>
    <w:rsid w:val="006E28D3"/>
    <w:rsid w:val="006E335B"/>
    <w:rsid w:val="006E3643"/>
    <w:rsid w:val="006E3940"/>
    <w:rsid w:val="006E4372"/>
    <w:rsid w:val="006E4780"/>
    <w:rsid w:val="006E4E72"/>
    <w:rsid w:val="006E62E2"/>
    <w:rsid w:val="006E64FA"/>
    <w:rsid w:val="006E73E3"/>
    <w:rsid w:val="006E78F7"/>
    <w:rsid w:val="006E79F4"/>
    <w:rsid w:val="006F014B"/>
    <w:rsid w:val="006F03BC"/>
    <w:rsid w:val="006F0965"/>
    <w:rsid w:val="006F1878"/>
    <w:rsid w:val="006F1CCD"/>
    <w:rsid w:val="006F25BE"/>
    <w:rsid w:val="006F2E2E"/>
    <w:rsid w:val="006F3471"/>
    <w:rsid w:val="006F3673"/>
    <w:rsid w:val="006F4034"/>
    <w:rsid w:val="006F4FD6"/>
    <w:rsid w:val="006F609C"/>
    <w:rsid w:val="006F66B8"/>
    <w:rsid w:val="006F69A1"/>
    <w:rsid w:val="006F6A31"/>
    <w:rsid w:val="006F6D3A"/>
    <w:rsid w:val="006F6DCF"/>
    <w:rsid w:val="006F6EEE"/>
    <w:rsid w:val="006F6F3D"/>
    <w:rsid w:val="006F72F8"/>
    <w:rsid w:val="006F7B3D"/>
    <w:rsid w:val="00701551"/>
    <w:rsid w:val="00701FCE"/>
    <w:rsid w:val="00702735"/>
    <w:rsid w:val="00702B74"/>
    <w:rsid w:val="00702DF4"/>
    <w:rsid w:val="00704049"/>
    <w:rsid w:val="007051B1"/>
    <w:rsid w:val="007055F9"/>
    <w:rsid w:val="00705909"/>
    <w:rsid w:val="00706320"/>
    <w:rsid w:val="0070698C"/>
    <w:rsid w:val="007075EF"/>
    <w:rsid w:val="007078A5"/>
    <w:rsid w:val="007106D5"/>
    <w:rsid w:val="007109BD"/>
    <w:rsid w:val="00710A6E"/>
    <w:rsid w:val="0071155A"/>
    <w:rsid w:val="007125AA"/>
    <w:rsid w:val="00712B78"/>
    <w:rsid w:val="0071319D"/>
    <w:rsid w:val="00713F79"/>
    <w:rsid w:val="0071491B"/>
    <w:rsid w:val="0071515B"/>
    <w:rsid w:val="007151EC"/>
    <w:rsid w:val="00715473"/>
    <w:rsid w:val="00716937"/>
    <w:rsid w:val="00716CC5"/>
    <w:rsid w:val="00716ECC"/>
    <w:rsid w:val="0071746D"/>
    <w:rsid w:val="00717518"/>
    <w:rsid w:val="00717F95"/>
    <w:rsid w:val="0072034F"/>
    <w:rsid w:val="00720E3C"/>
    <w:rsid w:val="00721D2F"/>
    <w:rsid w:val="007222AC"/>
    <w:rsid w:val="007222D4"/>
    <w:rsid w:val="007227BE"/>
    <w:rsid w:val="00722BCA"/>
    <w:rsid w:val="00723CAF"/>
    <w:rsid w:val="00723E3F"/>
    <w:rsid w:val="0072425B"/>
    <w:rsid w:val="0072433B"/>
    <w:rsid w:val="007245A7"/>
    <w:rsid w:val="00724C5F"/>
    <w:rsid w:val="007256F6"/>
    <w:rsid w:val="00725CF0"/>
    <w:rsid w:val="00726B1B"/>
    <w:rsid w:val="0072763E"/>
    <w:rsid w:val="00727B9C"/>
    <w:rsid w:val="00727ECD"/>
    <w:rsid w:val="00730AD9"/>
    <w:rsid w:val="00730DB1"/>
    <w:rsid w:val="007310CE"/>
    <w:rsid w:val="00731E2C"/>
    <w:rsid w:val="007320B1"/>
    <w:rsid w:val="00732157"/>
    <w:rsid w:val="007321FD"/>
    <w:rsid w:val="007350DD"/>
    <w:rsid w:val="00735E47"/>
    <w:rsid w:val="00736E55"/>
    <w:rsid w:val="00736FA6"/>
    <w:rsid w:val="00740533"/>
    <w:rsid w:val="00741EBC"/>
    <w:rsid w:val="0074232D"/>
    <w:rsid w:val="0074264F"/>
    <w:rsid w:val="00742C74"/>
    <w:rsid w:val="00743070"/>
    <w:rsid w:val="00743393"/>
    <w:rsid w:val="00743764"/>
    <w:rsid w:val="00743F6D"/>
    <w:rsid w:val="0074405B"/>
    <w:rsid w:val="007443EB"/>
    <w:rsid w:val="00744BE3"/>
    <w:rsid w:val="007450A3"/>
    <w:rsid w:val="00745610"/>
    <w:rsid w:val="007460E1"/>
    <w:rsid w:val="007478DB"/>
    <w:rsid w:val="00747A8A"/>
    <w:rsid w:val="00747D26"/>
    <w:rsid w:val="0075042F"/>
    <w:rsid w:val="00750668"/>
    <w:rsid w:val="0075190F"/>
    <w:rsid w:val="00751E8D"/>
    <w:rsid w:val="0075257F"/>
    <w:rsid w:val="00752699"/>
    <w:rsid w:val="00752E73"/>
    <w:rsid w:val="00753C85"/>
    <w:rsid w:val="00753F10"/>
    <w:rsid w:val="00754124"/>
    <w:rsid w:val="007542E4"/>
    <w:rsid w:val="00754311"/>
    <w:rsid w:val="007547D4"/>
    <w:rsid w:val="00755562"/>
    <w:rsid w:val="00755CAA"/>
    <w:rsid w:val="00755EE2"/>
    <w:rsid w:val="00756284"/>
    <w:rsid w:val="0075663A"/>
    <w:rsid w:val="00756D0E"/>
    <w:rsid w:val="00756D64"/>
    <w:rsid w:val="00757200"/>
    <w:rsid w:val="0075754D"/>
    <w:rsid w:val="00757717"/>
    <w:rsid w:val="00757ABC"/>
    <w:rsid w:val="007600D5"/>
    <w:rsid w:val="007606C7"/>
    <w:rsid w:val="0076077F"/>
    <w:rsid w:val="0076093E"/>
    <w:rsid w:val="0076094E"/>
    <w:rsid w:val="0076097E"/>
    <w:rsid w:val="007615D3"/>
    <w:rsid w:val="007619A5"/>
    <w:rsid w:val="00762A63"/>
    <w:rsid w:val="0076331A"/>
    <w:rsid w:val="00763588"/>
    <w:rsid w:val="0076371C"/>
    <w:rsid w:val="00763796"/>
    <w:rsid w:val="00763D25"/>
    <w:rsid w:val="00763E55"/>
    <w:rsid w:val="00763F8F"/>
    <w:rsid w:val="0076491A"/>
    <w:rsid w:val="00764CCF"/>
    <w:rsid w:val="00764D9C"/>
    <w:rsid w:val="00765307"/>
    <w:rsid w:val="007658B3"/>
    <w:rsid w:val="00766A97"/>
    <w:rsid w:val="00767588"/>
    <w:rsid w:val="00767805"/>
    <w:rsid w:val="007679AA"/>
    <w:rsid w:val="00770B2C"/>
    <w:rsid w:val="0077124E"/>
    <w:rsid w:val="00771EFE"/>
    <w:rsid w:val="0077267A"/>
    <w:rsid w:val="00772CA6"/>
    <w:rsid w:val="00772E98"/>
    <w:rsid w:val="007732DB"/>
    <w:rsid w:val="00773473"/>
    <w:rsid w:val="00773801"/>
    <w:rsid w:val="0077471F"/>
    <w:rsid w:val="007759D6"/>
    <w:rsid w:val="00775F52"/>
    <w:rsid w:val="0077601D"/>
    <w:rsid w:val="00776325"/>
    <w:rsid w:val="00776451"/>
    <w:rsid w:val="0077651D"/>
    <w:rsid w:val="00776C49"/>
    <w:rsid w:val="007803BD"/>
    <w:rsid w:val="00780F09"/>
    <w:rsid w:val="0078183B"/>
    <w:rsid w:val="00782037"/>
    <w:rsid w:val="00782207"/>
    <w:rsid w:val="007823E9"/>
    <w:rsid w:val="0078284A"/>
    <w:rsid w:val="007829F2"/>
    <w:rsid w:val="00783195"/>
    <w:rsid w:val="007841A9"/>
    <w:rsid w:val="0078474D"/>
    <w:rsid w:val="007847D8"/>
    <w:rsid w:val="00785839"/>
    <w:rsid w:val="00785D8F"/>
    <w:rsid w:val="00786114"/>
    <w:rsid w:val="00786198"/>
    <w:rsid w:val="0078691E"/>
    <w:rsid w:val="00787626"/>
    <w:rsid w:val="007877F2"/>
    <w:rsid w:val="00787D38"/>
    <w:rsid w:val="00787F0B"/>
    <w:rsid w:val="00787F65"/>
    <w:rsid w:val="007902DF"/>
    <w:rsid w:val="007912F4"/>
    <w:rsid w:val="007918DD"/>
    <w:rsid w:val="00792D88"/>
    <w:rsid w:val="007930ED"/>
    <w:rsid w:val="0079394D"/>
    <w:rsid w:val="00793E2D"/>
    <w:rsid w:val="00794529"/>
    <w:rsid w:val="007947B3"/>
    <w:rsid w:val="007952ED"/>
    <w:rsid w:val="007969B2"/>
    <w:rsid w:val="00797147"/>
    <w:rsid w:val="007976D7"/>
    <w:rsid w:val="007977E0"/>
    <w:rsid w:val="00797BF6"/>
    <w:rsid w:val="007A04B6"/>
    <w:rsid w:val="007A0CE0"/>
    <w:rsid w:val="007A16C7"/>
    <w:rsid w:val="007A308C"/>
    <w:rsid w:val="007A3926"/>
    <w:rsid w:val="007A398E"/>
    <w:rsid w:val="007A3B06"/>
    <w:rsid w:val="007A4071"/>
    <w:rsid w:val="007A4873"/>
    <w:rsid w:val="007A4A0B"/>
    <w:rsid w:val="007A5A3A"/>
    <w:rsid w:val="007A5C73"/>
    <w:rsid w:val="007A60DB"/>
    <w:rsid w:val="007A6526"/>
    <w:rsid w:val="007A66FF"/>
    <w:rsid w:val="007A6921"/>
    <w:rsid w:val="007A6F36"/>
    <w:rsid w:val="007A7221"/>
    <w:rsid w:val="007A73DD"/>
    <w:rsid w:val="007A780A"/>
    <w:rsid w:val="007A794B"/>
    <w:rsid w:val="007A7B08"/>
    <w:rsid w:val="007A7DEC"/>
    <w:rsid w:val="007B03F6"/>
    <w:rsid w:val="007B0569"/>
    <w:rsid w:val="007B07EE"/>
    <w:rsid w:val="007B0AB9"/>
    <w:rsid w:val="007B0FE1"/>
    <w:rsid w:val="007B17E1"/>
    <w:rsid w:val="007B20DE"/>
    <w:rsid w:val="007B28CC"/>
    <w:rsid w:val="007B2A06"/>
    <w:rsid w:val="007B2D6A"/>
    <w:rsid w:val="007B3DE7"/>
    <w:rsid w:val="007B411C"/>
    <w:rsid w:val="007B4206"/>
    <w:rsid w:val="007B42DA"/>
    <w:rsid w:val="007B4658"/>
    <w:rsid w:val="007B5A10"/>
    <w:rsid w:val="007B5D79"/>
    <w:rsid w:val="007B631C"/>
    <w:rsid w:val="007B7557"/>
    <w:rsid w:val="007B75C5"/>
    <w:rsid w:val="007B7B6A"/>
    <w:rsid w:val="007C0026"/>
    <w:rsid w:val="007C007D"/>
    <w:rsid w:val="007C0463"/>
    <w:rsid w:val="007C0A3C"/>
    <w:rsid w:val="007C1AB1"/>
    <w:rsid w:val="007C2F12"/>
    <w:rsid w:val="007C2F3F"/>
    <w:rsid w:val="007C3370"/>
    <w:rsid w:val="007C3A75"/>
    <w:rsid w:val="007C43DC"/>
    <w:rsid w:val="007C49C7"/>
    <w:rsid w:val="007C5A48"/>
    <w:rsid w:val="007C67B5"/>
    <w:rsid w:val="007C72EE"/>
    <w:rsid w:val="007C77AB"/>
    <w:rsid w:val="007C79C5"/>
    <w:rsid w:val="007C7A71"/>
    <w:rsid w:val="007C7C7D"/>
    <w:rsid w:val="007C7CFC"/>
    <w:rsid w:val="007D04D7"/>
    <w:rsid w:val="007D1AA1"/>
    <w:rsid w:val="007D2030"/>
    <w:rsid w:val="007D2885"/>
    <w:rsid w:val="007D3994"/>
    <w:rsid w:val="007D3EA0"/>
    <w:rsid w:val="007D444B"/>
    <w:rsid w:val="007D5086"/>
    <w:rsid w:val="007D5B8E"/>
    <w:rsid w:val="007D5E8D"/>
    <w:rsid w:val="007D5FCD"/>
    <w:rsid w:val="007D68A1"/>
    <w:rsid w:val="007D70A9"/>
    <w:rsid w:val="007D7253"/>
    <w:rsid w:val="007E03C6"/>
    <w:rsid w:val="007E36F6"/>
    <w:rsid w:val="007E3982"/>
    <w:rsid w:val="007E404F"/>
    <w:rsid w:val="007E413B"/>
    <w:rsid w:val="007E4397"/>
    <w:rsid w:val="007E4723"/>
    <w:rsid w:val="007E47E4"/>
    <w:rsid w:val="007E579B"/>
    <w:rsid w:val="007E5EE1"/>
    <w:rsid w:val="007E6DDA"/>
    <w:rsid w:val="007E6E5B"/>
    <w:rsid w:val="007E702E"/>
    <w:rsid w:val="007F0048"/>
    <w:rsid w:val="007F07C4"/>
    <w:rsid w:val="007F15A0"/>
    <w:rsid w:val="007F1DEB"/>
    <w:rsid w:val="007F2B3E"/>
    <w:rsid w:val="007F42DA"/>
    <w:rsid w:val="007F523C"/>
    <w:rsid w:val="007F56B1"/>
    <w:rsid w:val="007F5A9D"/>
    <w:rsid w:val="007F5E96"/>
    <w:rsid w:val="007F7507"/>
    <w:rsid w:val="007F7850"/>
    <w:rsid w:val="007F7A44"/>
    <w:rsid w:val="007F7A5E"/>
    <w:rsid w:val="00800255"/>
    <w:rsid w:val="008007DA"/>
    <w:rsid w:val="00801BA4"/>
    <w:rsid w:val="0080368C"/>
    <w:rsid w:val="008037E8"/>
    <w:rsid w:val="00803D3F"/>
    <w:rsid w:val="00804C09"/>
    <w:rsid w:val="008056E7"/>
    <w:rsid w:val="00805E6F"/>
    <w:rsid w:val="008063A2"/>
    <w:rsid w:val="00807647"/>
    <w:rsid w:val="008076B6"/>
    <w:rsid w:val="008101B9"/>
    <w:rsid w:val="0081025E"/>
    <w:rsid w:val="008109EF"/>
    <w:rsid w:val="008116DF"/>
    <w:rsid w:val="00811F17"/>
    <w:rsid w:val="00812515"/>
    <w:rsid w:val="00813338"/>
    <w:rsid w:val="00813AE7"/>
    <w:rsid w:val="00813F99"/>
    <w:rsid w:val="00814ABD"/>
    <w:rsid w:val="00814ED3"/>
    <w:rsid w:val="00815F91"/>
    <w:rsid w:val="00816641"/>
    <w:rsid w:val="0081679A"/>
    <w:rsid w:val="0081784D"/>
    <w:rsid w:val="00817B7B"/>
    <w:rsid w:val="00817D26"/>
    <w:rsid w:val="00820316"/>
    <w:rsid w:val="00820EE6"/>
    <w:rsid w:val="008213F2"/>
    <w:rsid w:val="00821457"/>
    <w:rsid w:val="00821799"/>
    <w:rsid w:val="008219B4"/>
    <w:rsid w:val="00821BBA"/>
    <w:rsid w:val="008220A9"/>
    <w:rsid w:val="00822E1A"/>
    <w:rsid w:val="00822FF4"/>
    <w:rsid w:val="00823070"/>
    <w:rsid w:val="00823104"/>
    <w:rsid w:val="0082369D"/>
    <w:rsid w:val="00823C6D"/>
    <w:rsid w:val="00823E4D"/>
    <w:rsid w:val="008252C6"/>
    <w:rsid w:val="0082559C"/>
    <w:rsid w:val="00825C62"/>
    <w:rsid w:val="00825D8B"/>
    <w:rsid w:val="00826E6C"/>
    <w:rsid w:val="00827487"/>
    <w:rsid w:val="00827A4E"/>
    <w:rsid w:val="008302F1"/>
    <w:rsid w:val="0083074A"/>
    <w:rsid w:val="0083094E"/>
    <w:rsid w:val="00830C99"/>
    <w:rsid w:val="00830E1E"/>
    <w:rsid w:val="00831E0F"/>
    <w:rsid w:val="00832C8E"/>
    <w:rsid w:val="00832DB2"/>
    <w:rsid w:val="008330D6"/>
    <w:rsid w:val="0083325C"/>
    <w:rsid w:val="008333E5"/>
    <w:rsid w:val="00833D55"/>
    <w:rsid w:val="00834158"/>
    <w:rsid w:val="00834EF4"/>
    <w:rsid w:val="00835685"/>
    <w:rsid w:val="00835B79"/>
    <w:rsid w:val="00836297"/>
    <w:rsid w:val="00836604"/>
    <w:rsid w:val="00836A57"/>
    <w:rsid w:val="00840D3B"/>
    <w:rsid w:val="00841AFA"/>
    <w:rsid w:val="00842015"/>
    <w:rsid w:val="00843D43"/>
    <w:rsid w:val="00844137"/>
    <w:rsid w:val="0084427B"/>
    <w:rsid w:val="00844821"/>
    <w:rsid w:val="00844B99"/>
    <w:rsid w:val="00844FDD"/>
    <w:rsid w:val="00845320"/>
    <w:rsid w:val="008455DF"/>
    <w:rsid w:val="008465AA"/>
    <w:rsid w:val="008465E1"/>
    <w:rsid w:val="00847D89"/>
    <w:rsid w:val="008501E8"/>
    <w:rsid w:val="00850614"/>
    <w:rsid w:val="00850F83"/>
    <w:rsid w:val="0085132B"/>
    <w:rsid w:val="00851473"/>
    <w:rsid w:val="00851985"/>
    <w:rsid w:val="00852070"/>
    <w:rsid w:val="008525BB"/>
    <w:rsid w:val="00852A53"/>
    <w:rsid w:val="008530BD"/>
    <w:rsid w:val="008532F8"/>
    <w:rsid w:val="0085334D"/>
    <w:rsid w:val="008533ED"/>
    <w:rsid w:val="00853500"/>
    <w:rsid w:val="00853BC7"/>
    <w:rsid w:val="00853CFB"/>
    <w:rsid w:val="00853FAD"/>
    <w:rsid w:val="0085444D"/>
    <w:rsid w:val="0085579F"/>
    <w:rsid w:val="008569A8"/>
    <w:rsid w:val="00857338"/>
    <w:rsid w:val="00857C9B"/>
    <w:rsid w:val="008600A5"/>
    <w:rsid w:val="008602F2"/>
    <w:rsid w:val="00861A0E"/>
    <w:rsid w:val="00862058"/>
    <w:rsid w:val="00862734"/>
    <w:rsid w:val="00862C23"/>
    <w:rsid w:val="00862D86"/>
    <w:rsid w:val="0086318C"/>
    <w:rsid w:val="00863765"/>
    <w:rsid w:val="008637BA"/>
    <w:rsid w:val="00863F90"/>
    <w:rsid w:val="008640EE"/>
    <w:rsid w:val="008642AF"/>
    <w:rsid w:val="00864D9D"/>
    <w:rsid w:val="008656B1"/>
    <w:rsid w:val="008657C0"/>
    <w:rsid w:val="0086635D"/>
    <w:rsid w:val="00866417"/>
    <w:rsid w:val="00866521"/>
    <w:rsid w:val="00867081"/>
    <w:rsid w:val="00867187"/>
    <w:rsid w:val="008672A3"/>
    <w:rsid w:val="00867593"/>
    <w:rsid w:val="00867F19"/>
    <w:rsid w:val="00871294"/>
    <w:rsid w:val="008720AE"/>
    <w:rsid w:val="008720D4"/>
    <w:rsid w:val="00872186"/>
    <w:rsid w:val="0087254C"/>
    <w:rsid w:val="00872AF1"/>
    <w:rsid w:val="00872D9A"/>
    <w:rsid w:val="00873690"/>
    <w:rsid w:val="00874464"/>
    <w:rsid w:val="00876A6C"/>
    <w:rsid w:val="008770D3"/>
    <w:rsid w:val="0087747F"/>
    <w:rsid w:val="00877B6F"/>
    <w:rsid w:val="008802A1"/>
    <w:rsid w:val="0088109B"/>
    <w:rsid w:val="008810CE"/>
    <w:rsid w:val="008816AB"/>
    <w:rsid w:val="00881850"/>
    <w:rsid w:val="00882B93"/>
    <w:rsid w:val="008830CA"/>
    <w:rsid w:val="00883976"/>
    <w:rsid w:val="00883EA7"/>
    <w:rsid w:val="0088423D"/>
    <w:rsid w:val="0088466B"/>
    <w:rsid w:val="00884A86"/>
    <w:rsid w:val="00885C16"/>
    <w:rsid w:val="008862D6"/>
    <w:rsid w:val="0088636E"/>
    <w:rsid w:val="008863B8"/>
    <w:rsid w:val="00886D38"/>
    <w:rsid w:val="008879EA"/>
    <w:rsid w:val="00887A31"/>
    <w:rsid w:val="00887CCF"/>
    <w:rsid w:val="00890E5D"/>
    <w:rsid w:val="008913DA"/>
    <w:rsid w:val="0089199C"/>
    <w:rsid w:val="008923E2"/>
    <w:rsid w:val="00892609"/>
    <w:rsid w:val="00893AD0"/>
    <w:rsid w:val="008944EE"/>
    <w:rsid w:val="008945E9"/>
    <w:rsid w:val="0089477F"/>
    <w:rsid w:val="00895428"/>
    <w:rsid w:val="00896962"/>
    <w:rsid w:val="00897035"/>
    <w:rsid w:val="00897090"/>
    <w:rsid w:val="008973D7"/>
    <w:rsid w:val="00897549"/>
    <w:rsid w:val="008A0809"/>
    <w:rsid w:val="008A1282"/>
    <w:rsid w:val="008A164B"/>
    <w:rsid w:val="008A1878"/>
    <w:rsid w:val="008A1E06"/>
    <w:rsid w:val="008A1FCA"/>
    <w:rsid w:val="008A24B3"/>
    <w:rsid w:val="008A27C5"/>
    <w:rsid w:val="008A34C9"/>
    <w:rsid w:val="008A3914"/>
    <w:rsid w:val="008A3D79"/>
    <w:rsid w:val="008A3E14"/>
    <w:rsid w:val="008A43F3"/>
    <w:rsid w:val="008A444B"/>
    <w:rsid w:val="008A4459"/>
    <w:rsid w:val="008A4BB1"/>
    <w:rsid w:val="008A4C82"/>
    <w:rsid w:val="008A594B"/>
    <w:rsid w:val="008A5D8D"/>
    <w:rsid w:val="008A5E38"/>
    <w:rsid w:val="008A687F"/>
    <w:rsid w:val="008A6EB1"/>
    <w:rsid w:val="008A7D48"/>
    <w:rsid w:val="008B045B"/>
    <w:rsid w:val="008B0997"/>
    <w:rsid w:val="008B1019"/>
    <w:rsid w:val="008B11AE"/>
    <w:rsid w:val="008B1308"/>
    <w:rsid w:val="008B15FC"/>
    <w:rsid w:val="008B1C5D"/>
    <w:rsid w:val="008B1ED3"/>
    <w:rsid w:val="008B1F1B"/>
    <w:rsid w:val="008B216A"/>
    <w:rsid w:val="008B2EEC"/>
    <w:rsid w:val="008B366A"/>
    <w:rsid w:val="008B3CEF"/>
    <w:rsid w:val="008B4527"/>
    <w:rsid w:val="008B4F61"/>
    <w:rsid w:val="008B55AE"/>
    <w:rsid w:val="008B5E71"/>
    <w:rsid w:val="008B69C8"/>
    <w:rsid w:val="008B6B5F"/>
    <w:rsid w:val="008B6DF9"/>
    <w:rsid w:val="008B7017"/>
    <w:rsid w:val="008B78A6"/>
    <w:rsid w:val="008B79AB"/>
    <w:rsid w:val="008B7D26"/>
    <w:rsid w:val="008C081D"/>
    <w:rsid w:val="008C0CD8"/>
    <w:rsid w:val="008C0D9A"/>
    <w:rsid w:val="008C151A"/>
    <w:rsid w:val="008C2143"/>
    <w:rsid w:val="008C22B0"/>
    <w:rsid w:val="008C2678"/>
    <w:rsid w:val="008C287A"/>
    <w:rsid w:val="008C30EF"/>
    <w:rsid w:val="008C3B98"/>
    <w:rsid w:val="008C4D1E"/>
    <w:rsid w:val="008C4E2F"/>
    <w:rsid w:val="008C506D"/>
    <w:rsid w:val="008C5508"/>
    <w:rsid w:val="008C5A1C"/>
    <w:rsid w:val="008C60A9"/>
    <w:rsid w:val="008C6505"/>
    <w:rsid w:val="008C6775"/>
    <w:rsid w:val="008C71BD"/>
    <w:rsid w:val="008C7A47"/>
    <w:rsid w:val="008D005B"/>
    <w:rsid w:val="008D0077"/>
    <w:rsid w:val="008D02D2"/>
    <w:rsid w:val="008D05D1"/>
    <w:rsid w:val="008D1E66"/>
    <w:rsid w:val="008D2815"/>
    <w:rsid w:val="008D3645"/>
    <w:rsid w:val="008D3782"/>
    <w:rsid w:val="008D39A9"/>
    <w:rsid w:val="008D4449"/>
    <w:rsid w:val="008D4692"/>
    <w:rsid w:val="008D4972"/>
    <w:rsid w:val="008D5111"/>
    <w:rsid w:val="008D5B8D"/>
    <w:rsid w:val="008D5C67"/>
    <w:rsid w:val="008D625C"/>
    <w:rsid w:val="008D67B1"/>
    <w:rsid w:val="008D6D56"/>
    <w:rsid w:val="008D6FFB"/>
    <w:rsid w:val="008D741F"/>
    <w:rsid w:val="008E04AB"/>
    <w:rsid w:val="008E148A"/>
    <w:rsid w:val="008E193E"/>
    <w:rsid w:val="008E1CD6"/>
    <w:rsid w:val="008E1D88"/>
    <w:rsid w:val="008E2219"/>
    <w:rsid w:val="008E230D"/>
    <w:rsid w:val="008E286B"/>
    <w:rsid w:val="008E31F9"/>
    <w:rsid w:val="008E3B19"/>
    <w:rsid w:val="008E584A"/>
    <w:rsid w:val="008E590C"/>
    <w:rsid w:val="008E5C9C"/>
    <w:rsid w:val="008E6473"/>
    <w:rsid w:val="008E7E8D"/>
    <w:rsid w:val="008E7F35"/>
    <w:rsid w:val="008F06CD"/>
    <w:rsid w:val="008F08E2"/>
    <w:rsid w:val="008F0E20"/>
    <w:rsid w:val="008F1847"/>
    <w:rsid w:val="008F1BB0"/>
    <w:rsid w:val="008F1F59"/>
    <w:rsid w:val="008F1FB6"/>
    <w:rsid w:val="008F2608"/>
    <w:rsid w:val="008F2F7B"/>
    <w:rsid w:val="008F3215"/>
    <w:rsid w:val="008F39FF"/>
    <w:rsid w:val="008F459C"/>
    <w:rsid w:val="008F4690"/>
    <w:rsid w:val="008F4E1F"/>
    <w:rsid w:val="008F5200"/>
    <w:rsid w:val="008F58B4"/>
    <w:rsid w:val="008F5AC8"/>
    <w:rsid w:val="008F666C"/>
    <w:rsid w:val="008F68B2"/>
    <w:rsid w:val="008F70EA"/>
    <w:rsid w:val="008F727B"/>
    <w:rsid w:val="008F744E"/>
    <w:rsid w:val="008F782C"/>
    <w:rsid w:val="0090027A"/>
    <w:rsid w:val="009004A2"/>
    <w:rsid w:val="00901902"/>
    <w:rsid w:val="00901D25"/>
    <w:rsid w:val="009022E0"/>
    <w:rsid w:val="0090271F"/>
    <w:rsid w:val="00902BA3"/>
    <w:rsid w:val="00903419"/>
    <w:rsid w:val="00903C8D"/>
    <w:rsid w:val="00903E0F"/>
    <w:rsid w:val="00904EAE"/>
    <w:rsid w:val="00904FA7"/>
    <w:rsid w:val="00905D84"/>
    <w:rsid w:val="00906ECB"/>
    <w:rsid w:val="00906EEE"/>
    <w:rsid w:val="009071F2"/>
    <w:rsid w:val="0091018E"/>
    <w:rsid w:val="009101D6"/>
    <w:rsid w:val="009110E4"/>
    <w:rsid w:val="00911205"/>
    <w:rsid w:val="009121B8"/>
    <w:rsid w:val="00912244"/>
    <w:rsid w:val="0091244C"/>
    <w:rsid w:val="0091245E"/>
    <w:rsid w:val="009129C9"/>
    <w:rsid w:val="0091308E"/>
    <w:rsid w:val="009134F3"/>
    <w:rsid w:val="009141D8"/>
    <w:rsid w:val="0091422D"/>
    <w:rsid w:val="009142E1"/>
    <w:rsid w:val="00915449"/>
    <w:rsid w:val="00915497"/>
    <w:rsid w:val="009156AE"/>
    <w:rsid w:val="00915D8B"/>
    <w:rsid w:val="00915F6E"/>
    <w:rsid w:val="00916213"/>
    <w:rsid w:val="00916FD2"/>
    <w:rsid w:val="00917740"/>
    <w:rsid w:val="0092046E"/>
    <w:rsid w:val="009209A8"/>
    <w:rsid w:val="00920B8F"/>
    <w:rsid w:val="00921BD8"/>
    <w:rsid w:val="00921E9E"/>
    <w:rsid w:val="00922219"/>
    <w:rsid w:val="00924098"/>
    <w:rsid w:val="0092421B"/>
    <w:rsid w:val="0092489F"/>
    <w:rsid w:val="00924E0B"/>
    <w:rsid w:val="00925B9C"/>
    <w:rsid w:val="00926817"/>
    <w:rsid w:val="009268B3"/>
    <w:rsid w:val="00926AC0"/>
    <w:rsid w:val="00927288"/>
    <w:rsid w:val="00927CCD"/>
    <w:rsid w:val="0093003B"/>
    <w:rsid w:val="009304D8"/>
    <w:rsid w:val="009307BE"/>
    <w:rsid w:val="00930C7F"/>
    <w:rsid w:val="0093126C"/>
    <w:rsid w:val="0093159F"/>
    <w:rsid w:val="00931DAE"/>
    <w:rsid w:val="009323ED"/>
    <w:rsid w:val="0093249B"/>
    <w:rsid w:val="009325F8"/>
    <w:rsid w:val="00932D47"/>
    <w:rsid w:val="0093340B"/>
    <w:rsid w:val="00933651"/>
    <w:rsid w:val="00933920"/>
    <w:rsid w:val="00933996"/>
    <w:rsid w:val="009344B5"/>
    <w:rsid w:val="00934BF6"/>
    <w:rsid w:val="009355EC"/>
    <w:rsid w:val="00935D58"/>
    <w:rsid w:val="00935ECA"/>
    <w:rsid w:val="00937939"/>
    <w:rsid w:val="00937B05"/>
    <w:rsid w:val="00937F82"/>
    <w:rsid w:val="0094015D"/>
    <w:rsid w:val="0094191A"/>
    <w:rsid w:val="00941B70"/>
    <w:rsid w:val="00941CA3"/>
    <w:rsid w:val="00941D85"/>
    <w:rsid w:val="00943239"/>
    <w:rsid w:val="0094379B"/>
    <w:rsid w:val="00943DAC"/>
    <w:rsid w:val="00943E49"/>
    <w:rsid w:val="009448B9"/>
    <w:rsid w:val="00944B3E"/>
    <w:rsid w:val="00944D80"/>
    <w:rsid w:val="00946C12"/>
    <w:rsid w:val="00946D42"/>
    <w:rsid w:val="009471D0"/>
    <w:rsid w:val="0094782F"/>
    <w:rsid w:val="00947E1F"/>
    <w:rsid w:val="00950992"/>
    <w:rsid w:val="00950B9C"/>
    <w:rsid w:val="00950BC3"/>
    <w:rsid w:val="00950DDD"/>
    <w:rsid w:val="009513C7"/>
    <w:rsid w:val="00951B0E"/>
    <w:rsid w:val="00952231"/>
    <w:rsid w:val="0095250D"/>
    <w:rsid w:val="0095281D"/>
    <w:rsid w:val="00952ABB"/>
    <w:rsid w:val="009531D7"/>
    <w:rsid w:val="00953DED"/>
    <w:rsid w:val="00954FF2"/>
    <w:rsid w:val="009551EA"/>
    <w:rsid w:val="0095551E"/>
    <w:rsid w:val="00955682"/>
    <w:rsid w:val="0095582C"/>
    <w:rsid w:val="00955A58"/>
    <w:rsid w:val="00955BBB"/>
    <w:rsid w:val="00957A96"/>
    <w:rsid w:val="00957E01"/>
    <w:rsid w:val="00957F85"/>
    <w:rsid w:val="00960435"/>
    <w:rsid w:val="0096066A"/>
    <w:rsid w:val="00960FF7"/>
    <w:rsid w:val="0096103A"/>
    <w:rsid w:val="009612B6"/>
    <w:rsid w:val="00961676"/>
    <w:rsid w:val="00962A4F"/>
    <w:rsid w:val="00962C50"/>
    <w:rsid w:val="00962CCF"/>
    <w:rsid w:val="00962EFA"/>
    <w:rsid w:val="00963B23"/>
    <w:rsid w:val="0096478A"/>
    <w:rsid w:val="0096510A"/>
    <w:rsid w:val="00965992"/>
    <w:rsid w:val="00966381"/>
    <w:rsid w:val="0096644A"/>
    <w:rsid w:val="00966606"/>
    <w:rsid w:val="00966878"/>
    <w:rsid w:val="00966DCF"/>
    <w:rsid w:val="00966E13"/>
    <w:rsid w:val="00967EBF"/>
    <w:rsid w:val="0097101F"/>
    <w:rsid w:val="00972346"/>
    <w:rsid w:val="00972F1F"/>
    <w:rsid w:val="00973129"/>
    <w:rsid w:val="00973141"/>
    <w:rsid w:val="00973515"/>
    <w:rsid w:val="00973E10"/>
    <w:rsid w:val="00974985"/>
    <w:rsid w:val="00975D1D"/>
    <w:rsid w:val="00975E4C"/>
    <w:rsid w:val="00976215"/>
    <w:rsid w:val="009763AA"/>
    <w:rsid w:val="00976A80"/>
    <w:rsid w:val="009773D3"/>
    <w:rsid w:val="00977F34"/>
    <w:rsid w:val="00980008"/>
    <w:rsid w:val="00980267"/>
    <w:rsid w:val="00980381"/>
    <w:rsid w:val="00980722"/>
    <w:rsid w:val="00980C10"/>
    <w:rsid w:val="00981022"/>
    <w:rsid w:val="009814D4"/>
    <w:rsid w:val="00981591"/>
    <w:rsid w:val="00981B8E"/>
    <w:rsid w:val="00981D2A"/>
    <w:rsid w:val="00981FEA"/>
    <w:rsid w:val="0098251E"/>
    <w:rsid w:val="00984531"/>
    <w:rsid w:val="00984F83"/>
    <w:rsid w:val="00985879"/>
    <w:rsid w:val="009871FE"/>
    <w:rsid w:val="009876B2"/>
    <w:rsid w:val="00990A0D"/>
    <w:rsid w:val="009912EF"/>
    <w:rsid w:val="00991605"/>
    <w:rsid w:val="009916AE"/>
    <w:rsid w:val="00991AC2"/>
    <w:rsid w:val="00991FA2"/>
    <w:rsid w:val="00991FA9"/>
    <w:rsid w:val="00992408"/>
    <w:rsid w:val="0099254D"/>
    <w:rsid w:val="009930BA"/>
    <w:rsid w:val="00993395"/>
    <w:rsid w:val="009940CE"/>
    <w:rsid w:val="0099423B"/>
    <w:rsid w:val="009945A3"/>
    <w:rsid w:val="00994F29"/>
    <w:rsid w:val="00994FA4"/>
    <w:rsid w:val="00996622"/>
    <w:rsid w:val="00996634"/>
    <w:rsid w:val="00996B1C"/>
    <w:rsid w:val="0099771D"/>
    <w:rsid w:val="00997966"/>
    <w:rsid w:val="00997BCF"/>
    <w:rsid w:val="00997D17"/>
    <w:rsid w:val="00997E80"/>
    <w:rsid w:val="009A1928"/>
    <w:rsid w:val="009A223B"/>
    <w:rsid w:val="009A2469"/>
    <w:rsid w:val="009A293F"/>
    <w:rsid w:val="009A2AA6"/>
    <w:rsid w:val="009A2D18"/>
    <w:rsid w:val="009A2E9B"/>
    <w:rsid w:val="009A3EC0"/>
    <w:rsid w:val="009A3FF9"/>
    <w:rsid w:val="009A4273"/>
    <w:rsid w:val="009A4A97"/>
    <w:rsid w:val="009A5250"/>
    <w:rsid w:val="009A5318"/>
    <w:rsid w:val="009A5A4D"/>
    <w:rsid w:val="009A638B"/>
    <w:rsid w:val="009A681D"/>
    <w:rsid w:val="009A6934"/>
    <w:rsid w:val="009A69E5"/>
    <w:rsid w:val="009A6ED9"/>
    <w:rsid w:val="009A6F3B"/>
    <w:rsid w:val="009A7EE8"/>
    <w:rsid w:val="009B0135"/>
    <w:rsid w:val="009B0F12"/>
    <w:rsid w:val="009B1039"/>
    <w:rsid w:val="009B1073"/>
    <w:rsid w:val="009B1FD3"/>
    <w:rsid w:val="009B3041"/>
    <w:rsid w:val="009B321E"/>
    <w:rsid w:val="009B355E"/>
    <w:rsid w:val="009B37C8"/>
    <w:rsid w:val="009B3C6F"/>
    <w:rsid w:val="009B4AF0"/>
    <w:rsid w:val="009B4DF2"/>
    <w:rsid w:val="009B5F9F"/>
    <w:rsid w:val="009B65DB"/>
    <w:rsid w:val="009B714B"/>
    <w:rsid w:val="009B7BB3"/>
    <w:rsid w:val="009C0C58"/>
    <w:rsid w:val="009C0E96"/>
    <w:rsid w:val="009C18A4"/>
    <w:rsid w:val="009C1A1E"/>
    <w:rsid w:val="009C1BBF"/>
    <w:rsid w:val="009C2127"/>
    <w:rsid w:val="009C2FE0"/>
    <w:rsid w:val="009C4005"/>
    <w:rsid w:val="009C5052"/>
    <w:rsid w:val="009C5985"/>
    <w:rsid w:val="009C5D39"/>
    <w:rsid w:val="009C63ED"/>
    <w:rsid w:val="009C7D69"/>
    <w:rsid w:val="009D02B3"/>
    <w:rsid w:val="009D0363"/>
    <w:rsid w:val="009D0C61"/>
    <w:rsid w:val="009D0F4B"/>
    <w:rsid w:val="009D198A"/>
    <w:rsid w:val="009D1DDA"/>
    <w:rsid w:val="009D1EB7"/>
    <w:rsid w:val="009D3775"/>
    <w:rsid w:val="009D43FC"/>
    <w:rsid w:val="009D4B27"/>
    <w:rsid w:val="009D5030"/>
    <w:rsid w:val="009D555E"/>
    <w:rsid w:val="009D56A5"/>
    <w:rsid w:val="009D5A49"/>
    <w:rsid w:val="009D5A8F"/>
    <w:rsid w:val="009D5F83"/>
    <w:rsid w:val="009D6C89"/>
    <w:rsid w:val="009D6D53"/>
    <w:rsid w:val="009D6F38"/>
    <w:rsid w:val="009D7AEB"/>
    <w:rsid w:val="009E00E1"/>
    <w:rsid w:val="009E09D2"/>
    <w:rsid w:val="009E0DD8"/>
    <w:rsid w:val="009E0E77"/>
    <w:rsid w:val="009E0F65"/>
    <w:rsid w:val="009E20AE"/>
    <w:rsid w:val="009E2A03"/>
    <w:rsid w:val="009E349F"/>
    <w:rsid w:val="009E3AB9"/>
    <w:rsid w:val="009E4BDE"/>
    <w:rsid w:val="009E57D7"/>
    <w:rsid w:val="009E62B5"/>
    <w:rsid w:val="009E638A"/>
    <w:rsid w:val="009E672A"/>
    <w:rsid w:val="009E6815"/>
    <w:rsid w:val="009E6DD0"/>
    <w:rsid w:val="009E71B6"/>
    <w:rsid w:val="009E78BB"/>
    <w:rsid w:val="009F0210"/>
    <w:rsid w:val="009F3A39"/>
    <w:rsid w:val="009F3C4D"/>
    <w:rsid w:val="009F3C62"/>
    <w:rsid w:val="009F3FFA"/>
    <w:rsid w:val="009F4804"/>
    <w:rsid w:val="009F4ADA"/>
    <w:rsid w:val="009F4B44"/>
    <w:rsid w:val="009F5856"/>
    <w:rsid w:val="009F6309"/>
    <w:rsid w:val="009F6442"/>
    <w:rsid w:val="00A01274"/>
    <w:rsid w:val="00A01A9D"/>
    <w:rsid w:val="00A01EDD"/>
    <w:rsid w:val="00A01F55"/>
    <w:rsid w:val="00A02288"/>
    <w:rsid w:val="00A03C63"/>
    <w:rsid w:val="00A04B5E"/>
    <w:rsid w:val="00A04DC8"/>
    <w:rsid w:val="00A05853"/>
    <w:rsid w:val="00A069BD"/>
    <w:rsid w:val="00A06B12"/>
    <w:rsid w:val="00A07656"/>
    <w:rsid w:val="00A077AF"/>
    <w:rsid w:val="00A07820"/>
    <w:rsid w:val="00A07CB1"/>
    <w:rsid w:val="00A109CD"/>
    <w:rsid w:val="00A10CD7"/>
    <w:rsid w:val="00A10D0B"/>
    <w:rsid w:val="00A1151B"/>
    <w:rsid w:val="00A12563"/>
    <w:rsid w:val="00A129FB"/>
    <w:rsid w:val="00A12C59"/>
    <w:rsid w:val="00A13973"/>
    <w:rsid w:val="00A13D45"/>
    <w:rsid w:val="00A14A20"/>
    <w:rsid w:val="00A14C2A"/>
    <w:rsid w:val="00A14E24"/>
    <w:rsid w:val="00A158AE"/>
    <w:rsid w:val="00A15944"/>
    <w:rsid w:val="00A15B13"/>
    <w:rsid w:val="00A163AB"/>
    <w:rsid w:val="00A164CD"/>
    <w:rsid w:val="00A166CA"/>
    <w:rsid w:val="00A174FA"/>
    <w:rsid w:val="00A17909"/>
    <w:rsid w:val="00A17F4C"/>
    <w:rsid w:val="00A20371"/>
    <w:rsid w:val="00A20CDB"/>
    <w:rsid w:val="00A20E5B"/>
    <w:rsid w:val="00A21425"/>
    <w:rsid w:val="00A21775"/>
    <w:rsid w:val="00A21F91"/>
    <w:rsid w:val="00A2205F"/>
    <w:rsid w:val="00A236E6"/>
    <w:rsid w:val="00A2422F"/>
    <w:rsid w:val="00A24640"/>
    <w:rsid w:val="00A246FA"/>
    <w:rsid w:val="00A2498B"/>
    <w:rsid w:val="00A24BDA"/>
    <w:rsid w:val="00A24F49"/>
    <w:rsid w:val="00A25633"/>
    <w:rsid w:val="00A25FAB"/>
    <w:rsid w:val="00A26938"/>
    <w:rsid w:val="00A26D4D"/>
    <w:rsid w:val="00A2754A"/>
    <w:rsid w:val="00A27668"/>
    <w:rsid w:val="00A27A74"/>
    <w:rsid w:val="00A302D6"/>
    <w:rsid w:val="00A30F8A"/>
    <w:rsid w:val="00A310EB"/>
    <w:rsid w:val="00A31113"/>
    <w:rsid w:val="00A316DB"/>
    <w:rsid w:val="00A31AA4"/>
    <w:rsid w:val="00A32E6F"/>
    <w:rsid w:val="00A334E0"/>
    <w:rsid w:val="00A3383F"/>
    <w:rsid w:val="00A3393F"/>
    <w:rsid w:val="00A33EDB"/>
    <w:rsid w:val="00A3470F"/>
    <w:rsid w:val="00A34BB0"/>
    <w:rsid w:val="00A34C26"/>
    <w:rsid w:val="00A350DC"/>
    <w:rsid w:val="00A352CF"/>
    <w:rsid w:val="00A356AA"/>
    <w:rsid w:val="00A3746C"/>
    <w:rsid w:val="00A37FE9"/>
    <w:rsid w:val="00A40055"/>
    <w:rsid w:val="00A401BC"/>
    <w:rsid w:val="00A42483"/>
    <w:rsid w:val="00A42981"/>
    <w:rsid w:val="00A42EE5"/>
    <w:rsid w:val="00A43DF3"/>
    <w:rsid w:val="00A43DF5"/>
    <w:rsid w:val="00A440EA"/>
    <w:rsid w:val="00A4482F"/>
    <w:rsid w:val="00A44DC4"/>
    <w:rsid w:val="00A44F08"/>
    <w:rsid w:val="00A46B3F"/>
    <w:rsid w:val="00A46BB6"/>
    <w:rsid w:val="00A46E30"/>
    <w:rsid w:val="00A47216"/>
    <w:rsid w:val="00A47C92"/>
    <w:rsid w:val="00A50E2B"/>
    <w:rsid w:val="00A51714"/>
    <w:rsid w:val="00A51ADE"/>
    <w:rsid w:val="00A526FD"/>
    <w:rsid w:val="00A5287A"/>
    <w:rsid w:val="00A5366B"/>
    <w:rsid w:val="00A5426D"/>
    <w:rsid w:val="00A54993"/>
    <w:rsid w:val="00A54BAA"/>
    <w:rsid w:val="00A54D5B"/>
    <w:rsid w:val="00A556B4"/>
    <w:rsid w:val="00A55B67"/>
    <w:rsid w:val="00A566EB"/>
    <w:rsid w:val="00A5735C"/>
    <w:rsid w:val="00A574ED"/>
    <w:rsid w:val="00A577D5"/>
    <w:rsid w:val="00A57E73"/>
    <w:rsid w:val="00A62546"/>
    <w:rsid w:val="00A631F6"/>
    <w:rsid w:val="00A648C1"/>
    <w:rsid w:val="00A6560A"/>
    <w:rsid w:val="00A658AC"/>
    <w:rsid w:val="00A65D5C"/>
    <w:rsid w:val="00A65F25"/>
    <w:rsid w:val="00A66DC7"/>
    <w:rsid w:val="00A6710E"/>
    <w:rsid w:val="00A67290"/>
    <w:rsid w:val="00A67795"/>
    <w:rsid w:val="00A705C1"/>
    <w:rsid w:val="00A70712"/>
    <w:rsid w:val="00A7078A"/>
    <w:rsid w:val="00A71524"/>
    <w:rsid w:val="00A717E2"/>
    <w:rsid w:val="00A7228C"/>
    <w:rsid w:val="00A7245B"/>
    <w:rsid w:val="00A72CB4"/>
    <w:rsid w:val="00A73C0E"/>
    <w:rsid w:val="00A74C1B"/>
    <w:rsid w:val="00A74F87"/>
    <w:rsid w:val="00A75653"/>
    <w:rsid w:val="00A75893"/>
    <w:rsid w:val="00A758F5"/>
    <w:rsid w:val="00A75AA7"/>
    <w:rsid w:val="00A75F95"/>
    <w:rsid w:val="00A76FEB"/>
    <w:rsid w:val="00A77091"/>
    <w:rsid w:val="00A77200"/>
    <w:rsid w:val="00A775D9"/>
    <w:rsid w:val="00A80018"/>
    <w:rsid w:val="00A80A37"/>
    <w:rsid w:val="00A80AB7"/>
    <w:rsid w:val="00A815AD"/>
    <w:rsid w:val="00A81968"/>
    <w:rsid w:val="00A8197E"/>
    <w:rsid w:val="00A82372"/>
    <w:rsid w:val="00A8275A"/>
    <w:rsid w:val="00A8296D"/>
    <w:rsid w:val="00A835DF"/>
    <w:rsid w:val="00A838F2"/>
    <w:rsid w:val="00A83A15"/>
    <w:rsid w:val="00A83D0F"/>
    <w:rsid w:val="00A83EF7"/>
    <w:rsid w:val="00A84008"/>
    <w:rsid w:val="00A841B4"/>
    <w:rsid w:val="00A877D8"/>
    <w:rsid w:val="00A901AF"/>
    <w:rsid w:val="00A903C9"/>
    <w:rsid w:val="00A905FC"/>
    <w:rsid w:val="00A91007"/>
    <w:rsid w:val="00A91839"/>
    <w:rsid w:val="00A91A1D"/>
    <w:rsid w:val="00A92045"/>
    <w:rsid w:val="00A926BB"/>
    <w:rsid w:val="00A92D28"/>
    <w:rsid w:val="00A93034"/>
    <w:rsid w:val="00A93F9B"/>
    <w:rsid w:val="00A94004"/>
    <w:rsid w:val="00A95552"/>
    <w:rsid w:val="00A9562C"/>
    <w:rsid w:val="00A95CF9"/>
    <w:rsid w:val="00A95E1D"/>
    <w:rsid w:val="00A96267"/>
    <w:rsid w:val="00A96A9D"/>
    <w:rsid w:val="00A96E2A"/>
    <w:rsid w:val="00A97093"/>
    <w:rsid w:val="00A9745B"/>
    <w:rsid w:val="00A975DC"/>
    <w:rsid w:val="00A97636"/>
    <w:rsid w:val="00A9783A"/>
    <w:rsid w:val="00A97895"/>
    <w:rsid w:val="00A97B8C"/>
    <w:rsid w:val="00A97FAB"/>
    <w:rsid w:val="00AA0BAA"/>
    <w:rsid w:val="00AA0BF6"/>
    <w:rsid w:val="00AA0D87"/>
    <w:rsid w:val="00AA1555"/>
    <w:rsid w:val="00AA1A19"/>
    <w:rsid w:val="00AA1AE3"/>
    <w:rsid w:val="00AA1B1D"/>
    <w:rsid w:val="00AA203E"/>
    <w:rsid w:val="00AA356E"/>
    <w:rsid w:val="00AA3907"/>
    <w:rsid w:val="00AA3E95"/>
    <w:rsid w:val="00AA405A"/>
    <w:rsid w:val="00AA4A80"/>
    <w:rsid w:val="00AA4EAD"/>
    <w:rsid w:val="00AA4F4B"/>
    <w:rsid w:val="00AA5AD2"/>
    <w:rsid w:val="00AA5D8A"/>
    <w:rsid w:val="00AA62A0"/>
    <w:rsid w:val="00AA6728"/>
    <w:rsid w:val="00AA6891"/>
    <w:rsid w:val="00AA6A6F"/>
    <w:rsid w:val="00AA6FC5"/>
    <w:rsid w:val="00AA76C6"/>
    <w:rsid w:val="00AA7A14"/>
    <w:rsid w:val="00AA7FD0"/>
    <w:rsid w:val="00AB01A8"/>
    <w:rsid w:val="00AB0D89"/>
    <w:rsid w:val="00AB0E70"/>
    <w:rsid w:val="00AB0E82"/>
    <w:rsid w:val="00AB121D"/>
    <w:rsid w:val="00AB1954"/>
    <w:rsid w:val="00AB1E2D"/>
    <w:rsid w:val="00AB23E0"/>
    <w:rsid w:val="00AB2790"/>
    <w:rsid w:val="00AB2A0A"/>
    <w:rsid w:val="00AB32AC"/>
    <w:rsid w:val="00AB3F2A"/>
    <w:rsid w:val="00AB4B35"/>
    <w:rsid w:val="00AB4E08"/>
    <w:rsid w:val="00AB4E57"/>
    <w:rsid w:val="00AB5063"/>
    <w:rsid w:val="00AB57A8"/>
    <w:rsid w:val="00AB57FE"/>
    <w:rsid w:val="00AB5A0C"/>
    <w:rsid w:val="00AB5AFE"/>
    <w:rsid w:val="00AB62DD"/>
    <w:rsid w:val="00AB746B"/>
    <w:rsid w:val="00AB7529"/>
    <w:rsid w:val="00AB796D"/>
    <w:rsid w:val="00AB7D64"/>
    <w:rsid w:val="00AC0065"/>
    <w:rsid w:val="00AC0944"/>
    <w:rsid w:val="00AC1B70"/>
    <w:rsid w:val="00AC1E7C"/>
    <w:rsid w:val="00AC1F02"/>
    <w:rsid w:val="00AC208A"/>
    <w:rsid w:val="00AC304E"/>
    <w:rsid w:val="00AC31C6"/>
    <w:rsid w:val="00AC37AA"/>
    <w:rsid w:val="00AC56ED"/>
    <w:rsid w:val="00AC6E1B"/>
    <w:rsid w:val="00AC798F"/>
    <w:rsid w:val="00AC7C01"/>
    <w:rsid w:val="00AD14C5"/>
    <w:rsid w:val="00AD1D8F"/>
    <w:rsid w:val="00AD1E03"/>
    <w:rsid w:val="00AD22B9"/>
    <w:rsid w:val="00AD2385"/>
    <w:rsid w:val="00AD2ABD"/>
    <w:rsid w:val="00AD3954"/>
    <w:rsid w:val="00AD3B3A"/>
    <w:rsid w:val="00AD3F2C"/>
    <w:rsid w:val="00AD49D8"/>
    <w:rsid w:val="00AD53AA"/>
    <w:rsid w:val="00AD5E5B"/>
    <w:rsid w:val="00AD6887"/>
    <w:rsid w:val="00AD68C3"/>
    <w:rsid w:val="00AD7E22"/>
    <w:rsid w:val="00AD7E92"/>
    <w:rsid w:val="00AE03CA"/>
    <w:rsid w:val="00AE0BA4"/>
    <w:rsid w:val="00AE0C9A"/>
    <w:rsid w:val="00AE104A"/>
    <w:rsid w:val="00AE12FF"/>
    <w:rsid w:val="00AE1CBD"/>
    <w:rsid w:val="00AE200D"/>
    <w:rsid w:val="00AE201A"/>
    <w:rsid w:val="00AE2659"/>
    <w:rsid w:val="00AE2FF3"/>
    <w:rsid w:val="00AE3494"/>
    <w:rsid w:val="00AE38DA"/>
    <w:rsid w:val="00AE3E5F"/>
    <w:rsid w:val="00AE3F59"/>
    <w:rsid w:val="00AE43DF"/>
    <w:rsid w:val="00AE4A5A"/>
    <w:rsid w:val="00AE4EBA"/>
    <w:rsid w:val="00AE548C"/>
    <w:rsid w:val="00AE5ED5"/>
    <w:rsid w:val="00AE5FF9"/>
    <w:rsid w:val="00AE682A"/>
    <w:rsid w:val="00AE73D5"/>
    <w:rsid w:val="00AE7884"/>
    <w:rsid w:val="00AF0570"/>
    <w:rsid w:val="00AF0BFF"/>
    <w:rsid w:val="00AF0CC0"/>
    <w:rsid w:val="00AF128A"/>
    <w:rsid w:val="00AF1580"/>
    <w:rsid w:val="00AF1E30"/>
    <w:rsid w:val="00AF2669"/>
    <w:rsid w:val="00AF29D6"/>
    <w:rsid w:val="00AF382E"/>
    <w:rsid w:val="00AF435E"/>
    <w:rsid w:val="00AF4CB3"/>
    <w:rsid w:val="00AF544B"/>
    <w:rsid w:val="00AF59FB"/>
    <w:rsid w:val="00AF657A"/>
    <w:rsid w:val="00AF66DB"/>
    <w:rsid w:val="00AF7032"/>
    <w:rsid w:val="00AF7322"/>
    <w:rsid w:val="00AF74DC"/>
    <w:rsid w:val="00AF7A8A"/>
    <w:rsid w:val="00B01427"/>
    <w:rsid w:val="00B014AF"/>
    <w:rsid w:val="00B02BCE"/>
    <w:rsid w:val="00B02CA6"/>
    <w:rsid w:val="00B02DE6"/>
    <w:rsid w:val="00B03F55"/>
    <w:rsid w:val="00B03F61"/>
    <w:rsid w:val="00B0418E"/>
    <w:rsid w:val="00B04FB8"/>
    <w:rsid w:val="00B06ECA"/>
    <w:rsid w:val="00B07194"/>
    <w:rsid w:val="00B0738A"/>
    <w:rsid w:val="00B07F93"/>
    <w:rsid w:val="00B10981"/>
    <w:rsid w:val="00B10C32"/>
    <w:rsid w:val="00B10DB0"/>
    <w:rsid w:val="00B10F7E"/>
    <w:rsid w:val="00B1103A"/>
    <w:rsid w:val="00B11149"/>
    <w:rsid w:val="00B13688"/>
    <w:rsid w:val="00B1408B"/>
    <w:rsid w:val="00B14836"/>
    <w:rsid w:val="00B14A92"/>
    <w:rsid w:val="00B15DD5"/>
    <w:rsid w:val="00B16504"/>
    <w:rsid w:val="00B16680"/>
    <w:rsid w:val="00B16898"/>
    <w:rsid w:val="00B17058"/>
    <w:rsid w:val="00B172AF"/>
    <w:rsid w:val="00B21DAF"/>
    <w:rsid w:val="00B22080"/>
    <w:rsid w:val="00B239D3"/>
    <w:rsid w:val="00B24807"/>
    <w:rsid w:val="00B248CC"/>
    <w:rsid w:val="00B24DE6"/>
    <w:rsid w:val="00B251E9"/>
    <w:rsid w:val="00B25FE1"/>
    <w:rsid w:val="00B26229"/>
    <w:rsid w:val="00B266DE"/>
    <w:rsid w:val="00B27073"/>
    <w:rsid w:val="00B27368"/>
    <w:rsid w:val="00B275D3"/>
    <w:rsid w:val="00B277B1"/>
    <w:rsid w:val="00B27F23"/>
    <w:rsid w:val="00B30F5B"/>
    <w:rsid w:val="00B31157"/>
    <w:rsid w:val="00B31572"/>
    <w:rsid w:val="00B31A3B"/>
    <w:rsid w:val="00B31FE2"/>
    <w:rsid w:val="00B32583"/>
    <w:rsid w:val="00B32C04"/>
    <w:rsid w:val="00B32CD3"/>
    <w:rsid w:val="00B3303E"/>
    <w:rsid w:val="00B33D40"/>
    <w:rsid w:val="00B34959"/>
    <w:rsid w:val="00B35427"/>
    <w:rsid w:val="00B35872"/>
    <w:rsid w:val="00B35978"/>
    <w:rsid w:val="00B35A01"/>
    <w:rsid w:val="00B35A02"/>
    <w:rsid w:val="00B35A1D"/>
    <w:rsid w:val="00B361AD"/>
    <w:rsid w:val="00B361F2"/>
    <w:rsid w:val="00B36401"/>
    <w:rsid w:val="00B367A5"/>
    <w:rsid w:val="00B409E0"/>
    <w:rsid w:val="00B40D13"/>
    <w:rsid w:val="00B40F36"/>
    <w:rsid w:val="00B411AF"/>
    <w:rsid w:val="00B41313"/>
    <w:rsid w:val="00B41378"/>
    <w:rsid w:val="00B41387"/>
    <w:rsid w:val="00B42605"/>
    <w:rsid w:val="00B43F8F"/>
    <w:rsid w:val="00B445FE"/>
    <w:rsid w:val="00B4511B"/>
    <w:rsid w:val="00B454BE"/>
    <w:rsid w:val="00B459A3"/>
    <w:rsid w:val="00B45C23"/>
    <w:rsid w:val="00B46053"/>
    <w:rsid w:val="00B46B7E"/>
    <w:rsid w:val="00B46E89"/>
    <w:rsid w:val="00B47517"/>
    <w:rsid w:val="00B475B1"/>
    <w:rsid w:val="00B478F9"/>
    <w:rsid w:val="00B47B37"/>
    <w:rsid w:val="00B47D02"/>
    <w:rsid w:val="00B47FF6"/>
    <w:rsid w:val="00B501CA"/>
    <w:rsid w:val="00B50829"/>
    <w:rsid w:val="00B51024"/>
    <w:rsid w:val="00B520D0"/>
    <w:rsid w:val="00B53511"/>
    <w:rsid w:val="00B543F0"/>
    <w:rsid w:val="00B54C03"/>
    <w:rsid w:val="00B54F6D"/>
    <w:rsid w:val="00B54FCA"/>
    <w:rsid w:val="00B550AB"/>
    <w:rsid w:val="00B5521A"/>
    <w:rsid w:val="00B55A76"/>
    <w:rsid w:val="00B57C5C"/>
    <w:rsid w:val="00B60208"/>
    <w:rsid w:val="00B606CB"/>
    <w:rsid w:val="00B61556"/>
    <w:rsid w:val="00B61BC7"/>
    <w:rsid w:val="00B61BD2"/>
    <w:rsid w:val="00B62A32"/>
    <w:rsid w:val="00B62BE7"/>
    <w:rsid w:val="00B62DBB"/>
    <w:rsid w:val="00B642CB"/>
    <w:rsid w:val="00B6448B"/>
    <w:rsid w:val="00B64EB0"/>
    <w:rsid w:val="00B65A27"/>
    <w:rsid w:val="00B669F1"/>
    <w:rsid w:val="00B67D11"/>
    <w:rsid w:val="00B67D86"/>
    <w:rsid w:val="00B705E2"/>
    <w:rsid w:val="00B708F1"/>
    <w:rsid w:val="00B70C51"/>
    <w:rsid w:val="00B70CD5"/>
    <w:rsid w:val="00B70FD2"/>
    <w:rsid w:val="00B71370"/>
    <w:rsid w:val="00B7163F"/>
    <w:rsid w:val="00B716AB"/>
    <w:rsid w:val="00B719EF"/>
    <w:rsid w:val="00B72B94"/>
    <w:rsid w:val="00B736B2"/>
    <w:rsid w:val="00B73CF9"/>
    <w:rsid w:val="00B73EAD"/>
    <w:rsid w:val="00B74168"/>
    <w:rsid w:val="00B746DB"/>
    <w:rsid w:val="00B74765"/>
    <w:rsid w:val="00B749C7"/>
    <w:rsid w:val="00B749EE"/>
    <w:rsid w:val="00B75B16"/>
    <w:rsid w:val="00B75F08"/>
    <w:rsid w:val="00B76374"/>
    <w:rsid w:val="00B77109"/>
    <w:rsid w:val="00B77E26"/>
    <w:rsid w:val="00B77EC5"/>
    <w:rsid w:val="00B80959"/>
    <w:rsid w:val="00B80C0C"/>
    <w:rsid w:val="00B81730"/>
    <w:rsid w:val="00B81F0C"/>
    <w:rsid w:val="00B82BBB"/>
    <w:rsid w:val="00B833F5"/>
    <w:rsid w:val="00B835D4"/>
    <w:rsid w:val="00B837B7"/>
    <w:rsid w:val="00B83A0D"/>
    <w:rsid w:val="00B83A7D"/>
    <w:rsid w:val="00B84235"/>
    <w:rsid w:val="00B84287"/>
    <w:rsid w:val="00B8445C"/>
    <w:rsid w:val="00B846A6"/>
    <w:rsid w:val="00B85725"/>
    <w:rsid w:val="00B857DE"/>
    <w:rsid w:val="00B86BDD"/>
    <w:rsid w:val="00B86D4E"/>
    <w:rsid w:val="00B90E30"/>
    <w:rsid w:val="00B916A1"/>
    <w:rsid w:val="00B921B9"/>
    <w:rsid w:val="00B92DC5"/>
    <w:rsid w:val="00B93E45"/>
    <w:rsid w:val="00B94338"/>
    <w:rsid w:val="00B95129"/>
    <w:rsid w:val="00B95951"/>
    <w:rsid w:val="00B95E78"/>
    <w:rsid w:val="00B96358"/>
    <w:rsid w:val="00B963C0"/>
    <w:rsid w:val="00B965D7"/>
    <w:rsid w:val="00B96CAC"/>
    <w:rsid w:val="00B96D3F"/>
    <w:rsid w:val="00B96E9A"/>
    <w:rsid w:val="00B97128"/>
    <w:rsid w:val="00B97BAF"/>
    <w:rsid w:val="00B97D7F"/>
    <w:rsid w:val="00BA0938"/>
    <w:rsid w:val="00BA0953"/>
    <w:rsid w:val="00BA12F4"/>
    <w:rsid w:val="00BA1734"/>
    <w:rsid w:val="00BA1AD1"/>
    <w:rsid w:val="00BA1E53"/>
    <w:rsid w:val="00BA1EBD"/>
    <w:rsid w:val="00BA23EE"/>
    <w:rsid w:val="00BA2756"/>
    <w:rsid w:val="00BA34C8"/>
    <w:rsid w:val="00BA4E60"/>
    <w:rsid w:val="00BA514F"/>
    <w:rsid w:val="00BA5337"/>
    <w:rsid w:val="00BA567A"/>
    <w:rsid w:val="00BA5987"/>
    <w:rsid w:val="00BA5AEF"/>
    <w:rsid w:val="00BA66FD"/>
    <w:rsid w:val="00BA7270"/>
    <w:rsid w:val="00BA731E"/>
    <w:rsid w:val="00BA7422"/>
    <w:rsid w:val="00BA7D17"/>
    <w:rsid w:val="00BA7E55"/>
    <w:rsid w:val="00BB1403"/>
    <w:rsid w:val="00BB1F53"/>
    <w:rsid w:val="00BB20DD"/>
    <w:rsid w:val="00BB268E"/>
    <w:rsid w:val="00BB2711"/>
    <w:rsid w:val="00BB288E"/>
    <w:rsid w:val="00BB2A74"/>
    <w:rsid w:val="00BB2C9E"/>
    <w:rsid w:val="00BB2E5A"/>
    <w:rsid w:val="00BB31CE"/>
    <w:rsid w:val="00BB362A"/>
    <w:rsid w:val="00BB3A4C"/>
    <w:rsid w:val="00BB4B30"/>
    <w:rsid w:val="00BB4D13"/>
    <w:rsid w:val="00BB5BEC"/>
    <w:rsid w:val="00BB6115"/>
    <w:rsid w:val="00BB658C"/>
    <w:rsid w:val="00BB670A"/>
    <w:rsid w:val="00BB6D6C"/>
    <w:rsid w:val="00BB78BE"/>
    <w:rsid w:val="00BC1044"/>
    <w:rsid w:val="00BC13DC"/>
    <w:rsid w:val="00BC174A"/>
    <w:rsid w:val="00BC201C"/>
    <w:rsid w:val="00BC294F"/>
    <w:rsid w:val="00BC29AB"/>
    <w:rsid w:val="00BC2AC0"/>
    <w:rsid w:val="00BC2B81"/>
    <w:rsid w:val="00BC38C0"/>
    <w:rsid w:val="00BC3987"/>
    <w:rsid w:val="00BC3D31"/>
    <w:rsid w:val="00BC3E59"/>
    <w:rsid w:val="00BC41B7"/>
    <w:rsid w:val="00BC51CA"/>
    <w:rsid w:val="00BC5325"/>
    <w:rsid w:val="00BC550E"/>
    <w:rsid w:val="00BC55AD"/>
    <w:rsid w:val="00BC5FBD"/>
    <w:rsid w:val="00BC66AE"/>
    <w:rsid w:val="00BC6A9B"/>
    <w:rsid w:val="00BD078B"/>
    <w:rsid w:val="00BD0A4F"/>
    <w:rsid w:val="00BD10A9"/>
    <w:rsid w:val="00BD1427"/>
    <w:rsid w:val="00BD156C"/>
    <w:rsid w:val="00BD194B"/>
    <w:rsid w:val="00BD1CEF"/>
    <w:rsid w:val="00BD2861"/>
    <w:rsid w:val="00BD2D96"/>
    <w:rsid w:val="00BD3868"/>
    <w:rsid w:val="00BD3F4F"/>
    <w:rsid w:val="00BD4C60"/>
    <w:rsid w:val="00BD4DD0"/>
    <w:rsid w:val="00BD54C3"/>
    <w:rsid w:val="00BD5636"/>
    <w:rsid w:val="00BD609A"/>
    <w:rsid w:val="00BD60EB"/>
    <w:rsid w:val="00BD6A9B"/>
    <w:rsid w:val="00BD6FD1"/>
    <w:rsid w:val="00BD728C"/>
    <w:rsid w:val="00BD750B"/>
    <w:rsid w:val="00BD7A16"/>
    <w:rsid w:val="00BD7E25"/>
    <w:rsid w:val="00BE1E20"/>
    <w:rsid w:val="00BE21DD"/>
    <w:rsid w:val="00BE2F44"/>
    <w:rsid w:val="00BE3062"/>
    <w:rsid w:val="00BE3085"/>
    <w:rsid w:val="00BE36B0"/>
    <w:rsid w:val="00BE36C4"/>
    <w:rsid w:val="00BE431A"/>
    <w:rsid w:val="00BE43EB"/>
    <w:rsid w:val="00BE5EAF"/>
    <w:rsid w:val="00BE62B2"/>
    <w:rsid w:val="00BE6CEF"/>
    <w:rsid w:val="00BE7018"/>
    <w:rsid w:val="00BE70F1"/>
    <w:rsid w:val="00BE7AAA"/>
    <w:rsid w:val="00BE7E49"/>
    <w:rsid w:val="00BE7EE2"/>
    <w:rsid w:val="00BF027D"/>
    <w:rsid w:val="00BF1E97"/>
    <w:rsid w:val="00BF2254"/>
    <w:rsid w:val="00BF25E4"/>
    <w:rsid w:val="00BF27B6"/>
    <w:rsid w:val="00BF2A50"/>
    <w:rsid w:val="00BF3546"/>
    <w:rsid w:val="00BF3C66"/>
    <w:rsid w:val="00BF535C"/>
    <w:rsid w:val="00BF5D8F"/>
    <w:rsid w:val="00BF5EEF"/>
    <w:rsid w:val="00BF667A"/>
    <w:rsid w:val="00BF6A89"/>
    <w:rsid w:val="00BF7322"/>
    <w:rsid w:val="00BF74F2"/>
    <w:rsid w:val="00BF7999"/>
    <w:rsid w:val="00C00B71"/>
    <w:rsid w:val="00C00EC4"/>
    <w:rsid w:val="00C00F60"/>
    <w:rsid w:val="00C013FB"/>
    <w:rsid w:val="00C017EA"/>
    <w:rsid w:val="00C01E0D"/>
    <w:rsid w:val="00C02386"/>
    <w:rsid w:val="00C031D9"/>
    <w:rsid w:val="00C035E7"/>
    <w:rsid w:val="00C039D8"/>
    <w:rsid w:val="00C03F13"/>
    <w:rsid w:val="00C03F45"/>
    <w:rsid w:val="00C04D6B"/>
    <w:rsid w:val="00C06797"/>
    <w:rsid w:val="00C070B2"/>
    <w:rsid w:val="00C072EF"/>
    <w:rsid w:val="00C07333"/>
    <w:rsid w:val="00C073C2"/>
    <w:rsid w:val="00C07425"/>
    <w:rsid w:val="00C07508"/>
    <w:rsid w:val="00C07766"/>
    <w:rsid w:val="00C07A11"/>
    <w:rsid w:val="00C07FB7"/>
    <w:rsid w:val="00C10182"/>
    <w:rsid w:val="00C102CC"/>
    <w:rsid w:val="00C118E9"/>
    <w:rsid w:val="00C119A7"/>
    <w:rsid w:val="00C12271"/>
    <w:rsid w:val="00C127F8"/>
    <w:rsid w:val="00C13BAC"/>
    <w:rsid w:val="00C14EDA"/>
    <w:rsid w:val="00C16F53"/>
    <w:rsid w:val="00C17C62"/>
    <w:rsid w:val="00C201B8"/>
    <w:rsid w:val="00C20289"/>
    <w:rsid w:val="00C22430"/>
    <w:rsid w:val="00C22489"/>
    <w:rsid w:val="00C22E2E"/>
    <w:rsid w:val="00C22EFB"/>
    <w:rsid w:val="00C2466F"/>
    <w:rsid w:val="00C259F0"/>
    <w:rsid w:val="00C25B9C"/>
    <w:rsid w:val="00C263FA"/>
    <w:rsid w:val="00C2663D"/>
    <w:rsid w:val="00C27031"/>
    <w:rsid w:val="00C277EF"/>
    <w:rsid w:val="00C3036C"/>
    <w:rsid w:val="00C3080C"/>
    <w:rsid w:val="00C3118A"/>
    <w:rsid w:val="00C311F0"/>
    <w:rsid w:val="00C31871"/>
    <w:rsid w:val="00C31E08"/>
    <w:rsid w:val="00C3230B"/>
    <w:rsid w:val="00C32528"/>
    <w:rsid w:val="00C32870"/>
    <w:rsid w:val="00C32B46"/>
    <w:rsid w:val="00C3359B"/>
    <w:rsid w:val="00C3397F"/>
    <w:rsid w:val="00C33B51"/>
    <w:rsid w:val="00C3466F"/>
    <w:rsid w:val="00C34C69"/>
    <w:rsid w:val="00C34CA6"/>
    <w:rsid w:val="00C3539A"/>
    <w:rsid w:val="00C355CF"/>
    <w:rsid w:val="00C35B8B"/>
    <w:rsid w:val="00C36AE6"/>
    <w:rsid w:val="00C36E13"/>
    <w:rsid w:val="00C36ECD"/>
    <w:rsid w:val="00C37570"/>
    <w:rsid w:val="00C400EA"/>
    <w:rsid w:val="00C402BA"/>
    <w:rsid w:val="00C41807"/>
    <w:rsid w:val="00C419AB"/>
    <w:rsid w:val="00C41B63"/>
    <w:rsid w:val="00C41D19"/>
    <w:rsid w:val="00C41F4E"/>
    <w:rsid w:val="00C42243"/>
    <w:rsid w:val="00C42313"/>
    <w:rsid w:val="00C423BA"/>
    <w:rsid w:val="00C43341"/>
    <w:rsid w:val="00C4400A"/>
    <w:rsid w:val="00C441CC"/>
    <w:rsid w:val="00C4528C"/>
    <w:rsid w:val="00C4656C"/>
    <w:rsid w:val="00C477A4"/>
    <w:rsid w:val="00C47B12"/>
    <w:rsid w:val="00C500D3"/>
    <w:rsid w:val="00C50403"/>
    <w:rsid w:val="00C5067B"/>
    <w:rsid w:val="00C50A00"/>
    <w:rsid w:val="00C50F65"/>
    <w:rsid w:val="00C51434"/>
    <w:rsid w:val="00C515B9"/>
    <w:rsid w:val="00C51954"/>
    <w:rsid w:val="00C51B14"/>
    <w:rsid w:val="00C52A96"/>
    <w:rsid w:val="00C53C31"/>
    <w:rsid w:val="00C54516"/>
    <w:rsid w:val="00C5487C"/>
    <w:rsid w:val="00C557BD"/>
    <w:rsid w:val="00C56302"/>
    <w:rsid w:val="00C567F7"/>
    <w:rsid w:val="00C56EA2"/>
    <w:rsid w:val="00C57624"/>
    <w:rsid w:val="00C57EE7"/>
    <w:rsid w:val="00C60112"/>
    <w:rsid w:val="00C602BD"/>
    <w:rsid w:val="00C603BA"/>
    <w:rsid w:val="00C603E1"/>
    <w:rsid w:val="00C60D1F"/>
    <w:rsid w:val="00C61269"/>
    <w:rsid w:val="00C61946"/>
    <w:rsid w:val="00C61A06"/>
    <w:rsid w:val="00C62F60"/>
    <w:rsid w:val="00C63BA9"/>
    <w:rsid w:val="00C644B8"/>
    <w:rsid w:val="00C646B3"/>
    <w:rsid w:val="00C64F5B"/>
    <w:rsid w:val="00C6531E"/>
    <w:rsid w:val="00C6553A"/>
    <w:rsid w:val="00C65CE8"/>
    <w:rsid w:val="00C66085"/>
    <w:rsid w:val="00C66A36"/>
    <w:rsid w:val="00C66DA9"/>
    <w:rsid w:val="00C67244"/>
    <w:rsid w:val="00C673F6"/>
    <w:rsid w:val="00C6762F"/>
    <w:rsid w:val="00C67DFA"/>
    <w:rsid w:val="00C707DF"/>
    <w:rsid w:val="00C70CE4"/>
    <w:rsid w:val="00C71407"/>
    <w:rsid w:val="00C717B6"/>
    <w:rsid w:val="00C723AA"/>
    <w:rsid w:val="00C72CB5"/>
    <w:rsid w:val="00C72D25"/>
    <w:rsid w:val="00C72D70"/>
    <w:rsid w:val="00C730E7"/>
    <w:rsid w:val="00C731B3"/>
    <w:rsid w:val="00C733DB"/>
    <w:rsid w:val="00C736EF"/>
    <w:rsid w:val="00C737F1"/>
    <w:rsid w:val="00C73C20"/>
    <w:rsid w:val="00C741F7"/>
    <w:rsid w:val="00C747D0"/>
    <w:rsid w:val="00C76178"/>
    <w:rsid w:val="00C76808"/>
    <w:rsid w:val="00C7699E"/>
    <w:rsid w:val="00C76E19"/>
    <w:rsid w:val="00C77B58"/>
    <w:rsid w:val="00C77C7C"/>
    <w:rsid w:val="00C77D8E"/>
    <w:rsid w:val="00C77E98"/>
    <w:rsid w:val="00C803C2"/>
    <w:rsid w:val="00C82A01"/>
    <w:rsid w:val="00C830A2"/>
    <w:rsid w:val="00C8342B"/>
    <w:rsid w:val="00C83AE3"/>
    <w:rsid w:val="00C84DED"/>
    <w:rsid w:val="00C855C7"/>
    <w:rsid w:val="00C856FC"/>
    <w:rsid w:val="00C857F9"/>
    <w:rsid w:val="00C85DFA"/>
    <w:rsid w:val="00C86128"/>
    <w:rsid w:val="00C8713A"/>
    <w:rsid w:val="00C904BA"/>
    <w:rsid w:val="00C90AD7"/>
    <w:rsid w:val="00C90CD2"/>
    <w:rsid w:val="00C91578"/>
    <w:rsid w:val="00C91D66"/>
    <w:rsid w:val="00C92BB4"/>
    <w:rsid w:val="00C93827"/>
    <w:rsid w:val="00C93D95"/>
    <w:rsid w:val="00C94867"/>
    <w:rsid w:val="00C94B1D"/>
    <w:rsid w:val="00C94C86"/>
    <w:rsid w:val="00C952B3"/>
    <w:rsid w:val="00C953AB"/>
    <w:rsid w:val="00C95565"/>
    <w:rsid w:val="00C95659"/>
    <w:rsid w:val="00C9605F"/>
    <w:rsid w:val="00C962D9"/>
    <w:rsid w:val="00C963FD"/>
    <w:rsid w:val="00C96842"/>
    <w:rsid w:val="00C968D5"/>
    <w:rsid w:val="00C96C9D"/>
    <w:rsid w:val="00C96D72"/>
    <w:rsid w:val="00C97147"/>
    <w:rsid w:val="00C97982"/>
    <w:rsid w:val="00C97E75"/>
    <w:rsid w:val="00CA0990"/>
    <w:rsid w:val="00CA0FCF"/>
    <w:rsid w:val="00CA1513"/>
    <w:rsid w:val="00CA19EB"/>
    <w:rsid w:val="00CA3449"/>
    <w:rsid w:val="00CA3520"/>
    <w:rsid w:val="00CA361F"/>
    <w:rsid w:val="00CA37FC"/>
    <w:rsid w:val="00CA3E52"/>
    <w:rsid w:val="00CA42B3"/>
    <w:rsid w:val="00CA4761"/>
    <w:rsid w:val="00CA477E"/>
    <w:rsid w:val="00CA4892"/>
    <w:rsid w:val="00CA4F2C"/>
    <w:rsid w:val="00CA4FAC"/>
    <w:rsid w:val="00CA50F6"/>
    <w:rsid w:val="00CA5415"/>
    <w:rsid w:val="00CA573D"/>
    <w:rsid w:val="00CA6432"/>
    <w:rsid w:val="00CA6D3C"/>
    <w:rsid w:val="00CA7FAE"/>
    <w:rsid w:val="00CA7FD1"/>
    <w:rsid w:val="00CB09D7"/>
    <w:rsid w:val="00CB0B55"/>
    <w:rsid w:val="00CB1443"/>
    <w:rsid w:val="00CB1481"/>
    <w:rsid w:val="00CB1CB8"/>
    <w:rsid w:val="00CB3ECF"/>
    <w:rsid w:val="00CB47C4"/>
    <w:rsid w:val="00CB4F6F"/>
    <w:rsid w:val="00CB514B"/>
    <w:rsid w:val="00CB5796"/>
    <w:rsid w:val="00CB589A"/>
    <w:rsid w:val="00CB73E9"/>
    <w:rsid w:val="00CB74F9"/>
    <w:rsid w:val="00CB77EA"/>
    <w:rsid w:val="00CB7C37"/>
    <w:rsid w:val="00CC009B"/>
    <w:rsid w:val="00CC017B"/>
    <w:rsid w:val="00CC07F1"/>
    <w:rsid w:val="00CC0C7D"/>
    <w:rsid w:val="00CC113D"/>
    <w:rsid w:val="00CC1314"/>
    <w:rsid w:val="00CC2103"/>
    <w:rsid w:val="00CC274E"/>
    <w:rsid w:val="00CC3107"/>
    <w:rsid w:val="00CC3B4D"/>
    <w:rsid w:val="00CC4062"/>
    <w:rsid w:val="00CC5CD9"/>
    <w:rsid w:val="00CC639E"/>
    <w:rsid w:val="00CC65B6"/>
    <w:rsid w:val="00CC6A34"/>
    <w:rsid w:val="00CC6CAB"/>
    <w:rsid w:val="00CC7080"/>
    <w:rsid w:val="00CC741B"/>
    <w:rsid w:val="00CC79F8"/>
    <w:rsid w:val="00CC7C06"/>
    <w:rsid w:val="00CC7CA3"/>
    <w:rsid w:val="00CD0638"/>
    <w:rsid w:val="00CD0916"/>
    <w:rsid w:val="00CD191E"/>
    <w:rsid w:val="00CD2E3A"/>
    <w:rsid w:val="00CD36FE"/>
    <w:rsid w:val="00CD43B4"/>
    <w:rsid w:val="00CD470B"/>
    <w:rsid w:val="00CD4AEC"/>
    <w:rsid w:val="00CD548C"/>
    <w:rsid w:val="00CD5E57"/>
    <w:rsid w:val="00CD607E"/>
    <w:rsid w:val="00CD6551"/>
    <w:rsid w:val="00CD6C8E"/>
    <w:rsid w:val="00CD7253"/>
    <w:rsid w:val="00CE07FB"/>
    <w:rsid w:val="00CE09FF"/>
    <w:rsid w:val="00CE1297"/>
    <w:rsid w:val="00CE1677"/>
    <w:rsid w:val="00CE1815"/>
    <w:rsid w:val="00CE199E"/>
    <w:rsid w:val="00CE1B0E"/>
    <w:rsid w:val="00CE1CD2"/>
    <w:rsid w:val="00CE1EA6"/>
    <w:rsid w:val="00CE227E"/>
    <w:rsid w:val="00CE22BB"/>
    <w:rsid w:val="00CE23E8"/>
    <w:rsid w:val="00CE263C"/>
    <w:rsid w:val="00CE297B"/>
    <w:rsid w:val="00CE3A8E"/>
    <w:rsid w:val="00CE50C8"/>
    <w:rsid w:val="00CE5815"/>
    <w:rsid w:val="00CE59D8"/>
    <w:rsid w:val="00CE66C1"/>
    <w:rsid w:val="00CE6B7C"/>
    <w:rsid w:val="00CE6D4E"/>
    <w:rsid w:val="00CE6E39"/>
    <w:rsid w:val="00CE6FC1"/>
    <w:rsid w:val="00CE73EC"/>
    <w:rsid w:val="00CE74F9"/>
    <w:rsid w:val="00CE7714"/>
    <w:rsid w:val="00CE7940"/>
    <w:rsid w:val="00CF033B"/>
    <w:rsid w:val="00CF0D89"/>
    <w:rsid w:val="00CF10F0"/>
    <w:rsid w:val="00CF1685"/>
    <w:rsid w:val="00CF173B"/>
    <w:rsid w:val="00CF22E0"/>
    <w:rsid w:val="00CF24A4"/>
    <w:rsid w:val="00CF2945"/>
    <w:rsid w:val="00CF3828"/>
    <w:rsid w:val="00CF4726"/>
    <w:rsid w:val="00CF4DF5"/>
    <w:rsid w:val="00CF6C49"/>
    <w:rsid w:val="00CF72C4"/>
    <w:rsid w:val="00CF7347"/>
    <w:rsid w:val="00CF7F43"/>
    <w:rsid w:val="00D0154D"/>
    <w:rsid w:val="00D018CE"/>
    <w:rsid w:val="00D01A19"/>
    <w:rsid w:val="00D02143"/>
    <w:rsid w:val="00D025B9"/>
    <w:rsid w:val="00D03BD3"/>
    <w:rsid w:val="00D03FF3"/>
    <w:rsid w:val="00D049DF"/>
    <w:rsid w:val="00D05492"/>
    <w:rsid w:val="00D05C9A"/>
    <w:rsid w:val="00D061E6"/>
    <w:rsid w:val="00D065DD"/>
    <w:rsid w:val="00D06693"/>
    <w:rsid w:val="00D06F4A"/>
    <w:rsid w:val="00D116BC"/>
    <w:rsid w:val="00D11808"/>
    <w:rsid w:val="00D125FB"/>
    <w:rsid w:val="00D126D0"/>
    <w:rsid w:val="00D13477"/>
    <w:rsid w:val="00D14035"/>
    <w:rsid w:val="00D151EB"/>
    <w:rsid w:val="00D15EB7"/>
    <w:rsid w:val="00D16AED"/>
    <w:rsid w:val="00D16AFC"/>
    <w:rsid w:val="00D16D98"/>
    <w:rsid w:val="00D170CD"/>
    <w:rsid w:val="00D201D1"/>
    <w:rsid w:val="00D20742"/>
    <w:rsid w:val="00D2126D"/>
    <w:rsid w:val="00D214FB"/>
    <w:rsid w:val="00D21794"/>
    <w:rsid w:val="00D21A2E"/>
    <w:rsid w:val="00D22F0F"/>
    <w:rsid w:val="00D231F6"/>
    <w:rsid w:val="00D233E1"/>
    <w:rsid w:val="00D236E2"/>
    <w:rsid w:val="00D241DF"/>
    <w:rsid w:val="00D2429E"/>
    <w:rsid w:val="00D24530"/>
    <w:rsid w:val="00D24550"/>
    <w:rsid w:val="00D26C38"/>
    <w:rsid w:val="00D26DE0"/>
    <w:rsid w:val="00D303A2"/>
    <w:rsid w:val="00D305C0"/>
    <w:rsid w:val="00D30B35"/>
    <w:rsid w:val="00D30D4B"/>
    <w:rsid w:val="00D310E1"/>
    <w:rsid w:val="00D311EE"/>
    <w:rsid w:val="00D3134E"/>
    <w:rsid w:val="00D31EDD"/>
    <w:rsid w:val="00D3231C"/>
    <w:rsid w:val="00D32B41"/>
    <w:rsid w:val="00D32DE7"/>
    <w:rsid w:val="00D3308E"/>
    <w:rsid w:val="00D34A78"/>
    <w:rsid w:val="00D34AD2"/>
    <w:rsid w:val="00D351AA"/>
    <w:rsid w:val="00D35694"/>
    <w:rsid w:val="00D36085"/>
    <w:rsid w:val="00D367D2"/>
    <w:rsid w:val="00D3696F"/>
    <w:rsid w:val="00D3722D"/>
    <w:rsid w:val="00D37F63"/>
    <w:rsid w:val="00D4025E"/>
    <w:rsid w:val="00D407CE"/>
    <w:rsid w:val="00D41978"/>
    <w:rsid w:val="00D41E50"/>
    <w:rsid w:val="00D423AB"/>
    <w:rsid w:val="00D423C2"/>
    <w:rsid w:val="00D42533"/>
    <w:rsid w:val="00D42B8D"/>
    <w:rsid w:val="00D42CA7"/>
    <w:rsid w:val="00D43031"/>
    <w:rsid w:val="00D431A6"/>
    <w:rsid w:val="00D455DF"/>
    <w:rsid w:val="00D45A0A"/>
    <w:rsid w:val="00D46574"/>
    <w:rsid w:val="00D4707D"/>
    <w:rsid w:val="00D4717A"/>
    <w:rsid w:val="00D47379"/>
    <w:rsid w:val="00D50FF8"/>
    <w:rsid w:val="00D51670"/>
    <w:rsid w:val="00D51D1B"/>
    <w:rsid w:val="00D51EF2"/>
    <w:rsid w:val="00D51FF1"/>
    <w:rsid w:val="00D52710"/>
    <w:rsid w:val="00D52D56"/>
    <w:rsid w:val="00D52E60"/>
    <w:rsid w:val="00D534E8"/>
    <w:rsid w:val="00D534F4"/>
    <w:rsid w:val="00D54B1C"/>
    <w:rsid w:val="00D54C29"/>
    <w:rsid w:val="00D56510"/>
    <w:rsid w:val="00D571F4"/>
    <w:rsid w:val="00D57920"/>
    <w:rsid w:val="00D6007F"/>
    <w:rsid w:val="00D6084E"/>
    <w:rsid w:val="00D61016"/>
    <w:rsid w:val="00D612CE"/>
    <w:rsid w:val="00D62058"/>
    <w:rsid w:val="00D622A3"/>
    <w:rsid w:val="00D62BAE"/>
    <w:rsid w:val="00D630AD"/>
    <w:rsid w:val="00D63A86"/>
    <w:rsid w:val="00D64DF1"/>
    <w:rsid w:val="00D653CE"/>
    <w:rsid w:val="00D655D7"/>
    <w:rsid w:val="00D65891"/>
    <w:rsid w:val="00D65AE4"/>
    <w:rsid w:val="00D664A0"/>
    <w:rsid w:val="00D6727E"/>
    <w:rsid w:val="00D674E2"/>
    <w:rsid w:val="00D67CE2"/>
    <w:rsid w:val="00D704BD"/>
    <w:rsid w:val="00D70D0C"/>
    <w:rsid w:val="00D70F98"/>
    <w:rsid w:val="00D71010"/>
    <w:rsid w:val="00D71147"/>
    <w:rsid w:val="00D719B0"/>
    <w:rsid w:val="00D71F65"/>
    <w:rsid w:val="00D72531"/>
    <w:rsid w:val="00D72E9D"/>
    <w:rsid w:val="00D730E7"/>
    <w:rsid w:val="00D73115"/>
    <w:rsid w:val="00D73202"/>
    <w:rsid w:val="00D73752"/>
    <w:rsid w:val="00D74692"/>
    <w:rsid w:val="00D74B57"/>
    <w:rsid w:val="00D74D86"/>
    <w:rsid w:val="00D75607"/>
    <w:rsid w:val="00D757EF"/>
    <w:rsid w:val="00D76BE5"/>
    <w:rsid w:val="00D779CA"/>
    <w:rsid w:val="00D77FD6"/>
    <w:rsid w:val="00D80156"/>
    <w:rsid w:val="00D802AF"/>
    <w:rsid w:val="00D80AE9"/>
    <w:rsid w:val="00D80C12"/>
    <w:rsid w:val="00D80CCE"/>
    <w:rsid w:val="00D80D30"/>
    <w:rsid w:val="00D82557"/>
    <w:rsid w:val="00D82B55"/>
    <w:rsid w:val="00D82FAF"/>
    <w:rsid w:val="00D8362D"/>
    <w:rsid w:val="00D83A95"/>
    <w:rsid w:val="00D840B1"/>
    <w:rsid w:val="00D841AD"/>
    <w:rsid w:val="00D849CC"/>
    <w:rsid w:val="00D84C61"/>
    <w:rsid w:val="00D857CE"/>
    <w:rsid w:val="00D8583B"/>
    <w:rsid w:val="00D85E75"/>
    <w:rsid w:val="00D863F2"/>
    <w:rsid w:val="00D86570"/>
    <w:rsid w:val="00D867D8"/>
    <w:rsid w:val="00D86B46"/>
    <w:rsid w:val="00D86ECB"/>
    <w:rsid w:val="00D879EA"/>
    <w:rsid w:val="00D90207"/>
    <w:rsid w:val="00D905E0"/>
    <w:rsid w:val="00D91348"/>
    <w:rsid w:val="00D914F1"/>
    <w:rsid w:val="00D93114"/>
    <w:rsid w:val="00D94057"/>
    <w:rsid w:val="00D94544"/>
    <w:rsid w:val="00D955C5"/>
    <w:rsid w:val="00D958F1"/>
    <w:rsid w:val="00D95D9D"/>
    <w:rsid w:val="00D95DDB"/>
    <w:rsid w:val="00D97656"/>
    <w:rsid w:val="00D978B7"/>
    <w:rsid w:val="00DA06F0"/>
    <w:rsid w:val="00DA3C40"/>
    <w:rsid w:val="00DA500C"/>
    <w:rsid w:val="00DA5945"/>
    <w:rsid w:val="00DA5B32"/>
    <w:rsid w:val="00DA631E"/>
    <w:rsid w:val="00DA69B1"/>
    <w:rsid w:val="00DA6C95"/>
    <w:rsid w:val="00DA6EE3"/>
    <w:rsid w:val="00DB0B01"/>
    <w:rsid w:val="00DB0B66"/>
    <w:rsid w:val="00DB0C46"/>
    <w:rsid w:val="00DB0E1C"/>
    <w:rsid w:val="00DB1CF4"/>
    <w:rsid w:val="00DB1D1B"/>
    <w:rsid w:val="00DB3075"/>
    <w:rsid w:val="00DB33E6"/>
    <w:rsid w:val="00DB3A4D"/>
    <w:rsid w:val="00DB4740"/>
    <w:rsid w:val="00DB5CFB"/>
    <w:rsid w:val="00DB7319"/>
    <w:rsid w:val="00DB784A"/>
    <w:rsid w:val="00DB7963"/>
    <w:rsid w:val="00DC0178"/>
    <w:rsid w:val="00DC0EFF"/>
    <w:rsid w:val="00DC140D"/>
    <w:rsid w:val="00DC2309"/>
    <w:rsid w:val="00DC2BD3"/>
    <w:rsid w:val="00DC3A1E"/>
    <w:rsid w:val="00DC3ACC"/>
    <w:rsid w:val="00DC4864"/>
    <w:rsid w:val="00DC5A11"/>
    <w:rsid w:val="00DC5E0F"/>
    <w:rsid w:val="00DC6FDF"/>
    <w:rsid w:val="00DD035D"/>
    <w:rsid w:val="00DD2666"/>
    <w:rsid w:val="00DD27E7"/>
    <w:rsid w:val="00DD2EDE"/>
    <w:rsid w:val="00DD3364"/>
    <w:rsid w:val="00DD4467"/>
    <w:rsid w:val="00DD4661"/>
    <w:rsid w:val="00DD5178"/>
    <w:rsid w:val="00DD5D5D"/>
    <w:rsid w:val="00DD6706"/>
    <w:rsid w:val="00DD73D0"/>
    <w:rsid w:val="00DD7596"/>
    <w:rsid w:val="00DD780B"/>
    <w:rsid w:val="00DD7C71"/>
    <w:rsid w:val="00DE0590"/>
    <w:rsid w:val="00DE0C05"/>
    <w:rsid w:val="00DE0EE2"/>
    <w:rsid w:val="00DE1107"/>
    <w:rsid w:val="00DE16FD"/>
    <w:rsid w:val="00DE1D87"/>
    <w:rsid w:val="00DE20BB"/>
    <w:rsid w:val="00DE277C"/>
    <w:rsid w:val="00DE287B"/>
    <w:rsid w:val="00DE3C3B"/>
    <w:rsid w:val="00DE4360"/>
    <w:rsid w:val="00DE4B0D"/>
    <w:rsid w:val="00DE4D71"/>
    <w:rsid w:val="00DE5BD7"/>
    <w:rsid w:val="00DE659D"/>
    <w:rsid w:val="00DE6C45"/>
    <w:rsid w:val="00DE6F88"/>
    <w:rsid w:val="00DE75E9"/>
    <w:rsid w:val="00DF011D"/>
    <w:rsid w:val="00DF07A4"/>
    <w:rsid w:val="00DF135D"/>
    <w:rsid w:val="00DF1ABF"/>
    <w:rsid w:val="00DF1D19"/>
    <w:rsid w:val="00DF1D3E"/>
    <w:rsid w:val="00DF1EAA"/>
    <w:rsid w:val="00DF2588"/>
    <w:rsid w:val="00DF27F0"/>
    <w:rsid w:val="00DF363F"/>
    <w:rsid w:val="00DF3910"/>
    <w:rsid w:val="00DF3AFB"/>
    <w:rsid w:val="00DF409D"/>
    <w:rsid w:val="00DF476F"/>
    <w:rsid w:val="00DF4DBC"/>
    <w:rsid w:val="00DF4F0D"/>
    <w:rsid w:val="00DF50D7"/>
    <w:rsid w:val="00DF5340"/>
    <w:rsid w:val="00DF53DB"/>
    <w:rsid w:val="00DF6198"/>
    <w:rsid w:val="00DF62D0"/>
    <w:rsid w:val="00DF66B7"/>
    <w:rsid w:val="00DF6EC2"/>
    <w:rsid w:val="00DF6FCD"/>
    <w:rsid w:val="00DF7B7D"/>
    <w:rsid w:val="00DF7C7D"/>
    <w:rsid w:val="00E00268"/>
    <w:rsid w:val="00E00708"/>
    <w:rsid w:val="00E01C47"/>
    <w:rsid w:val="00E01F8A"/>
    <w:rsid w:val="00E02C00"/>
    <w:rsid w:val="00E03BFE"/>
    <w:rsid w:val="00E03E58"/>
    <w:rsid w:val="00E047BC"/>
    <w:rsid w:val="00E0485E"/>
    <w:rsid w:val="00E0503F"/>
    <w:rsid w:val="00E05779"/>
    <w:rsid w:val="00E05BA6"/>
    <w:rsid w:val="00E0654B"/>
    <w:rsid w:val="00E067D2"/>
    <w:rsid w:val="00E06C4A"/>
    <w:rsid w:val="00E0758C"/>
    <w:rsid w:val="00E075BC"/>
    <w:rsid w:val="00E078D6"/>
    <w:rsid w:val="00E07924"/>
    <w:rsid w:val="00E07CBE"/>
    <w:rsid w:val="00E10B80"/>
    <w:rsid w:val="00E11C6B"/>
    <w:rsid w:val="00E1258D"/>
    <w:rsid w:val="00E1334A"/>
    <w:rsid w:val="00E1345A"/>
    <w:rsid w:val="00E14963"/>
    <w:rsid w:val="00E14FCB"/>
    <w:rsid w:val="00E1554E"/>
    <w:rsid w:val="00E156C5"/>
    <w:rsid w:val="00E157AB"/>
    <w:rsid w:val="00E16FED"/>
    <w:rsid w:val="00E17AB4"/>
    <w:rsid w:val="00E17FB8"/>
    <w:rsid w:val="00E20100"/>
    <w:rsid w:val="00E2183A"/>
    <w:rsid w:val="00E21A18"/>
    <w:rsid w:val="00E21FE5"/>
    <w:rsid w:val="00E22370"/>
    <w:rsid w:val="00E22D25"/>
    <w:rsid w:val="00E23617"/>
    <w:rsid w:val="00E2389C"/>
    <w:rsid w:val="00E23BE1"/>
    <w:rsid w:val="00E23EFB"/>
    <w:rsid w:val="00E258BC"/>
    <w:rsid w:val="00E26500"/>
    <w:rsid w:val="00E26C1E"/>
    <w:rsid w:val="00E2714F"/>
    <w:rsid w:val="00E275B7"/>
    <w:rsid w:val="00E279FF"/>
    <w:rsid w:val="00E27E7D"/>
    <w:rsid w:val="00E30217"/>
    <w:rsid w:val="00E303A2"/>
    <w:rsid w:val="00E304AC"/>
    <w:rsid w:val="00E309AA"/>
    <w:rsid w:val="00E3104D"/>
    <w:rsid w:val="00E31A39"/>
    <w:rsid w:val="00E31B5E"/>
    <w:rsid w:val="00E32109"/>
    <w:rsid w:val="00E32C48"/>
    <w:rsid w:val="00E33233"/>
    <w:rsid w:val="00E334B3"/>
    <w:rsid w:val="00E3350E"/>
    <w:rsid w:val="00E3353D"/>
    <w:rsid w:val="00E33C40"/>
    <w:rsid w:val="00E346F3"/>
    <w:rsid w:val="00E34EA7"/>
    <w:rsid w:val="00E35728"/>
    <w:rsid w:val="00E35CEE"/>
    <w:rsid w:val="00E36487"/>
    <w:rsid w:val="00E37C4C"/>
    <w:rsid w:val="00E400C1"/>
    <w:rsid w:val="00E400FB"/>
    <w:rsid w:val="00E40D7B"/>
    <w:rsid w:val="00E40DA3"/>
    <w:rsid w:val="00E41C4D"/>
    <w:rsid w:val="00E42D43"/>
    <w:rsid w:val="00E43252"/>
    <w:rsid w:val="00E43479"/>
    <w:rsid w:val="00E44622"/>
    <w:rsid w:val="00E44C9B"/>
    <w:rsid w:val="00E44F45"/>
    <w:rsid w:val="00E4580D"/>
    <w:rsid w:val="00E45A43"/>
    <w:rsid w:val="00E45CFD"/>
    <w:rsid w:val="00E467BB"/>
    <w:rsid w:val="00E468F3"/>
    <w:rsid w:val="00E47535"/>
    <w:rsid w:val="00E50651"/>
    <w:rsid w:val="00E50785"/>
    <w:rsid w:val="00E51FE0"/>
    <w:rsid w:val="00E5273C"/>
    <w:rsid w:val="00E536BC"/>
    <w:rsid w:val="00E54446"/>
    <w:rsid w:val="00E54CD2"/>
    <w:rsid w:val="00E54E9B"/>
    <w:rsid w:val="00E552F0"/>
    <w:rsid w:val="00E55D01"/>
    <w:rsid w:val="00E57C33"/>
    <w:rsid w:val="00E57FDA"/>
    <w:rsid w:val="00E60A5C"/>
    <w:rsid w:val="00E60A92"/>
    <w:rsid w:val="00E610CF"/>
    <w:rsid w:val="00E61302"/>
    <w:rsid w:val="00E6145F"/>
    <w:rsid w:val="00E63228"/>
    <w:rsid w:val="00E632D0"/>
    <w:rsid w:val="00E6334D"/>
    <w:rsid w:val="00E63E6D"/>
    <w:rsid w:val="00E6434F"/>
    <w:rsid w:val="00E64463"/>
    <w:rsid w:val="00E647CA"/>
    <w:rsid w:val="00E6567B"/>
    <w:rsid w:val="00E65A22"/>
    <w:rsid w:val="00E66490"/>
    <w:rsid w:val="00E669CC"/>
    <w:rsid w:val="00E679C5"/>
    <w:rsid w:val="00E67BAA"/>
    <w:rsid w:val="00E67D74"/>
    <w:rsid w:val="00E703C6"/>
    <w:rsid w:val="00E70CD2"/>
    <w:rsid w:val="00E7106C"/>
    <w:rsid w:val="00E71E1B"/>
    <w:rsid w:val="00E71EA8"/>
    <w:rsid w:val="00E7214F"/>
    <w:rsid w:val="00E72B7F"/>
    <w:rsid w:val="00E7389F"/>
    <w:rsid w:val="00E73B11"/>
    <w:rsid w:val="00E74232"/>
    <w:rsid w:val="00E746BF"/>
    <w:rsid w:val="00E74CED"/>
    <w:rsid w:val="00E75D1D"/>
    <w:rsid w:val="00E75E11"/>
    <w:rsid w:val="00E75F4F"/>
    <w:rsid w:val="00E77850"/>
    <w:rsid w:val="00E778E0"/>
    <w:rsid w:val="00E8155A"/>
    <w:rsid w:val="00E81983"/>
    <w:rsid w:val="00E81A5B"/>
    <w:rsid w:val="00E8252F"/>
    <w:rsid w:val="00E827A1"/>
    <w:rsid w:val="00E82901"/>
    <w:rsid w:val="00E82A78"/>
    <w:rsid w:val="00E82FA9"/>
    <w:rsid w:val="00E83497"/>
    <w:rsid w:val="00E8372A"/>
    <w:rsid w:val="00E83790"/>
    <w:rsid w:val="00E83A16"/>
    <w:rsid w:val="00E84CC0"/>
    <w:rsid w:val="00E8500F"/>
    <w:rsid w:val="00E85194"/>
    <w:rsid w:val="00E858B4"/>
    <w:rsid w:val="00E85FDF"/>
    <w:rsid w:val="00E862E4"/>
    <w:rsid w:val="00E86AC7"/>
    <w:rsid w:val="00E870B3"/>
    <w:rsid w:val="00E877F5"/>
    <w:rsid w:val="00E87AC2"/>
    <w:rsid w:val="00E87D8A"/>
    <w:rsid w:val="00E87FD2"/>
    <w:rsid w:val="00E9175B"/>
    <w:rsid w:val="00E91F68"/>
    <w:rsid w:val="00E9235D"/>
    <w:rsid w:val="00E92394"/>
    <w:rsid w:val="00E92A49"/>
    <w:rsid w:val="00E93419"/>
    <w:rsid w:val="00E93782"/>
    <w:rsid w:val="00E941E8"/>
    <w:rsid w:val="00E95619"/>
    <w:rsid w:val="00E9728A"/>
    <w:rsid w:val="00E97AAB"/>
    <w:rsid w:val="00EA034F"/>
    <w:rsid w:val="00EA0E1F"/>
    <w:rsid w:val="00EA0E6F"/>
    <w:rsid w:val="00EA1861"/>
    <w:rsid w:val="00EA1877"/>
    <w:rsid w:val="00EA1F0D"/>
    <w:rsid w:val="00EA2409"/>
    <w:rsid w:val="00EA24D0"/>
    <w:rsid w:val="00EA27EE"/>
    <w:rsid w:val="00EA2A27"/>
    <w:rsid w:val="00EA2BD8"/>
    <w:rsid w:val="00EA2DF6"/>
    <w:rsid w:val="00EA32CD"/>
    <w:rsid w:val="00EA356B"/>
    <w:rsid w:val="00EA3650"/>
    <w:rsid w:val="00EA3B1F"/>
    <w:rsid w:val="00EA3F0E"/>
    <w:rsid w:val="00EA413F"/>
    <w:rsid w:val="00EA4389"/>
    <w:rsid w:val="00EA49EE"/>
    <w:rsid w:val="00EA53D3"/>
    <w:rsid w:val="00EA6230"/>
    <w:rsid w:val="00EA64E1"/>
    <w:rsid w:val="00EA6670"/>
    <w:rsid w:val="00EA6CC1"/>
    <w:rsid w:val="00EA6E39"/>
    <w:rsid w:val="00EA6FA6"/>
    <w:rsid w:val="00EA7420"/>
    <w:rsid w:val="00EA747A"/>
    <w:rsid w:val="00EA75B3"/>
    <w:rsid w:val="00EB048E"/>
    <w:rsid w:val="00EB075B"/>
    <w:rsid w:val="00EB08D0"/>
    <w:rsid w:val="00EB0C18"/>
    <w:rsid w:val="00EB163D"/>
    <w:rsid w:val="00EB221D"/>
    <w:rsid w:val="00EB2AAC"/>
    <w:rsid w:val="00EB379C"/>
    <w:rsid w:val="00EB4535"/>
    <w:rsid w:val="00EB4786"/>
    <w:rsid w:val="00EB47A6"/>
    <w:rsid w:val="00EB484A"/>
    <w:rsid w:val="00EB4C42"/>
    <w:rsid w:val="00EB4F6D"/>
    <w:rsid w:val="00EB51D9"/>
    <w:rsid w:val="00EB5387"/>
    <w:rsid w:val="00EB6404"/>
    <w:rsid w:val="00EB6A44"/>
    <w:rsid w:val="00EB6F68"/>
    <w:rsid w:val="00EB71B1"/>
    <w:rsid w:val="00EB78B2"/>
    <w:rsid w:val="00EB7993"/>
    <w:rsid w:val="00EC0DD2"/>
    <w:rsid w:val="00EC0F81"/>
    <w:rsid w:val="00EC1B91"/>
    <w:rsid w:val="00EC1D09"/>
    <w:rsid w:val="00EC23B0"/>
    <w:rsid w:val="00EC367C"/>
    <w:rsid w:val="00EC4C1F"/>
    <w:rsid w:val="00EC52A2"/>
    <w:rsid w:val="00EC5A58"/>
    <w:rsid w:val="00EC5CB2"/>
    <w:rsid w:val="00EC6284"/>
    <w:rsid w:val="00ED0FB7"/>
    <w:rsid w:val="00ED1416"/>
    <w:rsid w:val="00ED151F"/>
    <w:rsid w:val="00ED16F5"/>
    <w:rsid w:val="00ED1AE5"/>
    <w:rsid w:val="00ED271B"/>
    <w:rsid w:val="00ED2C0A"/>
    <w:rsid w:val="00ED3CA7"/>
    <w:rsid w:val="00ED4183"/>
    <w:rsid w:val="00ED4291"/>
    <w:rsid w:val="00ED4469"/>
    <w:rsid w:val="00ED4650"/>
    <w:rsid w:val="00ED4865"/>
    <w:rsid w:val="00ED488E"/>
    <w:rsid w:val="00ED4C35"/>
    <w:rsid w:val="00ED4D51"/>
    <w:rsid w:val="00ED4EB7"/>
    <w:rsid w:val="00ED59C0"/>
    <w:rsid w:val="00ED5DA0"/>
    <w:rsid w:val="00ED5DEC"/>
    <w:rsid w:val="00ED6101"/>
    <w:rsid w:val="00ED6102"/>
    <w:rsid w:val="00ED6391"/>
    <w:rsid w:val="00ED6AB1"/>
    <w:rsid w:val="00ED77B6"/>
    <w:rsid w:val="00ED7D08"/>
    <w:rsid w:val="00ED7FDE"/>
    <w:rsid w:val="00EE0111"/>
    <w:rsid w:val="00EE0D24"/>
    <w:rsid w:val="00EE18F2"/>
    <w:rsid w:val="00EE2811"/>
    <w:rsid w:val="00EE31B0"/>
    <w:rsid w:val="00EE3FE4"/>
    <w:rsid w:val="00EE4769"/>
    <w:rsid w:val="00EE484D"/>
    <w:rsid w:val="00EE4CF0"/>
    <w:rsid w:val="00EE559C"/>
    <w:rsid w:val="00EE6C58"/>
    <w:rsid w:val="00EE7575"/>
    <w:rsid w:val="00EF01ED"/>
    <w:rsid w:val="00EF05AD"/>
    <w:rsid w:val="00EF1380"/>
    <w:rsid w:val="00EF150B"/>
    <w:rsid w:val="00EF211D"/>
    <w:rsid w:val="00EF2297"/>
    <w:rsid w:val="00EF2401"/>
    <w:rsid w:val="00EF2438"/>
    <w:rsid w:val="00EF24A9"/>
    <w:rsid w:val="00EF2C35"/>
    <w:rsid w:val="00EF2D3C"/>
    <w:rsid w:val="00EF3E14"/>
    <w:rsid w:val="00EF42A7"/>
    <w:rsid w:val="00EF4E0E"/>
    <w:rsid w:val="00EF58FA"/>
    <w:rsid w:val="00EF5C3B"/>
    <w:rsid w:val="00EF639C"/>
    <w:rsid w:val="00EF6455"/>
    <w:rsid w:val="00EF6CED"/>
    <w:rsid w:val="00F00A19"/>
    <w:rsid w:val="00F016EA"/>
    <w:rsid w:val="00F01711"/>
    <w:rsid w:val="00F0172B"/>
    <w:rsid w:val="00F018E7"/>
    <w:rsid w:val="00F01C2C"/>
    <w:rsid w:val="00F01DF7"/>
    <w:rsid w:val="00F02214"/>
    <w:rsid w:val="00F03937"/>
    <w:rsid w:val="00F03AED"/>
    <w:rsid w:val="00F03BBC"/>
    <w:rsid w:val="00F03BDA"/>
    <w:rsid w:val="00F04604"/>
    <w:rsid w:val="00F046F4"/>
    <w:rsid w:val="00F04888"/>
    <w:rsid w:val="00F0494D"/>
    <w:rsid w:val="00F04CF0"/>
    <w:rsid w:val="00F0515F"/>
    <w:rsid w:val="00F05369"/>
    <w:rsid w:val="00F057F6"/>
    <w:rsid w:val="00F058F5"/>
    <w:rsid w:val="00F07115"/>
    <w:rsid w:val="00F071EB"/>
    <w:rsid w:val="00F07265"/>
    <w:rsid w:val="00F073F4"/>
    <w:rsid w:val="00F0759F"/>
    <w:rsid w:val="00F07B50"/>
    <w:rsid w:val="00F10E65"/>
    <w:rsid w:val="00F10FAE"/>
    <w:rsid w:val="00F11809"/>
    <w:rsid w:val="00F1207E"/>
    <w:rsid w:val="00F12152"/>
    <w:rsid w:val="00F12704"/>
    <w:rsid w:val="00F129D3"/>
    <w:rsid w:val="00F12D95"/>
    <w:rsid w:val="00F13218"/>
    <w:rsid w:val="00F13A35"/>
    <w:rsid w:val="00F13C2F"/>
    <w:rsid w:val="00F1407D"/>
    <w:rsid w:val="00F14468"/>
    <w:rsid w:val="00F148F2"/>
    <w:rsid w:val="00F14E33"/>
    <w:rsid w:val="00F150C9"/>
    <w:rsid w:val="00F15A84"/>
    <w:rsid w:val="00F16AD1"/>
    <w:rsid w:val="00F16F2E"/>
    <w:rsid w:val="00F172E9"/>
    <w:rsid w:val="00F175E6"/>
    <w:rsid w:val="00F17FD0"/>
    <w:rsid w:val="00F200C4"/>
    <w:rsid w:val="00F20529"/>
    <w:rsid w:val="00F207EE"/>
    <w:rsid w:val="00F20E3B"/>
    <w:rsid w:val="00F213A8"/>
    <w:rsid w:val="00F226F8"/>
    <w:rsid w:val="00F229AB"/>
    <w:rsid w:val="00F22A04"/>
    <w:rsid w:val="00F22DC4"/>
    <w:rsid w:val="00F22E6B"/>
    <w:rsid w:val="00F232C6"/>
    <w:rsid w:val="00F24E9E"/>
    <w:rsid w:val="00F26923"/>
    <w:rsid w:val="00F279B0"/>
    <w:rsid w:val="00F27FF0"/>
    <w:rsid w:val="00F3008F"/>
    <w:rsid w:val="00F300B5"/>
    <w:rsid w:val="00F3193C"/>
    <w:rsid w:val="00F31AA2"/>
    <w:rsid w:val="00F3462C"/>
    <w:rsid w:val="00F348E1"/>
    <w:rsid w:val="00F351D2"/>
    <w:rsid w:val="00F359B0"/>
    <w:rsid w:val="00F35BB7"/>
    <w:rsid w:val="00F35CC4"/>
    <w:rsid w:val="00F35D37"/>
    <w:rsid w:val="00F364D7"/>
    <w:rsid w:val="00F36D46"/>
    <w:rsid w:val="00F3797A"/>
    <w:rsid w:val="00F37B1E"/>
    <w:rsid w:val="00F402FE"/>
    <w:rsid w:val="00F407CE"/>
    <w:rsid w:val="00F408A2"/>
    <w:rsid w:val="00F408F6"/>
    <w:rsid w:val="00F41247"/>
    <w:rsid w:val="00F4174F"/>
    <w:rsid w:val="00F41806"/>
    <w:rsid w:val="00F41912"/>
    <w:rsid w:val="00F41BEA"/>
    <w:rsid w:val="00F41C98"/>
    <w:rsid w:val="00F42413"/>
    <w:rsid w:val="00F42641"/>
    <w:rsid w:val="00F42EFE"/>
    <w:rsid w:val="00F446E1"/>
    <w:rsid w:val="00F450D6"/>
    <w:rsid w:val="00F45120"/>
    <w:rsid w:val="00F455A8"/>
    <w:rsid w:val="00F458CD"/>
    <w:rsid w:val="00F462A3"/>
    <w:rsid w:val="00F4740E"/>
    <w:rsid w:val="00F476BF"/>
    <w:rsid w:val="00F47A2D"/>
    <w:rsid w:val="00F503BC"/>
    <w:rsid w:val="00F5042F"/>
    <w:rsid w:val="00F50D0F"/>
    <w:rsid w:val="00F50D31"/>
    <w:rsid w:val="00F510CC"/>
    <w:rsid w:val="00F5112F"/>
    <w:rsid w:val="00F51F93"/>
    <w:rsid w:val="00F52638"/>
    <w:rsid w:val="00F52F36"/>
    <w:rsid w:val="00F531ED"/>
    <w:rsid w:val="00F5389D"/>
    <w:rsid w:val="00F53ACD"/>
    <w:rsid w:val="00F53CEA"/>
    <w:rsid w:val="00F541B4"/>
    <w:rsid w:val="00F54209"/>
    <w:rsid w:val="00F5434B"/>
    <w:rsid w:val="00F5435F"/>
    <w:rsid w:val="00F5636B"/>
    <w:rsid w:val="00F5795A"/>
    <w:rsid w:val="00F57BEE"/>
    <w:rsid w:val="00F57FE6"/>
    <w:rsid w:val="00F616B6"/>
    <w:rsid w:val="00F61B1A"/>
    <w:rsid w:val="00F61CD7"/>
    <w:rsid w:val="00F61F0A"/>
    <w:rsid w:val="00F62019"/>
    <w:rsid w:val="00F623EF"/>
    <w:rsid w:val="00F62A5E"/>
    <w:rsid w:val="00F62B36"/>
    <w:rsid w:val="00F62B3B"/>
    <w:rsid w:val="00F62F09"/>
    <w:rsid w:val="00F63D5C"/>
    <w:rsid w:val="00F63D8C"/>
    <w:rsid w:val="00F6483E"/>
    <w:rsid w:val="00F65726"/>
    <w:rsid w:val="00F66329"/>
    <w:rsid w:val="00F6738C"/>
    <w:rsid w:val="00F67AF7"/>
    <w:rsid w:val="00F70B4B"/>
    <w:rsid w:val="00F713B0"/>
    <w:rsid w:val="00F714C9"/>
    <w:rsid w:val="00F71A53"/>
    <w:rsid w:val="00F71DF8"/>
    <w:rsid w:val="00F727BC"/>
    <w:rsid w:val="00F72ABF"/>
    <w:rsid w:val="00F73017"/>
    <w:rsid w:val="00F730A1"/>
    <w:rsid w:val="00F73D2D"/>
    <w:rsid w:val="00F74B52"/>
    <w:rsid w:val="00F75419"/>
    <w:rsid w:val="00F76E0F"/>
    <w:rsid w:val="00F77453"/>
    <w:rsid w:val="00F77626"/>
    <w:rsid w:val="00F776E0"/>
    <w:rsid w:val="00F80486"/>
    <w:rsid w:val="00F804E4"/>
    <w:rsid w:val="00F80F75"/>
    <w:rsid w:val="00F81A08"/>
    <w:rsid w:val="00F82886"/>
    <w:rsid w:val="00F83734"/>
    <w:rsid w:val="00F841C0"/>
    <w:rsid w:val="00F84E6B"/>
    <w:rsid w:val="00F863D5"/>
    <w:rsid w:val="00F867D4"/>
    <w:rsid w:val="00F86FE8"/>
    <w:rsid w:val="00F87024"/>
    <w:rsid w:val="00F87763"/>
    <w:rsid w:val="00F904A3"/>
    <w:rsid w:val="00F907C5"/>
    <w:rsid w:val="00F90C6A"/>
    <w:rsid w:val="00F9150B"/>
    <w:rsid w:val="00F91674"/>
    <w:rsid w:val="00F91E18"/>
    <w:rsid w:val="00F93596"/>
    <w:rsid w:val="00F93B8F"/>
    <w:rsid w:val="00F93CC6"/>
    <w:rsid w:val="00F948B1"/>
    <w:rsid w:val="00F95129"/>
    <w:rsid w:val="00F95244"/>
    <w:rsid w:val="00F96888"/>
    <w:rsid w:val="00F97BB4"/>
    <w:rsid w:val="00FA0022"/>
    <w:rsid w:val="00FA06F7"/>
    <w:rsid w:val="00FA0E3F"/>
    <w:rsid w:val="00FA10C3"/>
    <w:rsid w:val="00FA1444"/>
    <w:rsid w:val="00FA17BC"/>
    <w:rsid w:val="00FA1DAA"/>
    <w:rsid w:val="00FA1E34"/>
    <w:rsid w:val="00FA2009"/>
    <w:rsid w:val="00FA20B6"/>
    <w:rsid w:val="00FA3A1E"/>
    <w:rsid w:val="00FA3FD5"/>
    <w:rsid w:val="00FA4BBD"/>
    <w:rsid w:val="00FA554F"/>
    <w:rsid w:val="00FA58A1"/>
    <w:rsid w:val="00FA5976"/>
    <w:rsid w:val="00FA5B8E"/>
    <w:rsid w:val="00FA66A2"/>
    <w:rsid w:val="00FA6724"/>
    <w:rsid w:val="00FA67C3"/>
    <w:rsid w:val="00FA6FDD"/>
    <w:rsid w:val="00FA7468"/>
    <w:rsid w:val="00FA7681"/>
    <w:rsid w:val="00FA7799"/>
    <w:rsid w:val="00FB0F47"/>
    <w:rsid w:val="00FB12D0"/>
    <w:rsid w:val="00FB1A9B"/>
    <w:rsid w:val="00FB1BAC"/>
    <w:rsid w:val="00FB22CD"/>
    <w:rsid w:val="00FB2B9D"/>
    <w:rsid w:val="00FB30F3"/>
    <w:rsid w:val="00FB3176"/>
    <w:rsid w:val="00FB4C2A"/>
    <w:rsid w:val="00FB57C9"/>
    <w:rsid w:val="00FB59FC"/>
    <w:rsid w:val="00FB67B7"/>
    <w:rsid w:val="00FB6A67"/>
    <w:rsid w:val="00FB7275"/>
    <w:rsid w:val="00FB79E2"/>
    <w:rsid w:val="00FC013A"/>
    <w:rsid w:val="00FC136B"/>
    <w:rsid w:val="00FC2324"/>
    <w:rsid w:val="00FC2CCD"/>
    <w:rsid w:val="00FC2DDE"/>
    <w:rsid w:val="00FC2E71"/>
    <w:rsid w:val="00FC31B3"/>
    <w:rsid w:val="00FC370D"/>
    <w:rsid w:val="00FC3E17"/>
    <w:rsid w:val="00FC433C"/>
    <w:rsid w:val="00FC46DE"/>
    <w:rsid w:val="00FC484A"/>
    <w:rsid w:val="00FC768A"/>
    <w:rsid w:val="00FC77A0"/>
    <w:rsid w:val="00FD00B8"/>
    <w:rsid w:val="00FD16C8"/>
    <w:rsid w:val="00FD18A5"/>
    <w:rsid w:val="00FD191E"/>
    <w:rsid w:val="00FD2330"/>
    <w:rsid w:val="00FD32D2"/>
    <w:rsid w:val="00FD464E"/>
    <w:rsid w:val="00FD4766"/>
    <w:rsid w:val="00FD56E8"/>
    <w:rsid w:val="00FD58BF"/>
    <w:rsid w:val="00FD5FD5"/>
    <w:rsid w:val="00FD687F"/>
    <w:rsid w:val="00FD767B"/>
    <w:rsid w:val="00FD7C32"/>
    <w:rsid w:val="00FE0087"/>
    <w:rsid w:val="00FE0766"/>
    <w:rsid w:val="00FE08D0"/>
    <w:rsid w:val="00FE0D11"/>
    <w:rsid w:val="00FE11A1"/>
    <w:rsid w:val="00FE20CB"/>
    <w:rsid w:val="00FE2433"/>
    <w:rsid w:val="00FE2898"/>
    <w:rsid w:val="00FE2B48"/>
    <w:rsid w:val="00FE2EA8"/>
    <w:rsid w:val="00FE3002"/>
    <w:rsid w:val="00FE3A8B"/>
    <w:rsid w:val="00FE44FF"/>
    <w:rsid w:val="00FE4A8F"/>
    <w:rsid w:val="00FE4E97"/>
    <w:rsid w:val="00FE4FAE"/>
    <w:rsid w:val="00FE56A8"/>
    <w:rsid w:val="00FE5C10"/>
    <w:rsid w:val="00FE5E4D"/>
    <w:rsid w:val="00FE624F"/>
    <w:rsid w:val="00FE6468"/>
    <w:rsid w:val="00FE64C1"/>
    <w:rsid w:val="00FF043C"/>
    <w:rsid w:val="00FF0851"/>
    <w:rsid w:val="00FF1188"/>
    <w:rsid w:val="00FF1415"/>
    <w:rsid w:val="00FF19D0"/>
    <w:rsid w:val="00FF1BFA"/>
    <w:rsid w:val="00FF1C96"/>
    <w:rsid w:val="00FF1D26"/>
    <w:rsid w:val="00FF32FC"/>
    <w:rsid w:val="00FF3C3E"/>
    <w:rsid w:val="00FF3F4B"/>
    <w:rsid w:val="00FF4698"/>
    <w:rsid w:val="00FF60DD"/>
    <w:rsid w:val="00FF6E98"/>
    <w:rsid w:val="00FF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4B01FA5A-4982-4139-B442-DA662BFF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619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2B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2BF5"/>
  </w:style>
  <w:style w:type="paragraph" w:styleId="Footer">
    <w:name w:val="footer"/>
    <w:basedOn w:val="Normal"/>
    <w:link w:val="FooterChar"/>
    <w:uiPriority w:val="99"/>
    <w:unhideWhenUsed/>
    <w:rsid w:val="00612B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2BF5"/>
  </w:style>
  <w:style w:type="paragraph" w:styleId="BalloonText">
    <w:name w:val="Balloon Text"/>
    <w:basedOn w:val="Normal"/>
    <w:link w:val="BalloonTextChar"/>
    <w:uiPriority w:val="99"/>
    <w:semiHidden/>
    <w:unhideWhenUsed/>
    <w:rsid w:val="00612BF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12B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3AD0"/>
    <w:pPr>
      <w:ind w:left="720"/>
      <w:contextualSpacing/>
    </w:pPr>
  </w:style>
  <w:style w:type="table" w:styleId="TableGrid">
    <w:name w:val="Table Grid"/>
    <w:basedOn w:val="TableNormal"/>
    <w:uiPriority w:val="59"/>
    <w:rsid w:val="00A13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6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asa.stajic\Desktop\&#1084;&#1077;&#1084;&#1086;&#1088;&#1072;&#1085;&#1076;&#1091;&#1084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F53E4-FAF2-4641-A201-5E86FA625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меморандум.dotx</Template>
  <TotalTime>9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Stajić</dc:creator>
  <cp:keywords/>
  <cp:lastModifiedBy>Nataša Stajić</cp:lastModifiedBy>
  <cp:revision>8</cp:revision>
  <cp:lastPrinted>2025-09-12T07:08:00Z</cp:lastPrinted>
  <dcterms:created xsi:type="dcterms:W3CDTF">2025-09-15T12:14:00Z</dcterms:created>
  <dcterms:modified xsi:type="dcterms:W3CDTF">2025-09-15T12:23:00Z</dcterms:modified>
</cp:coreProperties>
</file>